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81099" w14:textId="77777777" w:rsidR="0007273B" w:rsidRDefault="001D52B0">
      <w:pPr>
        <w:pStyle w:val="Title"/>
      </w:pPr>
      <w:r>
        <w:t>WINE MATCH DASHBOARD CODE DOCUMENTATION</w:t>
      </w:r>
    </w:p>
    <w:p w14:paraId="580178B3" w14:textId="77777777" w:rsidR="0007273B" w:rsidRDefault="00175AA5" w:rsidP="00175AA5">
      <w:pPr>
        <w:pStyle w:val="Heading1"/>
      </w:pPr>
      <w:r>
        <w:t>Requirements</w:t>
      </w:r>
    </w:p>
    <w:p w14:paraId="4B8050EE" w14:textId="77777777" w:rsidR="00175AA5" w:rsidRDefault="00175AA5" w:rsidP="00175AA5">
      <w:pPr>
        <w:pStyle w:val="Heading2"/>
      </w:pPr>
      <w:r>
        <w:t xml:space="preserve">Grails </w:t>
      </w:r>
      <w:r w:rsidR="00E55192">
        <w:t>Application</w:t>
      </w:r>
      <w:r w:rsidRPr="00175AA5">
        <w:t xml:space="preserve"> </w:t>
      </w:r>
    </w:p>
    <w:p w14:paraId="14AD9580" w14:textId="3F82A66C" w:rsidR="00175AA5" w:rsidRDefault="00175AA5" w:rsidP="00175AA5">
      <w:pPr>
        <w:pStyle w:val="Heading3"/>
        <w:numPr>
          <w:ilvl w:val="2"/>
          <w:numId w:val="3"/>
        </w:numPr>
      </w:pPr>
      <w:r>
        <w:t>Grails 3.1.</w:t>
      </w:r>
      <w:r w:rsidR="00F322B7">
        <w:t>3</w:t>
      </w:r>
    </w:p>
    <w:p w14:paraId="43747495" w14:textId="77777777" w:rsidR="0007273B" w:rsidRDefault="00175AA5" w:rsidP="00175AA5">
      <w:pPr>
        <w:pStyle w:val="Heading3"/>
        <w:numPr>
          <w:ilvl w:val="2"/>
          <w:numId w:val="3"/>
        </w:numPr>
      </w:pPr>
      <w:r>
        <w:t>Java SDK/JVM 1.8</w:t>
      </w:r>
    </w:p>
    <w:p w14:paraId="65A94C59" w14:textId="123745D8" w:rsidR="001A12FC" w:rsidRDefault="001A12FC" w:rsidP="00175AA5">
      <w:pPr>
        <w:pStyle w:val="Heading3"/>
        <w:numPr>
          <w:ilvl w:val="2"/>
          <w:numId w:val="3"/>
        </w:numPr>
      </w:pPr>
      <w:r>
        <w:t>MySQL 5.7</w:t>
      </w:r>
    </w:p>
    <w:p w14:paraId="6D7F2351" w14:textId="00E43F35" w:rsidR="00E140C7" w:rsidRDefault="00E140C7" w:rsidP="00175AA5">
      <w:pPr>
        <w:pStyle w:val="Heading3"/>
        <w:numPr>
          <w:ilvl w:val="2"/>
          <w:numId w:val="3"/>
        </w:numPr>
      </w:pPr>
      <w:r>
        <w:t>Gradle 2.9</w:t>
      </w:r>
    </w:p>
    <w:p w14:paraId="2AE2D277" w14:textId="77777777" w:rsidR="00175AA5" w:rsidRDefault="00175AA5" w:rsidP="00175AA5">
      <w:pPr>
        <w:pStyle w:val="Heading3"/>
        <w:numPr>
          <w:ilvl w:val="0"/>
          <w:numId w:val="0"/>
        </w:numPr>
        <w:ind w:left="1080"/>
      </w:pPr>
    </w:p>
    <w:p w14:paraId="5AB0FACB" w14:textId="77777777" w:rsidR="00175AA5" w:rsidRDefault="00175AA5">
      <w:pPr>
        <w:pStyle w:val="Heading2"/>
      </w:pPr>
      <w:r>
        <w:t xml:space="preserve">ReactJS </w:t>
      </w:r>
      <w:r w:rsidR="00E55192">
        <w:t>Application</w:t>
      </w:r>
    </w:p>
    <w:p w14:paraId="5292163C" w14:textId="77777777" w:rsidR="00175AA5" w:rsidRDefault="00175AA5" w:rsidP="00175AA5">
      <w:pPr>
        <w:pStyle w:val="Heading3"/>
        <w:numPr>
          <w:ilvl w:val="2"/>
          <w:numId w:val="4"/>
        </w:numPr>
      </w:pPr>
      <w:r>
        <w:t>Node 8.x</w:t>
      </w:r>
    </w:p>
    <w:p w14:paraId="496BE97E" w14:textId="77777777" w:rsidR="00175AA5" w:rsidRDefault="00175AA5" w:rsidP="00175AA5">
      <w:pPr>
        <w:pStyle w:val="Heading3"/>
        <w:numPr>
          <w:ilvl w:val="2"/>
          <w:numId w:val="4"/>
        </w:numPr>
      </w:pPr>
      <w:r>
        <w:t>NPM 6.4.x</w:t>
      </w:r>
    </w:p>
    <w:p w14:paraId="4BE95D9D" w14:textId="77777777" w:rsidR="001A12FC" w:rsidRDefault="00FC0C2F" w:rsidP="001A12FC">
      <w:pPr>
        <w:pStyle w:val="Heading1"/>
      </w:pPr>
      <w:r>
        <w:t>Application</w:t>
      </w:r>
      <w:r w:rsidR="001A12FC">
        <w:t xml:space="preserve"> CONFIG</w:t>
      </w:r>
    </w:p>
    <w:p w14:paraId="52B93DE1" w14:textId="0804EB6F" w:rsidR="001A12FC" w:rsidRDefault="001A12FC" w:rsidP="001A12FC">
      <w:r>
        <w:t xml:space="preserve">Application configuration is in </w:t>
      </w:r>
      <w:r w:rsidR="009107F2">
        <w:t>“</w:t>
      </w:r>
      <w:r w:rsidR="00D20D97">
        <w:rPr>
          <w:i/>
          <w:iCs/>
        </w:rPr>
        <w:t>PROJECT_ROOT</w:t>
      </w:r>
      <w:r w:rsidRPr="009107F2">
        <w:rPr>
          <w:i/>
          <w:iCs/>
        </w:rPr>
        <w:t>/</w:t>
      </w:r>
      <w:r w:rsidR="00892E0A" w:rsidRPr="009107F2">
        <w:rPr>
          <w:i/>
          <w:iCs/>
        </w:rPr>
        <w:t>conf/</w:t>
      </w:r>
      <w:proofErr w:type="spellStart"/>
      <w:r w:rsidR="00892E0A" w:rsidRPr="009107F2">
        <w:rPr>
          <w:i/>
          <w:iCs/>
        </w:rPr>
        <w:t>application.yml</w:t>
      </w:r>
      <w:proofErr w:type="spellEnd"/>
      <w:r w:rsidR="009107F2">
        <w:t>”</w:t>
      </w:r>
    </w:p>
    <w:p w14:paraId="2787C585" w14:textId="4381EFCD" w:rsidR="00B96320" w:rsidRPr="00DA03BF" w:rsidRDefault="00892E0A" w:rsidP="00DA03BF">
      <w:pPr>
        <w:rPr>
          <w:rFonts w:ascii="Times New Roman" w:eastAsia="Times New Roman" w:hAnsi="Times New Roman" w:cs="Times New Roman"/>
          <w:color w:val="auto"/>
          <w:sz w:val="24"/>
          <w:szCs w:val="24"/>
          <w:lang w:val="en-ID" w:eastAsia="en-US"/>
        </w:rPr>
      </w:pPr>
      <w:r>
        <w:t>Config file contains database configuration, application configuration and grails related configuration.</w:t>
      </w:r>
      <w:r w:rsidR="00DA03BF">
        <w:t xml:space="preserve"> Please refer to </w:t>
      </w:r>
      <w:hyperlink r:id="rId8" w:history="1">
        <w:r w:rsidR="00DA03BF" w:rsidRPr="00DA03BF">
          <w:rPr>
            <w:rFonts w:ascii="Times New Roman" w:eastAsia="Times New Roman" w:hAnsi="Times New Roman" w:cs="Times New Roman"/>
            <w:color w:val="0000FF"/>
            <w:sz w:val="24"/>
            <w:szCs w:val="24"/>
            <w:u w:val="single"/>
            <w:lang w:val="en-ID" w:eastAsia="en-US"/>
          </w:rPr>
          <w:t>http://docs.grails.org/3.1.3/guide/conf.html</w:t>
        </w:r>
      </w:hyperlink>
      <w:r w:rsidR="00DA03BF">
        <w:rPr>
          <w:rFonts w:ascii="Times New Roman" w:eastAsia="Times New Roman" w:hAnsi="Times New Roman" w:cs="Times New Roman"/>
          <w:color w:val="auto"/>
          <w:sz w:val="24"/>
          <w:szCs w:val="24"/>
          <w:lang w:val="en-ID" w:eastAsia="en-US"/>
        </w:rPr>
        <w:t xml:space="preserve"> </w:t>
      </w:r>
      <w:r w:rsidR="00DA03BF">
        <w:t>for more information.</w:t>
      </w:r>
    </w:p>
    <w:p w14:paraId="1EB13E8F" w14:textId="77777777" w:rsidR="00B96320" w:rsidRDefault="00B96320" w:rsidP="00B96320">
      <w:pPr>
        <w:pStyle w:val="Heading2"/>
      </w:pPr>
      <w:r>
        <w:t>Database Configuration</w:t>
      </w:r>
    </w:p>
    <w:p w14:paraId="10B9B31E" w14:textId="77777777" w:rsidR="00B96320" w:rsidRDefault="00B96320" w:rsidP="00B96320">
      <w:pPr>
        <w:pStyle w:val="Heading3"/>
        <w:numPr>
          <w:ilvl w:val="2"/>
          <w:numId w:val="3"/>
        </w:numPr>
      </w:pPr>
      <w:r>
        <w:t xml:space="preserve">Wine </w:t>
      </w:r>
      <w:r w:rsidR="009107F2">
        <w:t>Match</w:t>
      </w:r>
      <w:r>
        <w:t xml:space="preserve"> Dashboard Database</w:t>
      </w:r>
    </w:p>
    <w:p w14:paraId="3F193E18" w14:textId="77777777" w:rsidR="00B96320" w:rsidRDefault="00B96320" w:rsidP="00B96320">
      <w:pPr>
        <w:pStyle w:val="Heading3"/>
        <w:numPr>
          <w:ilvl w:val="2"/>
          <w:numId w:val="3"/>
        </w:numPr>
      </w:pPr>
      <w:r>
        <w:t>Wine Database</w:t>
      </w:r>
    </w:p>
    <w:p w14:paraId="46700166" w14:textId="77777777" w:rsidR="00B96320" w:rsidRDefault="00B96320" w:rsidP="00B96320">
      <w:pPr>
        <w:pStyle w:val="Heading2"/>
      </w:pPr>
      <w:r>
        <w:t>Application Configuration</w:t>
      </w:r>
    </w:p>
    <w:p w14:paraId="51F2885C" w14:textId="77777777" w:rsidR="00B96320" w:rsidRDefault="00B96320" w:rsidP="00B96320">
      <w:pPr>
        <w:pStyle w:val="Heading3"/>
        <w:numPr>
          <w:ilvl w:val="2"/>
          <w:numId w:val="3"/>
        </w:numPr>
      </w:pPr>
      <w:r>
        <w:t>Application home directories</w:t>
      </w:r>
    </w:p>
    <w:p w14:paraId="6066173F" w14:textId="77777777" w:rsidR="00B96320" w:rsidRDefault="00B96320" w:rsidP="00B96320">
      <w:pPr>
        <w:pStyle w:val="Heading3"/>
        <w:numPr>
          <w:ilvl w:val="0"/>
          <w:numId w:val="0"/>
        </w:numPr>
        <w:ind w:left="1080"/>
      </w:pPr>
      <w:r>
        <w:t>Application home directories are places to store text files. These files are categorized by:</w:t>
      </w:r>
    </w:p>
    <w:p w14:paraId="4796C652" w14:textId="77777777" w:rsidR="00B96320" w:rsidRPr="004B6FF4" w:rsidRDefault="00B96320" w:rsidP="00B96320">
      <w:pPr>
        <w:pStyle w:val="Heading3"/>
        <w:numPr>
          <w:ilvl w:val="3"/>
          <w:numId w:val="3"/>
        </w:numPr>
      </w:pPr>
      <w:r>
        <w:t xml:space="preserve">Archive: </w:t>
      </w:r>
      <w:r w:rsidR="009107F2">
        <w:t>“</w:t>
      </w:r>
      <w:proofErr w:type="spellStart"/>
      <w:proofErr w:type="gramStart"/>
      <w:r w:rsidRPr="009107F2">
        <w:rPr>
          <w:i/>
          <w:iCs/>
        </w:rPr>
        <w:t>archive.location</w:t>
      </w:r>
      <w:proofErr w:type="spellEnd"/>
      <w:proofErr w:type="gramEnd"/>
      <w:r w:rsidR="009107F2">
        <w:rPr>
          <w:i/>
          <w:iCs/>
        </w:rPr>
        <w:t>”</w:t>
      </w:r>
    </w:p>
    <w:p w14:paraId="7E4309FB" w14:textId="77777777" w:rsidR="004B6FF4" w:rsidRPr="004B6FF4" w:rsidRDefault="004B6FF4" w:rsidP="004B6FF4">
      <w:pPr>
        <w:pStyle w:val="Heading3"/>
        <w:numPr>
          <w:ilvl w:val="0"/>
          <w:numId w:val="0"/>
        </w:numPr>
        <w:ind w:left="1440"/>
      </w:pPr>
      <w:r>
        <w:t xml:space="preserve">Archive location </w:t>
      </w:r>
      <w:r w:rsidR="009107F2">
        <w:t>“</w:t>
      </w:r>
      <w:proofErr w:type="spellStart"/>
      <w:proofErr w:type="gramStart"/>
      <w:r w:rsidR="009107F2" w:rsidRPr="009107F2">
        <w:rPr>
          <w:i/>
          <w:iCs/>
        </w:rPr>
        <w:t>archive.location</w:t>
      </w:r>
      <w:proofErr w:type="spellEnd"/>
      <w:proofErr w:type="gramEnd"/>
      <w:r w:rsidR="009107F2">
        <w:rPr>
          <w:i/>
          <w:iCs/>
        </w:rPr>
        <w:t>”</w:t>
      </w:r>
      <w:r w:rsidR="009107F2">
        <w:t xml:space="preserve"> </w:t>
      </w:r>
      <w:r w:rsidR="00E33485">
        <w:t>is</w:t>
      </w:r>
      <w:r>
        <w:t xml:space="preserve"> used to store archived files. Archived files are old backup text files that no longer required</w:t>
      </w:r>
      <w:r w:rsidR="00171960">
        <w:t xml:space="preserve"> by the application</w:t>
      </w:r>
      <w:r w:rsidR="009107F2">
        <w:t>.</w:t>
      </w:r>
    </w:p>
    <w:p w14:paraId="6CE2EC59" w14:textId="77777777" w:rsidR="00B96320" w:rsidRDefault="00B96320" w:rsidP="00B96320">
      <w:pPr>
        <w:pStyle w:val="Heading3"/>
        <w:numPr>
          <w:ilvl w:val="3"/>
          <w:numId w:val="3"/>
        </w:numPr>
      </w:pPr>
      <w:r>
        <w:t xml:space="preserve">Config: </w:t>
      </w:r>
      <w:r w:rsidR="009107F2">
        <w:t>“</w:t>
      </w:r>
      <w:proofErr w:type="spellStart"/>
      <w:proofErr w:type="gramStart"/>
      <w:r w:rsidRPr="009107F2">
        <w:rPr>
          <w:i/>
          <w:iCs/>
        </w:rPr>
        <w:t>config.location</w:t>
      </w:r>
      <w:proofErr w:type="spellEnd"/>
      <w:proofErr w:type="gramEnd"/>
      <w:r w:rsidR="009107F2">
        <w:rPr>
          <w:i/>
          <w:iCs/>
        </w:rPr>
        <w:t>”</w:t>
      </w:r>
      <w:r w:rsidR="004B6FF4">
        <w:t xml:space="preserve">, </w:t>
      </w:r>
      <w:r w:rsidR="009107F2">
        <w:t>“</w:t>
      </w:r>
      <w:r w:rsidRPr="009107F2">
        <w:rPr>
          <w:i/>
          <w:iCs/>
        </w:rPr>
        <w:t xml:space="preserve">config. </w:t>
      </w:r>
      <w:proofErr w:type="spellStart"/>
      <w:r w:rsidRPr="009107F2">
        <w:rPr>
          <w:i/>
          <w:iCs/>
        </w:rPr>
        <w:t>backupLocation</w:t>
      </w:r>
      <w:proofErr w:type="spellEnd"/>
      <w:r w:rsidR="009107F2">
        <w:rPr>
          <w:i/>
          <w:iCs/>
        </w:rPr>
        <w:t>”</w:t>
      </w:r>
    </w:p>
    <w:p w14:paraId="5892106F" w14:textId="77777777" w:rsidR="009107F2" w:rsidRDefault="009107F2" w:rsidP="009107F2">
      <w:pPr>
        <w:pStyle w:val="Heading3"/>
        <w:numPr>
          <w:ilvl w:val="0"/>
          <w:numId w:val="0"/>
        </w:numPr>
        <w:ind w:left="1440"/>
      </w:pPr>
      <w:r>
        <w:t>Config location “</w:t>
      </w:r>
      <w:proofErr w:type="spellStart"/>
      <w:proofErr w:type="gramStart"/>
      <w:r w:rsidRPr="009107F2">
        <w:rPr>
          <w:i/>
          <w:iCs/>
        </w:rPr>
        <w:t>config.location</w:t>
      </w:r>
      <w:proofErr w:type="spellEnd"/>
      <w:proofErr w:type="gramEnd"/>
      <w:r>
        <w:t xml:space="preserve">” is location </w:t>
      </w:r>
      <w:r w:rsidR="00914ADA">
        <w:t xml:space="preserve">to put text files to give input to the application. </w:t>
      </w:r>
      <w:r>
        <w:t xml:space="preserve">Those </w:t>
      </w:r>
      <w:r w:rsidR="00914ADA">
        <w:t>text</w:t>
      </w:r>
      <w:r>
        <w:t xml:space="preserve"> files are:</w:t>
      </w:r>
    </w:p>
    <w:p w14:paraId="768D6722" w14:textId="77777777" w:rsidR="009107F2" w:rsidRDefault="009107F2" w:rsidP="009107F2">
      <w:pPr>
        <w:pStyle w:val="Heading3"/>
        <w:numPr>
          <w:ilvl w:val="0"/>
          <w:numId w:val="5"/>
        </w:numPr>
      </w:pPr>
      <w:r>
        <w:lastRenderedPageBreak/>
        <w:t xml:space="preserve">Wine Database: </w:t>
      </w:r>
      <w:r w:rsidRPr="009107F2">
        <w:rPr>
          <w:i/>
          <w:iCs/>
        </w:rPr>
        <w:t>winedb.txt</w:t>
      </w:r>
    </w:p>
    <w:p w14:paraId="29BA8A60" w14:textId="77777777" w:rsidR="009107F2" w:rsidRDefault="009107F2" w:rsidP="009107F2">
      <w:pPr>
        <w:pStyle w:val="Heading3"/>
        <w:numPr>
          <w:ilvl w:val="0"/>
          <w:numId w:val="5"/>
        </w:numPr>
      </w:pPr>
      <w:r>
        <w:t xml:space="preserve">Wine Name Aliases: </w:t>
      </w:r>
      <w:r w:rsidRPr="00914ADA">
        <w:rPr>
          <w:i/>
          <w:iCs/>
        </w:rPr>
        <w:t>wine</w:t>
      </w:r>
      <w:r w:rsidR="00914ADA" w:rsidRPr="00914ADA">
        <w:rPr>
          <w:i/>
          <w:iCs/>
        </w:rPr>
        <w:t>-aliases.txt</w:t>
      </w:r>
    </w:p>
    <w:p w14:paraId="745B44A3" w14:textId="77777777" w:rsidR="00914ADA" w:rsidRDefault="00914ADA" w:rsidP="009107F2">
      <w:pPr>
        <w:pStyle w:val="Heading3"/>
        <w:numPr>
          <w:ilvl w:val="0"/>
          <w:numId w:val="5"/>
        </w:numPr>
      </w:pPr>
      <w:r>
        <w:t xml:space="preserve">Wine Keywords: </w:t>
      </w:r>
      <w:r w:rsidRPr="00EE6A66">
        <w:rPr>
          <w:i/>
          <w:iCs/>
        </w:rPr>
        <w:t>wine-keywords-input.txt</w:t>
      </w:r>
    </w:p>
    <w:p w14:paraId="6C651128" w14:textId="77777777" w:rsidR="00914ADA" w:rsidRDefault="00914ADA" w:rsidP="009107F2">
      <w:pPr>
        <w:pStyle w:val="Heading3"/>
        <w:numPr>
          <w:ilvl w:val="0"/>
          <w:numId w:val="5"/>
        </w:numPr>
      </w:pPr>
      <w:r>
        <w:t xml:space="preserve">Bottle Size: </w:t>
      </w:r>
      <w:r w:rsidRPr="00EE6A66">
        <w:rPr>
          <w:i/>
          <w:iCs/>
        </w:rPr>
        <w:t>wine-bottle-sizes.txt</w:t>
      </w:r>
    </w:p>
    <w:p w14:paraId="7C5013C1" w14:textId="77777777" w:rsidR="00914ADA" w:rsidRDefault="00914ADA" w:rsidP="009107F2">
      <w:pPr>
        <w:pStyle w:val="Heading3"/>
        <w:numPr>
          <w:ilvl w:val="0"/>
          <w:numId w:val="5"/>
        </w:numPr>
      </w:pPr>
      <w:r>
        <w:t xml:space="preserve">Varieties: </w:t>
      </w:r>
      <w:r w:rsidRPr="00EE6A66">
        <w:rPr>
          <w:i/>
          <w:iCs/>
        </w:rPr>
        <w:t>varieties.txt</w:t>
      </w:r>
    </w:p>
    <w:p w14:paraId="2712C66E" w14:textId="77777777" w:rsidR="00914ADA" w:rsidRDefault="00914ADA" w:rsidP="009107F2">
      <w:pPr>
        <w:pStyle w:val="Heading3"/>
        <w:numPr>
          <w:ilvl w:val="0"/>
          <w:numId w:val="5"/>
        </w:numPr>
      </w:pPr>
      <w:r>
        <w:t xml:space="preserve">Config File: </w:t>
      </w:r>
      <w:r w:rsidRPr="00EE6A66">
        <w:rPr>
          <w:i/>
          <w:iCs/>
        </w:rPr>
        <w:t>config-file.txt</w:t>
      </w:r>
    </w:p>
    <w:p w14:paraId="1653326B" w14:textId="77777777" w:rsidR="00914ADA" w:rsidRDefault="00914ADA" w:rsidP="009107F2">
      <w:pPr>
        <w:pStyle w:val="Heading3"/>
        <w:numPr>
          <w:ilvl w:val="0"/>
          <w:numId w:val="5"/>
        </w:numPr>
      </w:pPr>
      <w:r>
        <w:t xml:space="preserve">Retailer Table: </w:t>
      </w:r>
      <w:r w:rsidRPr="00EE6A66">
        <w:rPr>
          <w:i/>
          <w:iCs/>
        </w:rPr>
        <w:t>retailer-table.txt</w:t>
      </w:r>
    </w:p>
    <w:p w14:paraId="10C1FF27" w14:textId="77777777" w:rsidR="00914ADA" w:rsidRDefault="00914ADA" w:rsidP="009107F2">
      <w:pPr>
        <w:pStyle w:val="Heading3"/>
        <w:numPr>
          <w:ilvl w:val="0"/>
          <w:numId w:val="5"/>
        </w:numPr>
      </w:pPr>
      <w:r>
        <w:t xml:space="preserve">RP Mongo Map: </w:t>
      </w:r>
      <w:r w:rsidRPr="00EE6A66">
        <w:rPr>
          <w:i/>
          <w:iCs/>
        </w:rPr>
        <w:t>mongomap.txt</w:t>
      </w:r>
    </w:p>
    <w:p w14:paraId="7D662B32" w14:textId="77777777" w:rsidR="00914ADA" w:rsidRDefault="00914ADA" w:rsidP="009107F2">
      <w:pPr>
        <w:pStyle w:val="Heading3"/>
        <w:numPr>
          <w:ilvl w:val="0"/>
          <w:numId w:val="5"/>
        </w:numPr>
      </w:pPr>
      <w:r>
        <w:t xml:space="preserve">Wine Appellation: </w:t>
      </w:r>
      <w:r w:rsidRPr="00EE6A66">
        <w:rPr>
          <w:i/>
          <w:iCs/>
        </w:rPr>
        <w:t>wine-appellation.txt</w:t>
      </w:r>
    </w:p>
    <w:p w14:paraId="53940790" w14:textId="77777777" w:rsidR="00914ADA" w:rsidRDefault="00914ADA" w:rsidP="009107F2">
      <w:pPr>
        <w:pStyle w:val="Heading3"/>
        <w:numPr>
          <w:ilvl w:val="0"/>
          <w:numId w:val="5"/>
        </w:numPr>
      </w:pPr>
      <w:r>
        <w:t xml:space="preserve">Producer Indexing: </w:t>
      </w:r>
      <w:r w:rsidRPr="00EE6A66">
        <w:rPr>
          <w:i/>
          <w:iCs/>
        </w:rPr>
        <w:t>producer-indexing.txt</w:t>
      </w:r>
    </w:p>
    <w:p w14:paraId="70F2F674" w14:textId="77777777" w:rsidR="00EE6A66" w:rsidRDefault="00914ADA" w:rsidP="00EE6A66">
      <w:pPr>
        <w:pStyle w:val="Heading3"/>
        <w:numPr>
          <w:ilvl w:val="0"/>
          <w:numId w:val="5"/>
        </w:numPr>
      </w:pPr>
      <w:r>
        <w:t xml:space="preserve">Keyword Automation Files: </w:t>
      </w:r>
      <w:r w:rsidR="00EE6A66" w:rsidRPr="00EE6A66">
        <w:rPr>
          <w:i/>
          <w:iCs/>
        </w:rPr>
        <w:t>mass-changes.txt, custom-changes.txt, producer-elims.txt, wine-elims.txt, color-substitution.txt, color-not-strings.txt, {</w:t>
      </w:r>
      <w:proofErr w:type="spellStart"/>
      <w:r w:rsidR="00EE6A66" w:rsidRPr="00EE6A66">
        <w:rPr>
          <w:i/>
          <w:iCs/>
        </w:rPr>
        <w:t>spread_tables_files</w:t>
      </w:r>
      <w:proofErr w:type="spellEnd"/>
      <w:r w:rsidR="00EE6A66" w:rsidRPr="00EE6A66">
        <w:rPr>
          <w:i/>
          <w:iCs/>
        </w:rPr>
        <w:t>}.txt, red-opposites.txt, reserve-words.txt, rose-opposites.txt, white-opposites.txt</w:t>
      </w:r>
    </w:p>
    <w:p w14:paraId="33E5A37F" w14:textId="77777777" w:rsidR="00EE6A66" w:rsidRDefault="00EE6A66" w:rsidP="00EE6A66">
      <w:pPr>
        <w:pStyle w:val="Heading3"/>
        <w:numPr>
          <w:ilvl w:val="0"/>
          <w:numId w:val="0"/>
        </w:numPr>
        <w:ind w:left="1440"/>
      </w:pPr>
      <w:r>
        <w:t xml:space="preserve">Those files will be parsed by application </w:t>
      </w:r>
      <w:proofErr w:type="spellStart"/>
      <w:r>
        <w:t>cron</w:t>
      </w:r>
      <w:proofErr w:type="spellEnd"/>
      <w:r>
        <w:t xml:space="preserve"> job and update related tables data in database. Details about config files will be explained at Config Files section and details about </w:t>
      </w:r>
      <w:proofErr w:type="spellStart"/>
      <w:r>
        <w:t>cron</w:t>
      </w:r>
      <w:proofErr w:type="spellEnd"/>
      <w:r>
        <w:t xml:space="preserve"> job will be explained at Cron Jobs section.</w:t>
      </w:r>
    </w:p>
    <w:p w14:paraId="0BBE1396" w14:textId="77777777" w:rsidR="00B1481F" w:rsidRDefault="00B1481F" w:rsidP="00B96320">
      <w:pPr>
        <w:pStyle w:val="Heading3"/>
        <w:numPr>
          <w:ilvl w:val="3"/>
          <w:numId w:val="3"/>
        </w:numPr>
      </w:pPr>
      <w:r>
        <w:t xml:space="preserve">Crawl Output: </w:t>
      </w:r>
      <w:r w:rsidR="009107F2">
        <w:t>“</w:t>
      </w:r>
      <w:proofErr w:type="spellStart"/>
      <w:r w:rsidRPr="00171960">
        <w:rPr>
          <w:i/>
          <w:iCs/>
        </w:rPr>
        <w:t>crawlOut.location</w:t>
      </w:r>
      <w:proofErr w:type="spellEnd"/>
      <w:r w:rsidR="009107F2">
        <w:t>”</w:t>
      </w:r>
      <w:r w:rsidR="004B6FF4">
        <w:t>,</w:t>
      </w:r>
      <w:r>
        <w:t xml:space="preserve"> </w:t>
      </w:r>
      <w:r w:rsidR="009107F2">
        <w:t>“</w:t>
      </w:r>
      <w:proofErr w:type="spellStart"/>
      <w:r w:rsidRPr="00171960">
        <w:rPr>
          <w:i/>
          <w:iCs/>
        </w:rPr>
        <w:t>crawlOut.backupLocation</w:t>
      </w:r>
      <w:proofErr w:type="spellEnd"/>
      <w:r w:rsidR="009107F2">
        <w:t>”</w:t>
      </w:r>
    </w:p>
    <w:p w14:paraId="160209CE" w14:textId="77777777" w:rsidR="00E33485" w:rsidRDefault="00E33485" w:rsidP="00B378C3">
      <w:pPr>
        <w:pStyle w:val="Heading3"/>
        <w:numPr>
          <w:ilvl w:val="0"/>
          <w:numId w:val="5"/>
        </w:numPr>
      </w:pPr>
      <w:r>
        <w:t xml:space="preserve">Crawl </w:t>
      </w:r>
      <w:r w:rsidR="00171960">
        <w:t>o</w:t>
      </w:r>
      <w:r>
        <w:t>utput location “</w:t>
      </w:r>
      <w:proofErr w:type="spellStart"/>
      <w:r w:rsidRPr="00171960">
        <w:rPr>
          <w:i/>
          <w:iCs/>
        </w:rPr>
        <w:t>crawlOut.location</w:t>
      </w:r>
      <w:proofErr w:type="spellEnd"/>
      <w:r>
        <w:t>” is used to store web crawler results as text file.</w:t>
      </w:r>
    </w:p>
    <w:p w14:paraId="673EF308" w14:textId="77777777" w:rsidR="00171960" w:rsidRDefault="00171960" w:rsidP="00B378C3">
      <w:pPr>
        <w:pStyle w:val="Heading3"/>
        <w:numPr>
          <w:ilvl w:val="0"/>
          <w:numId w:val="5"/>
        </w:numPr>
      </w:pPr>
      <w:r>
        <w:t>Crawl output backup location “</w:t>
      </w:r>
      <w:proofErr w:type="spellStart"/>
      <w:r w:rsidRPr="00171960">
        <w:rPr>
          <w:i/>
          <w:iCs/>
        </w:rPr>
        <w:t>crawlOut.backupLocation</w:t>
      </w:r>
      <w:proofErr w:type="spellEnd"/>
      <w:r>
        <w:t>” is used to store old crawler output files as backup.</w:t>
      </w:r>
    </w:p>
    <w:p w14:paraId="74FE79E2" w14:textId="77777777" w:rsidR="00B1481F" w:rsidRDefault="004B6FF4" w:rsidP="00B96320">
      <w:pPr>
        <w:pStyle w:val="Heading3"/>
        <w:numPr>
          <w:ilvl w:val="3"/>
          <w:numId w:val="3"/>
        </w:numPr>
      </w:pPr>
      <w:r>
        <w:t xml:space="preserve">Download: </w:t>
      </w:r>
      <w:r w:rsidR="00171960">
        <w:t>“</w:t>
      </w:r>
      <w:proofErr w:type="spellStart"/>
      <w:proofErr w:type="gramStart"/>
      <w:r w:rsidRPr="00171960">
        <w:rPr>
          <w:i/>
          <w:iCs/>
        </w:rPr>
        <w:t>download.location</w:t>
      </w:r>
      <w:proofErr w:type="spellEnd"/>
      <w:proofErr w:type="gramEnd"/>
      <w:r w:rsidR="00171960">
        <w:t>”</w:t>
      </w:r>
    </w:p>
    <w:p w14:paraId="6196B63B" w14:textId="77777777" w:rsidR="00171960" w:rsidRPr="00171960" w:rsidRDefault="00171960" w:rsidP="00171960">
      <w:pPr>
        <w:pStyle w:val="Heading3"/>
        <w:numPr>
          <w:ilvl w:val="0"/>
          <w:numId w:val="0"/>
        </w:numPr>
        <w:ind w:left="1440"/>
      </w:pPr>
      <w:r>
        <w:t>Download location “</w:t>
      </w:r>
      <w:proofErr w:type="spellStart"/>
      <w:proofErr w:type="gramStart"/>
      <w:r w:rsidRPr="00171960">
        <w:rPr>
          <w:i/>
          <w:iCs/>
        </w:rPr>
        <w:t>download.location</w:t>
      </w:r>
      <w:proofErr w:type="spellEnd"/>
      <w:proofErr w:type="gramEnd"/>
      <w:r>
        <w:t xml:space="preserve">” is used to store some tables dump as text file. Those files are </w:t>
      </w:r>
      <w:r w:rsidRPr="00171960">
        <w:rPr>
          <w:i/>
          <w:iCs/>
        </w:rPr>
        <w:t xml:space="preserve">Wine Database, </w:t>
      </w:r>
      <w:proofErr w:type="spellStart"/>
      <w:r w:rsidRPr="00171960">
        <w:rPr>
          <w:i/>
          <w:iCs/>
        </w:rPr>
        <w:t>Mongomap</w:t>
      </w:r>
      <w:proofErr w:type="spellEnd"/>
      <w:r w:rsidRPr="00171960">
        <w:rPr>
          <w:i/>
          <w:iCs/>
        </w:rPr>
        <w:t xml:space="preserve"> Database, Wine Keyword, Producer Keyword</w:t>
      </w:r>
      <w:r>
        <w:rPr>
          <w:i/>
          <w:iCs/>
        </w:rPr>
        <w:t>.</w:t>
      </w:r>
    </w:p>
    <w:p w14:paraId="6DD9DB42" w14:textId="77777777" w:rsidR="004B6FF4" w:rsidRDefault="004B6FF4" w:rsidP="00B96320">
      <w:pPr>
        <w:pStyle w:val="Heading3"/>
        <w:numPr>
          <w:ilvl w:val="3"/>
          <w:numId w:val="3"/>
        </w:numPr>
      </w:pPr>
      <w:r>
        <w:t xml:space="preserve">History: </w:t>
      </w:r>
      <w:r w:rsidR="00DA03BF">
        <w:t>“</w:t>
      </w:r>
      <w:proofErr w:type="spellStart"/>
      <w:proofErr w:type="gramStart"/>
      <w:r w:rsidRPr="00DA03BF">
        <w:rPr>
          <w:i/>
          <w:iCs/>
        </w:rPr>
        <w:t>history.location</w:t>
      </w:r>
      <w:proofErr w:type="spellEnd"/>
      <w:proofErr w:type="gramEnd"/>
      <w:r w:rsidR="00DA03BF">
        <w:t>”</w:t>
      </w:r>
      <w:r>
        <w:t xml:space="preserve">, </w:t>
      </w:r>
      <w:r w:rsidR="00DA03BF">
        <w:t>“</w:t>
      </w:r>
      <w:proofErr w:type="spellStart"/>
      <w:r w:rsidRPr="00DA03BF">
        <w:rPr>
          <w:i/>
          <w:iCs/>
        </w:rPr>
        <w:t>history.backupLocation</w:t>
      </w:r>
      <w:proofErr w:type="spellEnd"/>
      <w:r w:rsidR="00DA03BF">
        <w:t>”</w:t>
      </w:r>
    </w:p>
    <w:p w14:paraId="59BD6D68" w14:textId="77777777" w:rsidR="005C33F9" w:rsidRDefault="005C33F9" w:rsidP="00B378C3">
      <w:pPr>
        <w:pStyle w:val="Heading3"/>
        <w:numPr>
          <w:ilvl w:val="0"/>
          <w:numId w:val="5"/>
        </w:numPr>
      </w:pPr>
      <w:r>
        <w:t>History location “</w:t>
      </w:r>
      <w:proofErr w:type="spellStart"/>
      <w:proofErr w:type="gramStart"/>
      <w:r w:rsidRPr="005C33F9">
        <w:rPr>
          <w:i/>
          <w:iCs/>
        </w:rPr>
        <w:t>history.location</w:t>
      </w:r>
      <w:proofErr w:type="spellEnd"/>
      <w:proofErr w:type="gramEnd"/>
      <w:r>
        <w:t>” is used to store the history tables as text file. History table/file is a file to store validated match between retailer wines and database wines.</w:t>
      </w:r>
    </w:p>
    <w:p w14:paraId="531B277D" w14:textId="77777777" w:rsidR="005C33F9" w:rsidRDefault="005C33F9" w:rsidP="00B378C3">
      <w:pPr>
        <w:pStyle w:val="Heading3"/>
        <w:numPr>
          <w:ilvl w:val="0"/>
          <w:numId w:val="5"/>
        </w:numPr>
      </w:pPr>
      <w:r>
        <w:t>History backup location “</w:t>
      </w:r>
      <w:proofErr w:type="spellStart"/>
      <w:proofErr w:type="gramStart"/>
      <w:r w:rsidRPr="005C33F9">
        <w:rPr>
          <w:i/>
          <w:iCs/>
        </w:rPr>
        <w:t>history.backupLocation</w:t>
      </w:r>
      <w:proofErr w:type="spellEnd"/>
      <w:proofErr w:type="gramEnd"/>
      <w:r>
        <w:t xml:space="preserve">” is used to </w:t>
      </w:r>
      <w:r w:rsidR="00B378C3">
        <w:t>store old history files as backup. Backup file is always created before application modify the history file.</w:t>
      </w:r>
    </w:p>
    <w:p w14:paraId="53C6D827" w14:textId="77777777" w:rsidR="004B6FF4" w:rsidRDefault="004B6FF4" w:rsidP="004B6FF4">
      <w:pPr>
        <w:pStyle w:val="Heading3"/>
        <w:numPr>
          <w:ilvl w:val="3"/>
          <w:numId w:val="3"/>
        </w:numPr>
      </w:pPr>
      <w:r>
        <w:t xml:space="preserve">Matched: </w:t>
      </w:r>
      <w:r w:rsidR="00DA03BF">
        <w:t>“</w:t>
      </w:r>
      <w:proofErr w:type="spellStart"/>
      <w:proofErr w:type="gramStart"/>
      <w:r w:rsidRPr="00DA03BF">
        <w:rPr>
          <w:i/>
          <w:iCs/>
        </w:rPr>
        <w:t>matched.location</w:t>
      </w:r>
      <w:proofErr w:type="spellEnd"/>
      <w:proofErr w:type="gramEnd"/>
      <w:r w:rsidR="00DA03BF">
        <w:t>”</w:t>
      </w:r>
      <w:r>
        <w:t xml:space="preserve">, </w:t>
      </w:r>
      <w:r w:rsidR="00DA03BF">
        <w:t>“</w:t>
      </w:r>
      <w:proofErr w:type="spellStart"/>
      <w:r w:rsidRPr="00DA03BF">
        <w:rPr>
          <w:i/>
          <w:iCs/>
        </w:rPr>
        <w:t>matched.backupLocation</w:t>
      </w:r>
      <w:proofErr w:type="spellEnd"/>
      <w:r w:rsidR="00DA03BF">
        <w:t>”</w:t>
      </w:r>
    </w:p>
    <w:p w14:paraId="0E5F1FAC" w14:textId="77777777" w:rsidR="00B378C3" w:rsidRDefault="00B378C3" w:rsidP="00B378C3">
      <w:pPr>
        <w:pStyle w:val="Heading3"/>
        <w:numPr>
          <w:ilvl w:val="0"/>
          <w:numId w:val="5"/>
        </w:numPr>
      </w:pPr>
      <w:r>
        <w:t>Matched location “</w:t>
      </w:r>
      <w:proofErr w:type="spellStart"/>
      <w:proofErr w:type="gramStart"/>
      <w:r w:rsidRPr="00DA03BF">
        <w:rPr>
          <w:i/>
          <w:iCs/>
        </w:rPr>
        <w:t>matched.location</w:t>
      </w:r>
      <w:proofErr w:type="spellEnd"/>
      <w:proofErr w:type="gramEnd"/>
      <w:r>
        <w:t>” is used to store history match and keyword match results as text file. History match results are stored under “</w:t>
      </w:r>
      <w:r w:rsidRPr="00B378C3">
        <w:rPr>
          <w:i/>
          <w:iCs/>
        </w:rPr>
        <w:t>history</w:t>
      </w:r>
      <w:r>
        <w:t>” folder in this location, while keyword match results are stored under “</w:t>
      </w:r>
      <w:r w:rsidRPr="00B378C3">
        <w:rPr>
          <w:i/>
          <w:iCs/>
        </w:rPr>
        <w:t>keyword</w:t>
      </w:r>
      <w:r>
        <w:t>” folder in this location.</w:t>
      </w:r>
    </w:p>
    <w:p w14:paraId="724EB23E" w14:textId="77777777" w:rsidR="00B378C3" w:rsidRDefault="00B378C3" w:rsidP="00776857">
      <w:pPr>
        <w:pStyle w:val="Heading3"/>
        <w:numPr>
          <w:ilvl w:val="0"/>
          <w:numId w:val="5"/>
        </w:numPr>
      </w:pPr>
      <w:r>
        <w:t>Matched backup location “</w:t>
      </w:r>
      <w:proofErr w:type="spellStart"/>
      <w:proofErr w:type="gramStart"/>
      <w:r w:rsidRPr="00DA03BF">
        <w:rPr>
          <w:i/>
          <w:iCs/>
        </w:rPr>
        <w:t>matched.backupLocation</w:t>
      </w:r>
      <w:proofErr w:type="spellEnd"/>
      <w:proofErr w:type="gramEnd"/>
      <w:r>
        <w:t xml:space="preserve">” is used to store old history match and old keyword match files as backup. History match </w:t>
      </w:r>
      <w:r>
        <w:lastRenderedPageBreak/>
        <w:t>backup files are stored under “</w:t>
      </w:r>
      <w:r w:rsidRPr="00B378C3">
        <w:rPr>
          <w:i/>
          <w:iCs/>
        </w:rPr>
        <w:t>history</w:t>
      </w:r>
      <w:r>
        <w:t xml:space="preserve">” folder in this location, while keyword match </w:t>
      </w:r>
      <w:r w:rsidR="00DA03BF">
        <w:t>backup files</w:t>
      </w:r>
      <w:r>
        <w:t xml:space="preserve"> are stored under “</w:t>
      </w:r>
      <w:r w:rsidRPr="00B378C3">
        <w:rPr>
          <w:i/>
          <w:iCs/>
        </w:rPr>
        <w:t>keyword</w:t>
      </w:r>
      <w:r>
        <w:t>” folder in this location.</w:t>
      </w:r>
    </w:p>
    <w:p w14:paraId="5018ED88" w14:textId="77777777" w:rsidR="00B96320" w:rsidRDefault="004B6FF4" w:rsidP="00B96320">
      <w:pPr>
        <w:pStyle w:val="Heading3"/>
        <w:numPr>
          <w:ilvl w:val="2"/>
          <w:numId w:val="3"/>
        </w:numPr>
      </w:pPr>
      <w:r>
        <w:t>Cron server</w:t>
      </w:r>
    </w:p>
    <w:p w14:paraId="675D61BB" w14:textId="77777777" w:rsidR="00776857" w:rsidRDefault="00776857" w:rsidP="00776857">
      <w:pPr>
        <w:pStyle w:val="Heading3"/>
        <w:numPr>
          <w:ilvl w:val="0"/>
          <w:numId w:val="0"/>
        </w:numPr>
        <w:ind w:left="1080"/>
      </w:pPr>
      <w:r>
        <w:t xml:space="preserve">Cron server configuration is used </w:t>
      </w:r>
      <w:r w:rsidR="001A2BAD">
        <w:t xml:space="preserve">for </w:t>
      </w:r>
      <w:r>
        <w:t xml:space="preserve">access </w:t>
      </w:r>
      <w:r w:rsidR="001A2BAD">
        <w:t xml:space="preserve">to the </w:t>
      </w:r>
      <w:proofErr w:type="spellStart"/>
      <w:r w:rsidR="001A2BAD">
        <w:t>RobertParker</w:t>
      </w:r>
      <w:proofErr w:type="spellEnd"/>
      <w:r w:rsidR="001A2BAD">
        <w:t xml:space="preserve"> Cron FTP Server to download retailer tasting note files. Those files will be transferred to Wine Alert </w:t>
      </w:r>
      <w:r w:rsidR="002A0A8A">
        <w:t>S</w:t>
      </w:r>
      <w:r w:rsidR="001A2BAD">
        <w:t>FTP Server.</w:t>
      </w:r>
    </w:p>
    <w:p w14:paraId="047B2F49" w14:textId="77777777" w:rsidR="004B6FF4" w:rsidRDefault="004B6FF4" w:rsidP="00B96320">
      <w:pPr>
        <w:pStyle w:val="Heading3"/>
        <w:numPr>
          <w:ilvl w:val="2"/>
          <w:numId w:val="3"/>
        </w:numPr>
      </w:pPr>
      <w:r>
        <w:t>Fixer</w:t>
      </w:r>
    </w:p>
    <w:p w14:paraId="04D1A9A9" w14:textId="77777777" w:rsidR="001A2BAD" w:rsidRDefault="001A2BAD" w:rsidP="001A2BAD">
      <w:pPr>
        <w:pStyle w:val="Heading3"/>
        <w:numPr>
          <w:ilvl w:val="0"/>
          <w:numId w:val="0"/>
        </w:numPr>
        <w:ind w:left="1080"/>
      </w:pPr>
      <w:r>
        <w:t xml:space="preserve">Fixer configuration is used for access to the Fixer API to pull currency rates and update the database. Please refer to </w:t>
      </w:r>
      <w:hyperlink r:id="rId9" w:history="1">
        <w:r w:rsidRPr="001A2BAD">
          <w:rPr>
            <w:rFonts w:ascii="Times New Roman" w:eastAsia="Times New Roman" w:hAnsi="Times New Roman" w:cs="Times New Roman"/>
            <w:color w:val="0000FF"/>
            <w:sz w:val="24"/>
            <w:u w:val="single"/>
            <w:lang w:val="en-ID" w:eastAsia="en-US"/>
          </w:rPr>
          <w:t>https://fixer.io/documentation</w:t>
        </w:r>
      </w:hyperlink>
      <w:r>
        <w:t xml:space="preserve"> for more information.</w:t>
      </w:r>
    </w:p>
    <w:p w14:paraId="7A667D53" w14:textId="77777777" w:rsidR="00B96320" w:rsidRDefault="004B6FF4" w:rsidP="001A2BAD">
      <w:pPr>
        <w:pStyle w:val="Heading3"/>
        <w:numPr>
          <w:ilvl w:val="2"/>
          <w:numId w:val="3"/>
        </w:numPr>
      </w:pPr>
      <w:r>
        <w:t>Tasting Note</w:t>
      </w:r>
    </w:p>
    <w:p w14:paraId="48E2DD8D" w14:textId="77777777" w:rsidR="002A0A8A" w:rsidRDefault="002A0A8A" w:rsidP="002A0A8A">
      <w:pPr>
        <w:pStyle w:val="Heading3"/>
        <w:numPr>
          <w:ilvl w:val="0"/>
          <w:numId w:val="0"/>
        </w:numPr>
        <w:ind w:left="1080"/>
      </w:pPr>
      <w:r>
        <w:t>Tasting Note configuration is used for access to the Wine Alert SFTP Server. Username “</w:t>
      </w:r>
      <w:proofErr w:type="spellStart"/>
      <w:r w:rsidRPr="00CD3834">
        <w:rPr>
          <w:i/>
          <w:iCs/>
        </w:rPr>
        <w:t>sftp</w:t>
      </w:r>
      <w:r w:rsidR="00CD3834" w:rsidRPr="00CD3834">
        <w:rPr>
          <w:i/>
          <w:iCs/>
        </w:rPr>
        <w:t>Username</w:t>
      </w:r>
      <w:proofErr w:type="spellEnd"/>
      <w:r>
        <w:t>”</w:t>
      </w:r>
      <w:r w:rsidR="00CD3834">
        <w:t xml:space="preserve"> and Password “</w:t>
      </w:r>
      <w:proofErr w:type="spellStart"/>
      <w:r w:rsidR="00CD3834" w:rsidRPr="00CD3834">
        <w:rPr>
          <w:i/>
          <w:iCs/>
        </w:rPr>
        <w:t>sftpPassword</w:t>
      </w:r>
      <w:proofErr w:type="spellEnd"/>
      <w:r w:rsidR="00CD3834">
        <w:t>” are non</w:t>
      </w:r>
      <w:r w:rsidR="00D5410B">
        <w:t>-</w:t>
      </w:r>
      <w:r w:rsidR="00CD3834">
        <w:t xml:space="preserve">production configuration. Username and Password for production are stored in </w:t>
      </w:r>
      <w:proofErr w:type="spellStart"/>
      <w:r w:rsidR="00CD3834" w:rsidRPr="00CD3834">
        <w:rPr>
          <w:i/>
          <w:iCs/>
        </w:rPr>
        <w:t>web_crawler</w:t>
      </w:r>
      <w:proofErr w:type="spellEnd"/>
      <w:r w:rsidR="00CD3834">
        <w:t xml:space="preserve"> table and vary for each retailer.</w:t>
      </w:r>
    </w:p>
    <w:p w14:paraId="26E842B6" w14:textId="3C957AF7" w:rsidR="004B5378" w:rsidRDefault="00C135D1" w:rsidP="001A12FC">
      <w:pPr>
        <w:pStyle w:val="Heading1"/>
      </w:pPr>
      <w:r>
        <w:t>Google Chrome Installation</w:t>
      </w:r>
    </w:p>
    <w:p w14:paraId="7E23DBD8" w14:textId="33287179" w:rsidR="00C135D1" w:rsidRDefault="00C135D1" w:rsidP="00C135D1">
      <w:r>
        <w:t xml:space="preserve">Google Chrome is required for crawler. Async web page require google chrome as web driver. To install Google Chrome or </w:t>
      </w:r>
      <w:proofErr w:type="spellStart"/>
      <w:r>
        <w:t>unix</w:t>
      </w:r>
      <w:proofErr w:type="spellEnd"/>
      <w:r>
        <w:t xml:space="preserve"> and </w:t>
      </w:r>
      <w:proofErr w:type="spellStart"/>
      <w:r>
        <w:t>linux</w:t>
      </w:r>
      <w:proofErr w:type="spellEnd"/>
      <w:r>
        <w:t>, user the following command:</w:t>
      </w:r>
      <w:r w:rsidRPr="00C135D1">
        <w:t xml:space="preserve"> </w:t>
      </w:r>
    </w:p>
    <w:p w14:paraId="40B5F8FC" w14:textId="76A2DABE" w:rsidR="00C135D1" w:rsidRPr="00FC0C2F" w:rsidRDefault="00C135D1" w:rsidP="00C135D1">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curl https://intolli.com/install-google-chrome.sh | bash</w:t>
      </w:r>
    </w:p>
    <w:p w14:paraId="4D9B3424" w14:textId="29E79DE3" w:rsidR="00C135D1" w:rsidRDefault="00C135D1" w:rsidP="00C135D1"/>
    <w:p w14:paraId="35A0E415" w14:textId="5B4C4B9C" w:rsidR="00C135D1" w:rsidRDefault="00C135D1" w:rsidP="00C135D1">
      <w:r>
        <w:t>To test Google Chrome installation, use the following command:</w:t>
      </w:r>
    </w:p>
    <w:p w14:paraId="51590F2C" w14:textId="5A16F400" w:rsidR="00C135D1" w:rsidRPr="00FC0C2F" w:rsidRDefault="00C135D1" w:rsidP="00C135D1">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xml:space="preserve">$ </w:t>
      </w:r>
      <w:r w:rsidRPr="00C135D1">
        <w:rPr>
          <w:rFonts w:ascii="Menlo" w:eastAsia="Times New Roman" w:hAnsi="Menlo" w:cs="Menlo"/>
          <w:color w:val="FFFFFF" w:themeColor="background1"/>
          <w:sz w:val="24"/>
          <w:szCs w:val="24"/>
          <w:lang w:val="en-ID" w:eastAsia="en-US"/>
        </w:rPr>
        <w:t>google-chrome-stable --headless --disable-</w:t>
      </w:r>
      <w:proofErr w:type="spellStart"/>
      <w:r w:rsidRPr="00C135D1">
        <w:rPr>
          <w:rFonts w:ascii="Menlo" w:eastAsia="Times New Roman" w:hAnsi="Menlo" w:cs="Menlo"/>
          <w:color w:val="FFFFFF" w:themeColor="background1"/>
          <w:sz w:val="24"/>
          <w:szCs w:val="24"/>
          <w:lang w:val="en-ID" w:eastAsia="en-US"/>
        </w:rPr>
        <w:t>gpu</w:t>
      </w:r>
      <w:proofErr w:type="spellEnd"/>
      <w:r w:rsidRPr="00C135D1">
        <w:rPr>
          <w:rFonts w:ascii="Menlo" w:eastAsia="Times New Roman" w:hAnsi="Menlo" w:cs="Menlo"/>
          <w:color w:val="FFFFFF" w:themeColor="background1"/>
          <w:sz w:val="24"/>
          <w:szCs w:val="24"/>
          <w:lang w:val="en-ID" w:eastAsia="en-US"/>
        </w:rPr>
        <w:t xml:space="preserve"> --screenshot https://intoli.com/blog/installing-google-chrome-on-centos/</w:t>
      </w:r>
    </w:p>
    <w:p w14:paraId="2FA6296C" w14:textId="77777777" w:rsidR="00C135D1" w:rsidRDefault="00C135D1" w:rsidP="00C135D1"/>
    <w:p w14:paraId="18FD880D" w14:textId="31C106E2" w:rsidR="00C135D1" w:rsidRDefault="00C135D1" w:rsidP="00C135D1">
      <w:r>
        <w:t xml:space="preserve">If you have issue when you run the async crawler, you may need to setup web driver repository. Navigate to </w:t>
      </w:r>
      <w:r w:rsidR="00C51512">
        <w:t>tomcat home directory, for example:</w:t>
      </w:r>
    </w:p>
    <w:p w14:paraId="72B469BC" w14:textId="35B6FFAC" w:rsidR="00C51512" w:rsidRDefault="00C51512" w:rsidP="00C51512">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xml:space="preserve">$ </w:t>
      </w:r>
      <w:r w:rsidRPr="00C51512">
        <w:rPr>
          <w:rFonts w:ascii="Menlo" w:eastAsia="Times New Roman" w:hAnsi="Menlo" w:cs="Menlo"/>
          <w:color w:val="FFFFFF" w:themeColor="background1"/>
          <w:sz w:val="24"/>
          <w:szCs w:val="24"/>
          <w:lang w:val="en-ID" w:eastAsia="en-US"/>
        </w:rPr>
        <w:t>cd /</w:t>
      </w:r>
      <w:proofErr w:type="spellStart"/>
      <w:r w:rsidRPr="00C51512">
        <w:rPr>
          <w:rFonts w:ascii="Menlo" w:eastAsia="Times New Roman" w:hAnsi="Menlo" w:cs="Menlo"/>
          <w:color w:val="FFFFFF" w:themeColor="background1"/>
          <w:sz w:val="24"/>
          <w:szCs w:val="24"/>
          <w:lang w:val="en-ID" w:eastAsia="en-US"/>
        </w:rPr>
        <w:t>usr</w:t>
      </w:r>
      <w:proofErr w:type="spellEnd"/>
      <w:r w:rsidRPr="00C51512">
        <w:rPr>
          <w:rFonts w:ascii="Menlo" w:eastAsia="Times New Roman" w:hAnsi="Menlo" w:cs="Menlo"/>
          <w:color w:val="FFFFFF" w:themeColor="background1"/>
          <w:sz w:val="24"/>
          <w:szCs w:val="24"/>
          <w:lang w:val="en-ID" w:eastAsia="en-US"/>
        </w:rPr>
        <w:t>/share/tomcat8</w:t>
      </w:r>
    </w:p>
    <w:p w14:paraId="28D9AB81" w14:textId="77777777" w:rsidR="00C51512" w:rsidRDefault="00C51512" w:rsidP="00C135D1"/>
    <w:p w14:paraId="5EBA0B1D" w14:textId="1E7FD34B" w:rsidR="00C51512" w:rsidRDefault="00C51512" w:rsidP="00C135D1">
      <w:r>
        <w:t>Create new directory:</w:t>
      </w:r>
    </w:p>
    <w:p w14:paraId="345EF3F6" w14:textId="20DC5217" w:rsidR="00C51512" w:rsidRDefault="00C51512" w:rsidP="00C51512">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pPr>
      <w:r>
        <w:rPr>
          <w:rFonts w:ascii="Menlo" w:eastAsia="Times New Roman" w:hAnsi="Menlo" w:cs="Menlo"/>
          <w:color w:val="FFFFFF" w:themeColor="background1"/>
          <w:sz w:val="24"/>
          <w:szCs w:val="24"/>
          <w:lang w:val="en-ID" w:eastAsia="en-US"/>
        </w:rPr>
        <w:t xml:space="preserve">$ </w:t>
      </w:r>
      <w:proofErr w:type="spellStart"/>
      <w:r w:rsidRPr="00C51512">
        <w:rPr>
          <w:rFonts w:ascii="Menlo" w:eastAsia="Times New Roman" w:hAnsi="Menlo" w:cs="Menlo"/>
          <w:color w:val="FFFFFF" w:themeColor="background1"/>
          <w:sz w:val="24"/>
          <w:szCs w:val="24"/>
          <w:lang w:val="en-ID" w:eastAsia="en-US"/>
        </w:rPr>
        <w:t>mkdir</w:t>
      </w:r>
      <w:proofErr w:type="spellEnd"/>
      <w:r w:rsidRPr="00C51512">
        <w:rPr>
          <w:rFonts w:ascii="Menlo" w:eastAsia="Times New Roman" w:hAnsi="Menlo" w:cs="Menlo"/>
          <w:color w:val="FFFFFF" w:themeColor="background1"/>
          <w:sz w:val="24"/>
          <w:szCs w:val="24"/>
          <w:lang w:val="en-ID" w:eastAsia="en-US"/>
        </w:rPr>
        <w:t xml:space="preserve"> -p .m2/repository/</w:t>
      </w:r>
      <w:proofErr w:type="spellStart"/>
      <w:r w:rsidRPr="00C51512">
        <w:rPr>
          <w:rFonts w:ascii="Menlo" w:eastAsia="Times New Roman" w:hAnsi="Menlo" w:cs="Menlo"/>
          <w:color w:val="FFFFFF" w:themeColor="background1"/>
          <w:sz w:val="24"/>
          <w:szCs w:val="24"/>
          <w:lang w:val="en-ID" w:eastAsia="en-US"/>
        </w:rPr>
        <w:t>webdriver</w:t>
      </w:r>
      <w:proofErr w:type="spellEnd"/>
    </w:p>
    <w:p w14:paraId="7EDCAD6C" w14:textId="77777777" w:rsidR="00C51512" w:rsidRDefault="00C51512" w:rsidP="00C135D1"/>
    <w:p w14:paraId="242EAA26" w14:textId="057F473D" w:rsidR="00C51512" w:rsidRDefault="00C51512" w:rsidP="00C135D1">
      <w:r>
        <w:t>Change the owner and permission:</w:t>
      </w:r>
    </w:p>
    <w:p w14:paraId="328FFE57" w14:textId="77777777" w:rsidR="00C51512" w:rsidRDefault="00C51512" w:rsidP="00C51512">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xml:space="preserve">$ </w:t>
      </w:r>
      <w:proofErr w:type="spellStart"/>
      <w:r w:rsidRPr="00C51512">
        <w:rPr>
          <w:rFonts w:ascii="Menlo" w:eastAsia="Times New Roman" w:hAnsi="Menlo" w:cs="Menlo"/>
          <w:color w:val="FFFFFF" w:themeColor="background1"/>
          <w:sz w:val="24"/>
          <w:szCs w:val="24"/>
          <w:lang w:val="en-ID" w:eastAsia="en-US"/>
        </w:rPr>
        <w:t>chgrp</w:t>
      </w:r>
      <w:proofErr w:type="spellEnd"/>
      <w:r w:rsidRPr="00C51512">
        <w:rPr>
          <w:rFonts w:ascii="Menlo" w:eastAsia="Times New Roman" w:hAnsi="Menlo" w:cs="Menlo"/>
          <w:color w:val="FFFFFF" w:themeColor="background1"/>
          <w:sz w:val="24"/>
          <w:szCs w:val="24"/>
          <w:lang w:val="en-ID" w:eastAsia="en-US"/>
        </w:rPr>
        <w:t xml:space="preserve"> -R tomcat .m2</w:t>
      </w:r>
      <w:r>
        <w:rPr>
          <w:rFonts w:ascii="Menlo" w:eastAsia="Times New Roman" w:hAnsi="Menlo" w:cs="Menlo"/>
          <w:color w:val="FFFFFF" w:themeColor="background1"/>
          <w:sz w:val="24"/>
          <w:szCs w:val="24"/>
          <w:lang w:val="en-ID" w:eastAsia="en-US"/>
        </w:rPr>
        <w:br/>
        <w:t xml:space="preserve">$ </w:t>
      </w:r>
      <w:proofErr w:type="spellStart"/>
      <w:r w:rsidRPr="00C51512">
        <w:rPr>
          <w:rFonts w:ascii="Menlo" w:eastAsia="Times New Roman" w:hAnsi="Menlo" w:cs="Menlo"/>
          <w:color w:val="FFFFFF" w:themeColor="background1"/>
          <w:sz w:val="24"/>
          <w:szCs w:val="24"/>
          <w:lang w:val="en-ID" w:eastAsia="en-US"/>
        </w:rPr>
        <w:t>chmod</w:t>
      </w:r>
      <w:proofErr w:type="spellEnd"/>
      <w:r w:rsidRPr="00C51512">
        <w:rPr>
          <w:rFonts w:ascii="Menlo" w:eastAsia="Times New Roman" w:hAnsi="Menlo" w:cs="Menlo"/>
          <w:color w:val="FFFFFF" w:themeColor="background1"/>
          <w:sz w:val="24"/>
          <w:szCs w:val="24"/>
          <w:lang w:val="en-ID" w:eastAsia="en-US"/>
        </w:rPr>
        <w:t xml:space="preserve"> -R </w:t>
      </w:r>
      <w:proofErr w:type="spellStart"/>
      <w:r w:rsidRPr="00C51512">
        <w:rPr>
          <w:rFonts w:ascii="Menlo" w:eastAsia="Times New Roman" w:hAnsi="Menlo" w:cs="Menlo"/>
          <w:color w:val="FFFFFF" w:themeColor="background1"/>
          <w:sz w:val="24"/>
          <w:szCs w:val="24"/>
          <w:lang w:val="en-ID" w:eastAsia="en-US"/>
        </w:rPr>
        <w:t>g+w</w:t>
      </w:r>
      <w:proofErr w:type="spellEnd"/>
      <w:r w:rsidRPr="00C51512">
        <w:rPr>
          <w:rFonts w:ascii="Menlo" w:eastAsia="Times New Roman" w:hAnsi="Menlo" w:cs="Menlo"/>
          <w:color w:val="FFFFFF" w:themeColor="background1"/>
          <w:sz w:val="24"/>
          <w:szCs w:val="24"/>
          <w:lang w:val="en-ID" w:eastAsia="en-US"/>
        </w:rPr>
        <w:t xml:space="preserve"> .m2</w:t>
      </w:r>
    </w:p>
    <w:p w14:paraId="49E68E1B" w14:textId="3BA30E5F" w:rsidR="00787C52" w:rsidRPr="00787C52" w:rsidRDefault="00C51512" w:rsidP="00787C52">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lastRenderedPageBreak/>
        <w:t xml:space="preserve">$ </w:t>
      </w:r>
      <w:proofErr w:type="spellStart"/>
      <w:r w:rsidRPr="00C51512">
        <w:rPr>
          <w:rFonts w:ascii="Menlo" w:eastAsia="Times New Roman" w:hAnsi="Menlo" w:cs="Menlo"/>
          <w:color w:val="FFFFFF" w:themeColor="background1"/>
          <w:sz w:val="24"/>
          <w:szCs w:val="24"/>
          <w:lang w:val="en-ID" w:eastAsia="en-US"/>
        </w:rPr>
        <w:t>chmod</w:t>
      </w:r>
      <w:proofErr w:type="spellEnd"/>
      <w:r w:rsidRPr="00C51512">
        <w:rPr>
          <w:rFonts w:ascii="Menlo" w:eastAsia="Times New Roman" w:hAnsi="Menlo" w:cs="Menlo"/>
          <w:color w:val="FFFFFF" w:themeColor="background1"/>
          <w:sz w:val="24"/>
          <w:szCs w:val="24"/>
          <w:lang w:val="en-ID" w:eastAsia="en-US"/>
        </w:rPr>
        <w:t xml:space="preserve"> -R </w:t>
      </w:r>
      <w:proofErr w:type="spellStart"/>
      <w:r w:rsidRPr="00C51512">
        <w:rPr>
          <w:rFonts w:ascii="Menlo" w:eastAsia="Times New Roman" w:hAnsi="Menlo" w:cs="Menlo"/>
          <w:color w:val="FFFFFF" w:themeColor="background1"/>
          <w:sz w:val="24"/>
          <w:szCs w:val="24"/>
          <w:lang w:val="en-ID" w:eastAsia="en-US"/>
        </w:rPr>
        <w:t>g+s</w:t>
      </w:r>
      <w:proofErr w:type="spellEnd"/>
      <w:r w:rsidRPr="00C51512">
        <w:rPr>
          <w:rFonts w:ascii="Menlo" w:eastAsia="Times New Roman" w:hAnsi="Menlo" w:cs="Menlo"/>
          <w:color w:val="FFFFFF" w:themeColor="background1"/>
          <w:sz w:val="24"/>
          <w:szCs w:val="24"/>
          <w:lang w:val="en-ID" w:eastAsia="en-US"/>
        </w:rPr>
        <w:t xml:space="preserve"> .m2</w:t>
      </w:r>
    </w:p>
    <w:p w14:paraId="300AE499" w14:textId="77777777" w:rsidR="00787C52" w:rsidRDefault="00787C52" w:rsidP="00787C52"/>
    <w:p w14:paraId="073FA789" w14:textId="337119EE" w:rsidR="00787C52" w:rsidRDefault="00787C52" w:rsidP="00787C52">
      <w:r>
        <w:t>Check installed Google Chrome Version:</w:t>
      </w:r>
    </w:p>
    <w:p w14:paraId="38DFB8AA" w14:textId="5A4442E5" w:rsidR="00787C52" w:rsidRPr="00787C52" w:rsidRDefault="00787C52" w:rsidP="00787C52">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xml:space="preserve">$ </w:t>
      </w:r>
      <w:r w:rsidRPr="00787C52">
        <w:rPr>
          <w:rFonts w:ascii="Menlo" w:hAnsi="Menlo" w:cs="Menlo"/>
          <w:color w:val="F2F2F2"/>
          <w:sz w:val="20"/>
          <w:szCs w:val="20"/>
        </w:rPr>
        <w:t>google-chrome-stable --version</w:t>
      </w:r>
    </w:p>
    <w:p w14:paraId="14FC94A8" w14:textId="77777777" w:rsidR="00787C52" w:rsidRDefault="00787C52" w:rsidP="00787C52">
      <w:pPr>
        <w:ind w:left="0"/>
      </w:pPr>
    </w:p>
    <w:p w14:paraId="71B3364C" w14:textId="17BFC964" w:rsidR="00787C52" w:rsidRDefault="00787C52" w:rsidP="00787C52">
      <w:r>
        <w:t>Web driver manager (</w:t>
      </w:r>
      <w:hyperlink r:id="rId10" w:history="1">
        <w:r w:rsidRPr="00F336F7">
          <w:rPr>
            <w:rStyle w:val="Hyperlink"/>
          </w:rPr>
          <w:t>https://github.com/bonigarcia/webdrivermanager</w:t>
        </w:r>
      </w:hyperlink>
      <w:r>
        <w:t xml:space="preserve">) is </w:t>
      </w:r>
      <w:r w:rsidR="00F55632">
        <w:t xml:space="preserve">automatically download </w:t>
      </w:r>
      <w:r>
        <w:t xml:space="preserve">the Google Chrome Driver by default. </w:t>
      </w:r>
      <w:r w:rsidR="00F55632">
        <w:t xml:space="preserve">In some cases, the downloaded </w:t>
      </w:r>
      <w:r w:rsidR="00F55632">
        <w:t xml:space="preserve">Google Chrome Driver </w:t>
      </w:r>
      <w:r w:rsidR="00F55632">
        <w:t xml:space="preserve">version is not compatible with the installed Google Chrome. </w:t>
      </w:r>
      <w:r>
        <w:t>To force the Web driver manager to use the specific Chrome Driver version, add the following system properties (JAVA_OPTS) to the tomcat configuration:</w:t>
      </w:r>
      <w:bookmarkStart w:id="0" w:name="_GoBack"/>
      <w:bookmarkEnd w:id="0"/>
    </w:p>
    <w:p w14:paraId="3555475A" w14:textId="4234CC46" w:rsidR="004703E4" w:rsidRDefault="004703E4" w:rsidP="004703E4">
      <w:pPr>
        <w:rPr>
          <w:rFonts w:ascii="Menlo" w:hAnsi="Menlo" w:cs="Menlo"/>
          <w:color w:val="F2F2F2"/>
          <w:sz w:val="20"/>
          <w:szCs w:val="20"/>
        </w:rPr>
      </w:pPr>
      <w:r>
        <w:t>“</w:t>
      </w:r>
      <w:r w:rsidRPr="004703E4">
        <w:t>-</w:t>
      </w:r>
      <w:proofErr w:type="spellStart"/>
      <w:r w:rsidRPr="004703E4">
        <w:t>Dwdm.chromeDriverVersion</w:t>
      </w:r>
      <w:proofErr w:type="spellEnd"/>
      <w:r w:rsidRPr="004703E4">
        <w:t>=76.0.3809.68</w:t>
      </w:r>
      <w:r>
        <w:t>”</w:t>
      </w:r>
    </w:p>
    <w:p w14:paraId="1E6DFCE3" w14:textId="38CD4177" w:rsidR="00787C52" w:rsidRDefault="00505F19" w:rsidP="004703E4">
      <w:r>
        <w:t>Since the latest Google Chrome stable for Amazon Linux is “</w:t>
      </w:r>
      <w:r w:rsidRPr="00505F19">
        <w:t>Google Chrome 76.0.3809.100</w:t>
      </w:r>
      <w:r>
        <w:t>”, need to force the Google Chrome Driver to use version 76.0.3809.68 that support that version.</w:t>
      </w:r>
    </w:p>
    <w:p w14:paraId="4EF2A6FE" w14:textId="0E6D0B30" w:rsidR="004703E4" w:rsidRPr="004703E4" w:rsidRDefault="004703E4" w:rsidP="00787C52">
      <w:r>
        <w:t xml:space="preserve">The config location for tomcat is vary. The default config location for Amazon Linux Tomcat is </w:t>
      </w:r>
      <w:r w:rsidRPr="004703E4">
        <w:t>“/</w:t>
      </w:r>
      <w:proofErr w:type="spellStart"/>
      <w:r w:rsidRPr="004703E4">
        <w:t>usr</w:t>
      </w:r>
      <w:proofErr w:type="spellEnd"/>
      <w:r w:rsidRPr="004703E4">
        <w:t>/share/tomcat8/conf/tomcat8.conf”</w:t>
      </w:r>
      <w:r>
        <w:t>.</w:t>
      </w:r>
    </w:p>
    <w:p w14:paraId="425A4290" w14:textId="0702889D" w:rsidR="0007273B" w:rsidRDefault="001A12FC" w:rsidP="001A12FC">
      <w:pPr>
        <w:pStyle w:val="Heading1"/>
      </w:pPr>
      <w:r>
        <w:t>Run Grails Application</w:t>
      </w:r>
    </w:p>
    <w:p w14:paraId="1BB86E13" w14:textId="140334AC" w:rsidR="00FC0C2F" w:rsidRDefault="00D27CB2" w:rsidP="00FC0C2F">
      <w:r>
        <w:t xml:space="preserve">Complete database configuration and application configuration before </w:t>
      </w:r>
      <w:proofErr w:type="gramStart"/>
      <w:r>
        <w:t>run</w:t>
      </w:r>
      <w:proofErr w:type="gramEnd"/>
      <w:r>
        <w:t xml:space="preserve"> the application. </w:t>
      </w:r>
      <w:r w:rsidR="00FC0C2F">
        <w:t>To run the grails application, simply use the following command</w:t>
      </w:r>
      <w:r w:rsidR="005C33F9">
        <w:t xml:space="preserve"> from </w:t>
      </w:r>
      <w:r w:rsidR="00D20D97">
        <w:rPr>
          <w:i/>
          <w:iCs/>
        </w:rPr>
        <w:t>PROJECT_ROOT</w:t>
      </w:r>
      <w:r w:rsidR="005C33F9">
        <w:t xml:space="preserve"> location</w:t>
      </w:r>
      <w:r w:rsidR="00FC0C2F">
        <w:t>:</w:t>
      </w:r>
    </w:p>
    <w:p w14:paraId="0D6387A0" w14:textId="77777777" w:rsidR="00FC0C2F" w:rsidRPr="00FC0C2F" w:rsidRDefault="0044002C" w:rsidP="0044002C">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xml:space="preserve">$ </w:t>
      </w:r>
      <w:r w:rsidR="00FC0C2F">
        <w:rPr>
          <w:rFonts w:ascii="Menlo" w:eastAsia="Times New Roman" w:hAnsi="Menlo" w:cs="Menlo"/>
          <w:color w:val="FFFFFF" w:themeColor="background1"/>
          <w:sz w:val="24"/>
          <w:szCs w:val="24"/>
          <w:lang w:val="en-ID" w:eastAsia="en-US"/>
        </w:rPr>
        <w:t>grails run-app</w:t>
      </w:r>
    </w:p>
    <w:p w14:paraId="3E56CBDC" w14:textId="77777777" w:rsidR="008D4996" w:rsidRPr="008D4996" w:rsidRDefault="001D52B0" w:rsidP="008D4996">
      <w:pPr>
        <w:pStyle w:val="Heading1"/>
      </w:pPr>
      <w:r>
        <w:t xml:space="preserve">Run </w:t>
      </w:r>
      <w:r w:rsidR="005C33F9">
        <w:t>ReactJ</w:t>
      </w:r>
      <w:r w:rsidR="0044002C">
        <w:t>S</w:t>
      </w:r>
      <w:r w:rsidR="005C33F9">
        <w:t xml:space="preserve"> Application</w:t>
      </w:r>
    </w:p>
    <w:p w14:paraId="22D77C62" w14:textId="77777777" w:rsidR="00E77F4D" w:rsidRDefault="00E77F4D" w:rsidP="00E77F4D">
      <w:r>
        <w:t>ReactJ</w:t>
      </w:r>
      <w:r w:rsidR="0044002C">
        <w:t>S</w:t>
      </w:r>
      <w:r>
        <w:t xml:space="preserve"> is used to deliver </w:t>
      </w:r>
      <w:r w:rsidR="004B2D7D">
        <w:t>reactive experience that required for some features: Validation, Narrow, Wine Addition and Noise Parser.</w:t>
      </w:r>
      <w:r w:rsidR="00A44F65">
        <w:t xml:space="preserve"> Please refer to </w:t>
      </w:r>
      <w:hyperlink r:id="rId11" w:history="1">
        <w:r w:rsidR="00A44F65">
          <w:rPr>
            <w:rStyle w:val="Hyperlink"/>
          </w:rPr>
          <w:t>https://reactjs.org/docs/getting-started.html</w:t>
        </w:r>
      </w:hyperlink>
      <w:r w:rsidR="00A44F65">
        <w:t xml:space="preserve"> for more information.</w:t>
      </w:r>
    </w:p>
    <w:p w14:paraId="3FCB7DB0" w14:textId="77777777" w:rsidR="008D4996" w:rsidRDefault="008D4996" w:rsidP="008D4996">
      <w:pPr>
        <w:pStyle w:val="Heading2"/>
      </w:pPr>
      <w:r>
        <w:t>Setup</w:t>
      </w:r>
    </w:p>
    <w:p w14:paraId="7CA1AAB7" w14:textId="0D09A38D" w:rsidR="008D4996" w:rsidRDefault="008D4996" w:rsidP="008D4996">
      <w:r>
        <w:t>R</w:t>
      </w:r>
      <w:r w:rsidR="005C33F9">
        <w:t>un th</w:t>
      </w:r>
      <w:r>
        <w:t xml:space="preserve">is command from </w:t>
      </w:r>
      <w:r w:rsidR="00D20D97">
        <w:rPr>
          <w:i/>
          <w:iCs/>
        </w:rPr>
        <w:t>PROJECT_ROOT</w:t>
      </w:r>
      <w:r>
        <w:t xml:space="preserve"> location</w:t>
      </w:r>
      <w:r w:rsidR="005C33F9">
        <w:t xml:space="preserve"> </w:t>
      </w:r>
      <w:r>
        <w:t xml:space="preserve">to install </w:t>
      </w:r>
      <w:r w:rsidR="005C33F9">
        <w:t>ReactJ</w:t>
      </w:r>
      <w:r w:rsidR="0044002C">
        <w:t>S</w:t>
      </w:r>
      <w:r w:rsidR="005C33F9">
        <w:t xml:space="preserve"> application</w:t>
      </w:r>
      <w:r>
        <w:t xml:space="preserve"> dependencies</w:t>
      </w:r>
      <w:r w:rsidR="005C33F9">
        <w:t>:</w:t>
      </w:r>
    </w:p>
    <w:p w14:paraId="611F3041" w14:textId="77777777" w:rsidR="008D4996" w:rsidRDefault="0044002C" w:rsidP="008D4996">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xml:space="preserve">$ </w:t>
      </w:r>
      <w:proofErr w:type="spellStart"/>
      <w:r w:rsidR="008D4996">
        <w:rPr>
          <w:rFonts w:ascii="Menlo" w:eastAsia="Times New Roman" w:hAnsi="Menlo" w:cs="Menlo"/>
          <w:color w:val="FFFFFF" w:themeColor="background1"/>
          <w:sz w:val="24"/>
          <w:szCs w:val="24"/>
          <w:lang w:val="en-ID" w:eastAsia="en-US"/>
        </w:rPr>
        <w:t>npm</w:t>
      </w:r>
      <w:proofErr w:type="spellEnd"/>
      <w:r w:rsidR="008D4996">
        <w:rPr>
          <w:rFonts w:ascii="Menlo" w:eastAsia="Times New Roman" w:hAnsi="Menlo" w:cs="Menlo"/>
          <w:color w:val="FFFFFF" w:themeColor="background1"/>
          <w:sz w:val="24"/>
          <w:szCs w:val="24"/>
          <w:lang w:val="en-ID" w:eastAsia="en-US"/>
        </w:rPr>
        <w:t xml:space="preserve"> install --save</w:t>
      </w:r>
    </w:p>
    <w:p w14:paraId="048B1E89" w14:textId="77777777" w:rsidR="0044002C" w:rsidRDefault="0044002C" w:rsidP="0044002C">
      <w:pPr>
        <w:ind w:left="0"/>
      </w:pPr>
    </w:p>
    <w:p w14:paraId="681F16FA" w14:textId="77777777" w:rsidR="0044002C" w:rsidRDefault="0044002C" w:rsidP="005C33F9">
      <w:r>
        <w:t>If you have issue when run ReactJS, you may need to run these following commands:</w:t>
      </w:r>
    </w:p>
    <w:p w14:paraId="0BC17148" w14:textId="77777777" w:rsidR="0044002C" w:rsidRDefault="0044002C" w:rsidP="0044002C">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xml:space="preserve">$ </w:t>
      </w:r>
      <w:proofErr w:type="spellStart"/>
      <w:r>
        <w:rPr>
          <w:rFonts w:ascii="Menlo" w:eastAsia="Times New Roman" w:hAnsi="Menlo" w:cs="Menlo"/>
          <w:color w:val="FFFFFF" w:themeColor="background1"/>
          <w:sz w:val="24"/>
          <w:szCs w:val="24"/>
          <w:lang w:val="en-ID" w:eastAsia="en-US"/>
        </w:rPr>
        <w:t>npm</w:t>
      </w:r>
      <w:proofErr w:type="spellEnd"/>
      <w:r>
        <w:rPr>
          <w:rFonts w:ascii="Menlo" w:eastAsia="Times New Roman" w:hAnsi="Menlo" w:cs="Menlo"/>
          <w:color w:val="FFFFFF" w:themeColor="background1"/>
          <w:sz w:val="24"/>
          <w:szCs w:val="24"/>
          <w:lang w:val="en-ID" w:eastAsia="en-US"/>
        </w:rPr>
        <w:t xml:space="preserve"> install babel-runtime</w:t>
      </w:r>
    </w:p>
    <w:p w14:paraId="17237F52" w14:textId="77777777" w:rsidR="0044002C" w:rsidRDefault="0044002C" w:rsidP="0044002C">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xml:space="preserve">$ </w:t>
      </w:r>
      <w:proofErr w:type="spellStart"/>
      <w:r>
        <w:rPr>
          <w:rFonts w:ascii="Menlo" w:eastAsia="Times New Roman" w:hAnsi="Menlo" w:cs="Menlo"/>
          <w:color w:val="FFFFFF" w:themeColor="background1"/>
          <w:sz w:val="24"/>
          <w:szCs w:val="24"/>
          <w:lang w:val="en-ID" w:eastAsia="en-US"/>
        </w:rPr>
        <w:t>npm</w:t>
      </w:r>
      <w:proofErr w:type="spellEnd"/>
      <w:r>
        <w:rPr>
          <w:rFonts w:ascii="Menlo" w:eastAsia="Times New Roman" w:hAnsi="Menlo" w:cs="Menlo"/>
          <w:color w:val="FFFFFF" w:themeColor="background1"/>
          <w:sz w:val="24"/>
          <w:szCs w:val="24"/>
          <w:lang w:val="en-ID" w:eastAsia="en-US"/>
        </w:rPr>
        <w:t xml:space="preserve"> install babel-code</w:t>
      </w:r>
    </w:p>
    <w:p w14:paraId="47D82E0D" w14:textId="77777777" w:rsidR="0044002C" w:rsidRDefault="0044002C" w:rsidP="0044002C">
      <w:pPr>
        <w:ind w:left="0"/>
      </w:pPr>
    </w:p>
    <w:p w14:paraId="4B6B8A94" w14:textId="77777777" w:rsidR="008D4996" w:rsidRDefault="008D4996" w:rsidP="008D4996">
      <w:pPr>
        <w:pStyle w:val="Heading2"/>
      </w:pPr>
      <w:r>
        <w:lastRenderedPageBreak/>
        <w:t>Run</w:t>
      </w:r>
      <w:r w:rsidR="0044002C">
        <w:t xml:space="preserve"> in development</w:t>
      </w:r>
    </w:p>
    <w:p w14:paraId="77B03225" w14:textId="77777777" w:rsidR="008D4996" w:rsidRDefault="008D4996" w:rsidP="008D4996">
      <w:r>
        <w:t>To run the ReactJ</w:t>
      </w:r>
      <w:r w:rsidR="0044002C">
        <w:t>S</w:t>
      </w:r>
      <w:r>
        <w:t xml:space="preserve"> application, use the following command:</w:t>
      </w:r>
    </w:p>
    <w:p w14:paraId="3D80A23D" w14:textId="77777777" w:rsidR="005C33F9" w:rsidRDefault="003732C7" w:rsidP="005C33F9">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xml:space="preserve">$ </w:t>
      </w:r>
      <w:proofErr w:type="spellStart"/>
      <w:r w:rsidR="005C33F9">
        <w:rPr>
          <w:rFonts w:ascii="Menlo" w:eastAsia="Times New Roman" w:hAnsi="Menlo" w:cs="Menlo"/>
          <w:color w:val="FFFFFF" w:themeColor="background1"/>
          <w:sz w:val="24"/>
          <w:szCs w:val="24"/>
          <w:lang w:val="en-ID" w:eastAsia="en-US"/>
        </w:rPr>
        <w:t>npm</w:t>
      </w:r>
      <w:proofErr w:type="spellEnd"/>
      <w:r w:rsidR="005C33F9">
        <w:rPr>
          <w:rFonts w:ascii="Menlo" w:eastAsia="Times New Roman" w:hAnsi="Menlo" w:cs="Menlo"/>
          <w:color w:val="FFFFFF" w:themeColor="background1"/>
          <w:sz w:val="24"/>
          <w:szCs w:val="24"/>
          <w:lang w:val="en-ID" w:eastAsia="en-US"/>
        </w:rPr>
        <w:t xml:space="preserve"> run watch</w:t>
      </w:r>
    </w:p>
    <w:p w14:paraId="0ADCCE1D" w14:textId="77777777" w:rsidR="0044002C" w:rsidRDefault="0044002C" w:rsidP="00A25E5A"/>
    <w:p w14:paraId="53DBDABE" w14:textId="75F95F5B" w:rsidR="0044002C" w:rsidRDefault="0044002C" w:rsidP="00A25E5A">
      <w:r>
        <w:t>With that command, application will watch ReactJS related files changes, compile, and s</w:t>
      </w:r>
      <w:r w:rsidR="003732C7">
        <w:t>a</w:t>
      </w:r>
      <w:r>
        <w:t xml:space="preserve">ve the </w:t>
      </w:r>
      <w:r w:rsidR="003732C7">
        <w:t>result</w:t>
      </w:r>
      <w:r>
        <w:t xml:space="preserve"> to grails assets location</w:t>
      </w:r>
      <w:r w:rsidR="003732C7">
        <w:t xml:space="preserve"> </w:t>
      </w:r>
      <w:r w:rsidR="003732C7" w:rsidRPr="003732C7">
        <w:rPr>
          <w:b/>
          <w:bCs/>
        </w:rPr>
        <w:t>(</w:t>
      </w:r>
      <w:r w:rsidR="00D20D97">
        <w:rPr>
          <w:i/>
          <w:iCs/>
        </w:rPr>
        <w:t>PROJECT_ROOT</w:t>
      </w:r>
      <w:r w:rsidR="003732C7">
        <w:rPr>
          <w:i/>
          <w:iCs/>
        </w:rPr>
        <w:t>/assets/</w:t>
      </w:r>
      <w:proofErr w:type="spellStart"/>
      <w:r w:rsidR="003732C7">
        <w:rPr>
          <w:i/>
          <w:iCs/>
        </w:rPr>
        <w:t>javascripts</w:t>
      </w:r>
      <w:proofErr w:type="spellEnd"/>
      <w:r w:rsidR="003732C7">
        <w:rPr>
          <w:i/>
          <w:iCs/>
        </w:rPr>
        <w:t>/bundle.js</w:t>
      </w:r>
      <w:r w:rsidR="003732C7" w:rsidRPr="003732C7">
        <w:rPr>
          <w:b/>
          <w:bCs/>
          <w:i/>
          <w:iCs/>
        </w:rPr>
        <w:t>)</w:t>
      </w:r>
      <w:r>
        <w:t>.</w:t>
      </w:r>
    </w:p>
    <w:p w14:paraId="34638B4F" w14:textId="77777777" w:rsidR="0044002C" w:rsidRDefault="0044002C" w:rsidP="00A25E5A"/>
    <w:p w14:paraId="69E418D5" w14:textId="77777777" w:rsidR="0044002C" w:rsidRDefault="0044002C" w:rsidP="0044002C">
      <w:pPr>
        <w:pStyle w:val="Heading2"/>
      </w:pPr>
      <w:r>
        <w:t>Compile for production</w:t>
      </w:r>
    </w:p>
    <w:p w14:paraId="6E9999FD" w14:textId="77777777" w:rsidR="0044002C" w:rsidRDefault="0044002C" w:rsidP="0044002C">
      <w:r>
        <w:t>To compile the ReactJS application, use the following command:</w:t>
      </w:r>
    </w:p>
    <w:p w14:paraId="15B56D5B" w14:textId="77777777" w:rsidR="0044002C" w:rsidRDefault="003732C7" w:rsidP="0044002C">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xml:space="preserve">$ </w:t>
      </w:r>
      <w:proofErr w:type="spellStart"/>
      <w:r w:rsidR="0044002C">
        <w:rPr>
          <w:rFonts w:ascii="Menlo" w:eastAsia="Times New Roman" w:hAnsi="Menlo" w:cs="Menlo"/>
          <w:color w:val="FFFFFF" w:themeColor="background1"/>
          <w:sz w:val="24"/>
          <w:szCs w:val="24"/>
          <w:lang w:val="en-ID" w:eastAsia="en-US"/>
        </w:rPr>
        <w:t>npm</w:t>
      </w:r>
      <w:proofErr w:type="spellEnd"/>
      <w:r w:rsidR="0044002C">
        <w:rPr>
          <w:rFonts w:ascii="Menlo" w:eastAsia="Times New Roman" w:hAnsi="Menlo" w:cs="Menlo"/>
          <w:color w:val="FFFFFF" w:themeColor="background1"/>
          <w:sz w:val="24"/>
          <w:szCs w:val="24"/>
          <w:lang w:val="en-ID" w:eastAsia="en-US"/>
        </w:rPr>
        <w:t xml:space="preserve"> run bundle</w:t>
      </w:r>
    </w:p>
    <w:p w14:paraId="6C310C01" w14:textId="77777777" w:rsidR="0044002C" w:rsidRDefault="0044002C" w:rsidP="00A25E5A">
      <w:r>
        <w:t xml:space="preserve"> </w:t>
      </w:r>
    </w:p>
    <w:p w14:paraId="30A67B4C" w14:textId="03C2573A" w:rsidR="00175AA5" w:rsidRDefault="0044002C" w:rsidP="003732C7">
      <w:r>
        <w:t>That command will compile ReactJS related files, minify, and s</w:t>
      </w:r>
      <w:r w:rsidR="003732C7">
        <w:t>a</w:t>
      </w:r>
      <w:r>
        <w:t>ve the</w:t>
      </w:r>
      <w:r w:rsidR="003732C7">
        <w:t xml:space="preserve"> result to grails assets location </w:t>
      </w:r>
      <w:r w:rsidR="003732C7" w:rsidRPr="003732C7">
        <w:rPr>
          <w:b/>
          <w:bCs/>
        </w:rPr>
        <w:t>(</w:t>
      </w:r>
      <w:r w:rsidR="00D20D97">
        <w:rPr>
          <w:i/>
          <w:iCs/>
        </w:rPr>
        <w:t>PROJECT_ROOT</w:t>
      </w:r>
      <w:r w:rsidR="003732C7">
        <w:rPr>
          <w:i/>
          <w:iCs/>
        </w:rPr>
        <w:t>/assets/</w:t>
      </w:r>
      <w:proofErr w:type="spellStart"/>
      <w:r w:rsidR="003732C7">
        <w:rPr>
          <w:i/>
          <w:iCs/>
        </w:rPr>
        <w:t>javascripts</w:t>
      </w:r>
      <w:proofErr w:type="spellEnd"/>
      <w:r w:rsidR="003732C7">
        <w:rPr>
          <w:i/>
          <w:iCs/>
        </w:rPr>
        <w:t>/bundle.js</w:t>
      </w:r>
      <w:r w:rsidR="003732C7" w:rsidRPr="003732C7">
        <w:rPr>
          <w:b/>
          <w:bCs/>
          <w:i/>
          <w:iCs/>
        </w:rPr>
        <w:t>)</w:t>
      </w:r>
      <w:r w:rsidR="003732C7">
        <w:t>.</w:t>
      </w:r>
    </w:p>
    <w:p w14:paraId="7DD4F30A" w14:textId="77777777" w:rsidR="00ED7ACB" w:rsidRDefault="00ED7ACB" w:rsidP="00ED7ACB">
      <w:pPr>
        <w:pStyle w:val="Heading1"/>
      </w:pPr>
      <w:r>
        <w:t>Project StructureS</w:t>
      </w:r>
    </w:p>
    <w:p w14:paraId="6D7CBE11" w14:textId="77777777" w:rsidR="00E85A45" w:rsidRDefault="00E85A45" w:rsidP="00E85A45">
      <w:pPr>
        <w:pStyle w:val="Heading2"/>
      </w:pPr>
      <w:r>
        <w:t>Grails</w:t>
      </w:r>
    </w:p>
    <w:p w14:paraId="184E9E26" w14:textId="15E480DF" w:rsidR="00C374F7" w:rsidRDefault="00E85A45" w:rsidP="00C374F7">
      <w:r>
        <w:t>Project structure follows grails project structure. Please refer to “</w:t>
      </w:r>
      <w:r w:rsidRPr="00E85A45">
        <w:rPr>
          <w:b/>
          <w:bCs/>
        </w:rPr>
        <w:t>Grails 3 Project Structure</w:t>
      </w:r>
      <w:r w:rsidRPr="00E85A45">
        <w:t>”</w:t>
      </w:r>
      <w:r>
        <w:rPr>
          <w:b/>
          <w:bCs/>
        </w:rPr>
        <w:t xml:space="preserve"> </w:t>
      </w:r>
      <w:r>
        <w:t>for more information.</w:t>
      </w:r>
    </w:p>
    <w:p w14:paraId="0F3A9C68" w14:textId="420015BC" w:rsidR="00C374F7" w:rsidRDefault="00C374F7" w:rsidP="00C374F7">
      <w:r>
        <w:t>Here is a breakdown and links to the relevant sections:</w:t>
      </w:r>
    </w:p>
    <w:p w14:paraId="568F0AC3" w14:textId="77777777" w:rsidR="00C374F7" w:rsidRDefault="00C374F7" w:rsidP="00C374F7">
      <w:pPr>
        <w:pStyle w:val="ListParagraph"/>
        <w:numPr>
          <w:ilvl w:val="0"/>
          <w:numId w:val="11"/>
        </w:numPr>
      </w:pPr>
      <w:r w:rsidRPr="00C374F7">
        <w:rPr>
          <w:rStyle w:val="HTMLCode"/>
          <w:rFonts w:eastAsiaTheme="majorEastAsia"/>
          <w:color w:val="444444"/>
        </w:rPr>
        <w:t>grails-app</w:t>
      </w:r>
      <w:r>
        <w:t> - top level directory for Groovy sources</w:t>
      </w:r>
    </w:p>
    <w:p w14:paraId="489CB188" w14:textId="77777777" w:rsidR="00C374F7" w:rsidRDefault="00C374F7" w:rsidP="00C374F7">
      <w:pPr>
        <w:pStyle w:val="ListParagraph"/>
        <w:numPr>
          <w:ilvl w:val="0"/>
          <w:numId w:val="11"/>
        </w:numPr>
      </w:pPr>
      <w:r w:rsidRPr="00C374F7">
        <w:rPr>
          <w:rStyle w:val="HTMLCode"/>
          <w:rFonts w:eastAsiaTheme="majorEastAsia"/>
          <w:color w:val="444444"/>
        </w:rPr>
        <w:t>conf</w:t>
      </w:r>
      <w:r>
        <w:t> - </w:t>
      </w:r>
      <w:hyperlink r:id="rId12" w:anchor="conf" w:history="1">
        <w:r w:rsidRPr="00C374F7">
          <w:rPr>
            <w:rStyle w:val="Hyperlink"/>
            <w:rFonts w:ascii="Arial" w:hAnsi="Arial" w:cs="Arial"/>
            <w:color w:val="7C9D00"/>
            <w:sz w:val="20"/>
            <w:szCs w:val="20"/>
          </w:rPr>
          <w:t>Configuration sources</w:t>
        </w:r>
      </w:hyperlink>
      <w:r>
        <w:t>.</w:t>
      </w:r>
    </w:p>
    <w:p w14:paraId="3E538E51" w14:textId="77777777" w:rsidR="00C374F7" w:rsidRDefault="00C374F7" w:rsidP="00C374F7">
      <w:pPr>
        <w:pStyle w:val="ListParagraph"/>
        <w:numPr>
          <w:ilvl w:val="0"/>
          <w:numId w:val="11"/>
        </w:numPr>
      </w:pPr>
      <w:r w:rsidRPr="00C374F7">
        <w:rPr>
          <w:rStyle w:val="HTMLCode"/>
          <w:rFonts w:eastAsiaTheme="majorEastAsia"/>
          <w:color w:val="444444"/>
        </w:rPr>
        <w:t>controllers</w:t>
      </w:r>
      <w:r>
        <w:t> - </w:t>
      </w:r>
      <w:hyperlink r:id="rId13" w:anchor="controllers" w:history="1">
        <w:r w:rsidRPr="00C374F7">
          <w:rPr>
            <w:rStyle w:val="Hyperlink"/>
            <w:rFonts w:ascii="Arial" w:hAnsi="Arial" w:cs="Arial"/>
            <w:color w:val="7C9D00"/>
            <w:sz w:val="20"/>
            <w:szCs w:val="20"/>
          </w:rPr>
          <w:t>Web controllers</w:t>
        </w:r>
      </w:hyperlink>
      <w:r>
        <w:t> - The C in MVC.</w:t>
      </w:r>
    </w:p>
    <w:p w14:paraId="26878016" w14:textId="77777777" w:rsidR="00C374F7" w:rsidRDefault="00C374F7" w:rsidP="00C374F7">
      <w:pPr>
        <w:pStyle w:val="ListParagraph"/>
        <w:numPr>
          <w:ilvl w:val="0"/>
          <w:numId w:val="11"/>
        </w:numPr>
      </w:pPr>
      <w:r w:rsidRPr="00C374F7">
        <w:rPr>
          <w:rStyle w:val="HTMLCode"/>
          <w:rFonts w:eastAsiaTheme="majorEastAsia"/>
          <w:color w:val="444444"/>
        </w:rPr>
        <w:t>domain</w:t>
      </w:r>
      <w:r>
        <w:t> - The </w:t>
      </w:r>
      <w:hyperlink r:id="rId14" w:anchor="GORM" w:history="1">
        <w:r w:rsidRPr="00C374F7">
          <w:rPr>
            <w:rStyle w:val="Hyperlink"/>
            <w:rFonts w:ascii="Arial" w:hAnsi="Arial" w:cs="Arial"/>
            <w:color w:val="7C9D00"/>
            <w:sz w:val="20"/>
            <w:szCs w:val="20"/>
          </w:rPr>
          <w:t>application domain</w:t>
        </w:r>
      </w:hyperlink>
      <w:r>
        <w:t>.</w:t>
      </w:r>
    </w:p>
    <w:p w14:paraId="37498A7C" w14:textId="77777777" w:rsidR="00C374F7" w:rsidRDefault="00C374F7" w:rsidP="00C374F7">
      <w:pPr>
        <w:pStyle w:val="ListParagraph"/>
        <w:numPr>
          <w:ilvl w:val="0"/>
          <w:numId w:val="11"/>
        </w:numPr>
      </w:pPr>
      <w:r w:rsidRPr="00C374F7">
        <w:rPr>
          <w:rStyle w:val="HTMLCode"/>
          <w:rFonts w:eastAsiaTheme="majorEastAsia"/>
          <w:color w:val="444444"/>
        </w:rPr>
        <w:t>i18n</w:t>
      </w:r>
      <w:r>
        <w:t> - Support for </w:t>
      </w:r>
      <w:hyperlink r:id="rId15" w:anchor="i18n" w:history="1">
        <w:r w:rsidRPr="00C374F7">
          <w:rPr>
            <w:rStyle w:val="Hyperlink"/>
            <w:rFonts w:ascii="Arial" w:hAnsi="Arial" w:cs="Arial"/>
            <w:color w:val="7C9D00"/>
            <w:sz w:val="20"/>
            <w:szCs w:val="20"/>
          </w:rPr>
          <w:t>internationalization (i18n)</w:t>
        </w:r>
      </w:hyperlink>
      <w:r>
        <w:t>.</w:t>
      </w:r>
    </w:p>
    <w:p w14:paraId="1B527D42" w14:textId="77777777" w:rsidR="00C374F7" w:rsidRDefault="00C374F7" w:rsidP="00C374F7">
      <w:pPr>
        <w:pStyle w:val="ListParagraph"/>
        <w:numPr>
          <w:ilvl w:val="0"/>
          <w:numId w:val="11"/>
        </w:numPr>
      </w:pPr>
      <w:r w:rsidRPr="00C374F7">
        <w:rPr>
          <w:rStyle w:val="HTMLCode"/>
          <w:rFonts w:eastAsiaTheme="majorEastAsia"/>
          <w:color w:val="444444"/>
        </w:rPr>
        <w:t>services</w:t>
      </w:r>
      <w:r>
        <w:t> - The </w:t>
      </w:r>
      <w:hyperlink r:id="rId16" w:anchor="services" w:history="1">
        <w:r w:rsidRPr="00C374F7">
          <w:rPr>
            <w:rStyle w:val="Hyperlink"/>
            <w:rFonts w:ascii="Arial" w:hAnsi="Arial" w:cs="Arial"/>
            <w:color w:val="7C9D00"/>
            <w:sz w:val="20"/>
            <w:szCs w:val="20"/>
          </w:rPr>
          <w:t>service layer</w:t>
        </w:r>
      </w:hyperlink>
      <w:r>
        <w:t>.</w:t>
      </w:r>
    </w:p>
    <w:p w14:paraId="469C0805" w14:textId="77777777" w:rsidR="00C374F7" w:rsidRDefault="00C374F7" w:rsidP="00C374F7">
      <w:pPr>
        <w:pStyle w:val="ListParagraph"/>
        <w:numPr>
          <w:ilvl w:val="0"/>
          <w:numId w:val="11"/>
        </w:numPr>
      </w:pPr>
      <w:proofErr w:type="spellStart"/>
      <w:r w:rsidRPr="00C374F7">
        <w:rPr>
          <w:rStyle w:val="HTMLCode"/>
          <w:rFonts w:eastAsiaTheme="majorEastAsia"/>
          <w:color w:val="444444"/>
        </w:rPr>
        <w:t>taglib</w:t>
      </w:r>
      <w:proofErr w:type="spellEnd"/>
      <w:r>
        <w:t> - </w:t>
      </w:r>
      <w:hyperlink r:id="rId17" w:anchor="taglibs" w:history="1">
        <w:r w:rsidRPr="00C374F7">
          <w:rPr>
            <w:rStyle w:val="Hyperlink"/>
            <w:rFonts w:ascii="Arial" w:hAnsi="Arial" w:cs="Arial"/>
            <w:color w:val="7C9D00"/>
            <w:sz w:val="20"/>
            <w:szCs w:val="20"/>
          </w:rPr>
          <w:t>Tag libraries</w:t>
        </w:r>
      </w:hyperlink>
      <w:r>
        <w:t>.</w:t>
      </w:r>
    </w:p>
    <w:p w14:paraId="6AEC86C0" w14:textId="77777777" w:rsidR="00C374F7" w:rsidRDefault="00C374F7" w:rsidP="00C374F7">
      <w:pPr>
        <w:pStyle w:val="ListParagraph"/>
        <w:numPr>
          <w:ilvl w:val="0"/>
          <w:numId w:val="11"/>
        </w:numPr>
      </w:pPr>
      <w:proofErr w:type="spellStart"/>
      <w:r w:rsidRPr="00C374F7">
        <w:rPr>
          <w:rStyle w:val="HTMLCode"/>
          <w:rFonts w:eastAsiaTheme="majorEastAsia"/>
          <w:color w:val="444444"/>
        </w:rPr>
        <w:t>utils</w:t>
      </w:r>
      <w:proofErr w:type="spellEnd"/>
      <w:r>
        <w:t> - Grails specific utilities.</w:t>
      </w:r>
    </w:p>
    <w:p w14:paraId="0EFA52EA" w14:textId="77777777" w:rsidR="00C374F7" w:rsidRDefault="00C374F7" w:rsidP="00C374F7">
      <w:pPr>
        <w:pStyle w:val="ListParagraph"/>
        <w:numPr>
          <w:ilvl w:val="0"/>
          <w:numId w:val="11"/>
        </w:numPr>
      </w:pPr>
      <w:r w:rsidRPr="00C374F7">
        <w:rPr>
          <w:rStyle w:val="HTMLCode"/>
          <w:rFonts w:eastAsiaTheme="majorEastAsia"/>
          <w:color w:val="444444"/>
        </w:rPr>
        <w:t>views</w:t>
      </w:r>
      <w:r>
        <w:t> - </w:t>
      </w:r>
      <w:hyperlink r:id="rId18" w:anchor="gsp" w:history="1">
        <w:r w:rsidRPr="00C374F7">
          <w:rPr>
            <w:rStyle w:val="Hyperlink"/>
            <w:rFonts w:ascii="Arial" w:hAnsi="Arial" w:cs="Arial"/>
            <w:color w:val="7C9D00"/>
            <w:sz w:val="20"/>
            <w:szCs w:val="20"/>
          </w:rPr>
          <w:t>Groovy Server Pages</w:t>
        </w:r>
      </w:hyperlink>
      <w:r>
        <w:t> - The V in MVC.</w:t>
      </w:r>
    </w:p>
    <w:p w14:paraId="344B827F" w14:textId="77777777" w:rsidR="00C374F7" w:rsidRDefault="00C374F7" w:rsidP="00C374F7">
      <w:pPr>
        <w:pStyle w:val="ListParagraph"/>
        <w:numPr>
          <w:ilvl w:val="0"/>
          <w:numId w:val="11"/>
        </w:numPr>
      </w:pPr>
      <w:r w:rsidRPr="00C374F7">
        <w:rPr>
          <w:rStyle w:val="HTMLCode"/>
          <w:rFonts w:eastAsiaTheme="majorEastAsia"/>
          <w:color w:val="444444"/>
        </w:rPr>
        <w:t>scripts</w:t>
      </w:r>
      <w:r>
        <w:t> - </w:t>
      </w:r>
      <w:hyperlink r:id="rId19" w:anchor="commandLine" w:history="1">
        <w:r w:rsidRPr="00C374F7">
          <w:rPr>
            <w:rStyle w:val="Hyperlink"/>
            <w:rFonts w:ascii="Arial" w:hAnsi="Arial" w:cs="Arial"/>
            <w:color w:val="7C9D00"/>
            <w:sz w:val="20"/>
            <w:szCs w:val="20"/>
          </w:rPr>
          <w:t>Code generation scripts</w:t>
        </w:r>
      </w:hyperlink>
      <w:r>
        <w:t>.</w:t>
      </w:r>
    </w:p>
    <w:p w14:paraId="4FDA1169" w14:textId="77777777" w:rsidR="00C374F7" w:rsidRDefault="00C374F7" w:rsidP="00C374F7">
      <w:pPr>
        <w:pStyle w:val="ListParagraph"/>
        <w:numPr>
          <w:ilvl w:val="0"/>
          <w:numId w:val="11"/>
        </w:numPr>
      </w:pPr>
      <w:proofErr w:type="spellStart"/>
      <w:r w:rsidRPr="00C374F7">
        <w:rPr>
          <w:rStyle w:val="HTMLCode"/>
          <w:rFonts w:eastAsiaTheme="majorEastAsia"/>
          <w:color w:val="444444"/>
        </w:rPr>
        <w:t>src</w:t>
      </w:r>
      <w:proofErr w:type="spellEnd"/>
      <w:r w:rsidRPr="00C374F7">
        <w:rPr>
          <w:rStyle w:val="HTMLCode"/>
          <w:rFonts w:eastAsiaTheme="majorEastAsia"/>
          <w:color w:val="444444"/>
        </w:rPr>
        <w:t>/main/groovy</w:t>
      </w:r>
      <w:r>
        <w:t> - Supporting sources</w:t>
      </w:r>
    </w:p>
    <w:p w14:paraId="706D1BCF" w14:textId="64D460C1" w:rsidR="00C374F7" w:rsidRPr="00C374F7" w:rsidRDefault="00C374F7" w:rsidP="00C374F7">
      <w:pPr>
        <w:pStyle w:val="ListParagraph"/>
        <w:numPr>
          <w:ilvl w:val="0"/>
          <w:numId w:val="11"/>
        </w:numPr>
      </w:pPr>
      <w:proofErr w:type="spellStart"/>
      <w:r w:rsidRPr="00C374F7">
        <w:rPr>
          <w:rStyle w:val="HTMLCode"/>
          <w:rFonts w:eastAsiaTheme="majorEastAsia"/>
          <w:color w:val="444444"/>
        </w:rPr>
        <w:t>src</w:t>
      </w:r>
      <w:proofErr w:type="spellEnd"/>
      <w:r w:rsidRPr="00C374F7">
        <w:rPr>
          <w:rStyle w:val="HTMLCode"/>
          <w:rFonts w:eastAsiaTheme="majorEastAsia"/>
          <w:color w:val="444444"/>
        </w:rPr>
        <w:t>/test/groovy</w:t>
      </w:r>
      <w:r>
        <w:t> - </w:t>
      </w:r>
      <w:hyperlink r:id="rId20" w:anchor="testing" w:history="1">
        <w:r w:rsidRPr="00C374F7">
          <w:rPr>
            <w:rStyle w:val="Hyperlink"/>
            <w:rFonts w:ascii="Arial" w:hAnsi="Arial" w:cs="Arial"/>
            <w:color w:val="7C9D00"/>
            <w:sz w:val="20"/>
            <w:szCs w:val="20"/>
          </w:rPr>
          <w:t>Unit and integration tests</w:t>
        </w:r>
      </w:hyperlink>
      <w:r>
        <w:t>.</w:t>
      </w:r>
    </w:p>
    <w:p w14:paraId="0D1A0382" w14:textId="77777777" w:rsidR="00E85A45" w:rsidRDefault="00E85A45" w:rsidP="00E85A45">
      <w:pPr>
        <w:pStyle w:val="Heading2"/>
      </w:pPr>
      <w:r>
        <w:t>ReactJS</w:t>
      </w:r>
    </w:p>
    <w:p w14:paraId="3A0559B5" w14:textId="7D342E7E" w:rsidR="00E85A45" w:rsidRDefault="00E65213" w:rsidP="00E65213">
      <w:r>
        <w:t>ReactJS development files are stored in “</w:t>
      </w:r>
      <w:r w:rsidR="00D20D97">
        <w:rPr>
          <w:i/>
          <w:iCs/>
        </w:rPr>
        <w:t>PROJECT_ROOT</w:t>
      </w:r>
      <w:r>
        <w:rPr>
          <w:i/>
          <w:iCs/>
        </w:rPr>
        <w:t>/</w:t>
      </w:r>
      <w:proofErr w:type="spellStart"/>
      <w:r>
        <w:rPr>
          <w:i/>
          <w:iCs/>
        </w:rPr>
        <w:t>src</w:t>
      </w:r>
      <w:proofErr w:type="spellEnd"/>
      <w:r>
        <w:rPr>
          <w:i/>
          <w:iCs/>
        </w:rPr>
        <w:t>/main/</w:t>
      </w:r>
      <w:proofErr w:type="spellStart"/>
      <w:r>
        <w:rPr>
          <w:i/>
          <w:iCs/>
        </w:rPr>
        <w:t>webapp</w:t>
      </w:r>
      <w:proofErr w:type="spellEnd"/>
      <w:r>
        <w:rPr>
          <w:i/>
          <w:iCs/>
        </w:rPr>
        <w:t>/app”</w:t>
      </w:r>
      <w:r>
        <w:t>. Node package/</w:t>
      </w:r>
      <w:proofErr w:type="spellStart"/>
      <w:r>
        <w:t>node_modules</w:t>
      </w:r>
      <w:proofErr w:type="spellEnd"/>
      <w:r>
        <w:t xml:space="preserve"> configuration is in “</w:t>
      </w:r>
      <w:r w:rsidR="00D20D97">
        <w:rPr>
          <w:i/>
          <w:iCs/>
        </w:rPr>
        <w:t>PROJECT_ROOT</w:t>
      </w:r>
      <w:r>
        <w:rPr>
          <w:i/>
          <w:iCs/>
        </w:rPr>
        <w:t>/</w:t>
      </w:r>
      <w:proofErr w:type="spellStart"/>
      <w:r>
        <w:rPr>
          <w:i/>
          <w:iCs/>
        </w:rPr>
        <w:t>package.json</w:t>
      </w:r>
      <w:proofErr w:type="spellEnd"/>
      <w:r>
        <w:t>”.</w:t>
      </w:r>
    </w:p>
    <w:p w14:paraId="7A4F5987" w14:textId="4415A4F0" w:rsidR="00E55192" w:rsidRDefault="005A1124" w:rsidP="00E55192">
      <w:pPr>
        <w:pStyle w:val="Heading1"/>
      </w:pPr>
      <w:r>
        <w:lastRenderedPageBreak/>
        <w:t>FEATURES</w:t>
      </w:r>
    </w:p>
    <w:p w14:paraId="512A9C02" w14:textId="77777777" w:rsidR="00E55192" w:rsidRDefault="005A1124" w:rsidP="00E55192">
      <w:pPr>
        <w:pStyle w:val="Heading2"/>
      </w:pPr>
      <w:r>
        <w:t>Crawler</w:t>
      </w:r>
    </w:p>
    <w:p w14:paraId="6AAFDE41" w14:textId="28B505EA" w:rsidR="00E55192" w:rsidRDefault="00D5410B" w:rsidP="00E55192">
      <w:r>
        <w:t>Web crawler is one of wine match dashboard features that used to pull data from retailer’s website or retailer’s feed</w:t>
      </w:r>
      <w:r w:rsidR="00E55192">
        <w:t>.</w:t>
      </w:r>
      <w:r w:rsidR="00F547F5">
        <w:t xml:space="preserve"> </w:t>
      </w:r>
      <w:r w:rsidR="000965A6">
        <w:t xml:space="preserve">This feature is currently support HTML, HTML_ASYNC, SEPARATED_VALUES, SEPARATED_VALUES with save as is option, XML, CSV, EXCEL &amp; EXCEL 2007, and JSON. </w:t>
      </w:r>
    </w:p>
    <w:p w14:paraId="43B0B614" w14:textId="1D8AE1F5" w:rsidR="00070AEF" w:rsidRDefault="00070AEF" w:rsidP="00E55192">
      <w:r>
        <w:t>The list of retailer</w:t>
      </w:r>
      <w:r w:rsidR="00925202">
        <w:t>s</w:t>
      </w:r>
      <w:r w:rsidR="00491BE2">
        <w:t xml:space="preserve"> </w:t>
      </w:r>
      <w:r w:rsidR="00925202">
        <w:t>is</w:t>
      </w:r>
      <w:r w:rsidR="00491BE2">
        <w:t xml:space="preserve"> </w:t>
      </w:r>
      <w:r w:rsidR="00925202">
        <w:t xml:space="preserve">stored in </w:t>
      </w:r>
      <w:proofErr w:type="spellStart"/>
      <w:r w:rsidR="00925202" w:rsidRPr="00925202">
        <w:rPr>
          <w:i/>
          <w:iCs/>
        </w:rPr>
        <w:t>web_crawler</w:t>
      </w:r>
      <w:proofErr w:type="spellEnd"/>
      <w:r w:rsidR="00925202">
        <w:t xml:space="preserve"> table of wine match dashboard database.</w:t>
      </w:r>
    </w:p>
    <w:p w14:paraId="3544A326" w14:textId="4A176142" w:rsidR="000965A6" w:rsidRDefault="000965A6" w:rsidP="00E55192">
      <w:r>
        <w:t>This feature is controlled by the following files:</w:t>
      </w:r>
    </w:p>
    <w:p w14:paraId="0A6D74AB" w14:textId="358634E1" w:rsidR="00F547F5" w:rsidRPr="00044995" w:rsidRDefault="000965A6" w:rsidP="00A25E5A">
      <w:pPr>
        <w:pStyle w:val="ListParagraph"/>
        <w:numPr>
          <w:ilvl w:val="0"/>
          <w:numId w:val="5"/>
        </w:numPr>
        <w:ind w:left="709"/>
        <w:rPr>
          <w:i/>
          <w:iCs/>
        </w:rPr>
      </w:pPr>
      <w:r>
        <w:rPr>
          <w:i/>
          <w:iCs/>
        </w:rPr>
        <w:t>PROJECT_ROOT</w:t>
      </w:r>
      <w:r w:rsidR="004F2DDB" w:rsidRPr="00044995">
        <w:rPr>
          <w:i/>
          <w:iCs/>
        </w:rPr>
        <w:t>/controllers/wine/alert/</w:t>
      </w:r>
      <w:proofErr w:type="spellStart"/>
      <w:r w:rsidR="004F2DDB" w:rsidRPr="00044995">
        <w:rPr>
          <w:i/>
          <w:iCs/>
        </w:rPr>
        <w:t>WebCrawlerController.groovy</w:t>
      </w:r>
      <w:proofErr w:type="spellEnd"/>
    </w:p>
    <w:p w14:paraId="343DAB83" w14:textId="24742237" w:rsidR="00A25E5A" w:rsidRPr="00044995" w:rsidRDefault="000965A6" w:rsidP="00A25E5A">
      <w:pPr>
        <w:pStyle w:val="ListParagraph"/>
        <w:numPr>
          <w:ilvl w:val="0"/>
          <w:numId w:val="5"/>
        </w:numPr>
        <w:ind w:left="709"/>
        <w:rPr>
          <w:i/>
          <w:iCs/>
        </w:rPr>
      </w:pPr>
      <w:r>
        <w:rPr>
          <w:i/>
          <w:iCs/>
        </w:rPr>
        <w:t>PROJECT_ROOT</w:t>
      </w:r>
      <w:r w:rsidR="00A25E5A" w:rsidRPr="00044995">
        <w:rPr>
          <w:i/>
          <w:iCs/>
        </w:rPr>
        <w:t>/jobs/wine/alert/</w:t>
      </w:r>
      <w:proofErr w:type="spellStart"/>
      <w:r w:rsidR="00A25E5A" w:rsidRPr="00044995">
        <w:rPr>
          <w:i/>
          <w:iCs/>
        </w:rPr>
        <w:t>CrawlAllJob.groovy</w:t>
      </w:r>
      <w:proofErr w:type="spellEnd"/>
    </w:p>
    <w:p w14:paraId="675AD0B4" w14:textId="7DFAEC5A" w:rsidR="00A25E5A" w:rsidRDefault="000965A6" w:rsidP="00A25E5A">
      <w:pPr>
        <w:pStyle w:val="ListParagraph"/>
        <w:numPr>
          <w:ilvl w:val="0"/>
          <w:numId w:val="5"/>
        </w:numPr>
        <w:ind w:left="709"/>
        <w:rPr>
          <w:i/>
          <w:iCs/>
        </w:rPr>
      </w:pPr>
      <w:r>
        <w:rPr>
          <w:i/>
          <w:iCs/>
        </w:rPr>
        <w:t>PROJECT_ROOT</w:t>
      </w:r>
      <w:r w:rsidR="00A25E5A" w:rsidRPr="00044995">
        <w:rPr>
          <w:i/>
          <w:iCs/>
        </w:rPr>
        <w:t>/jobs/wine/alert/</w:t>
      </w:r>
      <w:proofErr w:type="spellStart"/>
      <w:r w:rsidR="00A25E5A" w:rsidRPr="00044995">
        <w:rPr>
          <w:i/>
          <w:iCs/>
        </w:rPr>
        <w:t>SeparateCrawlHob.groovy</w:t>
      </w:r>
      <w:proofErr w:type="spellEnd"/>
      <w:r w:rsidR="00A25E5A" w:rsidRPr="00044995">
        <w:rPr>
          <w:i/>
          <w:iCs/>
        </w:rPr>
        <w:t xml:space="preserve"> </w:t>
      </w:r>
    </w:p>
    <w:p w14:paraId="1E4A2E8F" w14:textId="737228AE" w:rsidR="000965A6" w:rsidRPr="000965A6" w:rsidRDefault="00297AA8" w:rsidP="000965A6">
      <w:pPr>
        <w:ind w:left="349"/>
      </w:pPr>
      <w:r>
        <w:t>Please check the</w:t>
      </w:r>
      <w:r w:rsidR="000965A6">
        <w:t xml:space="preserve"> groovy and java docs</w:t>
      </w:r>
      <w:r>
        <w:t xml:space="preserve"> for more information of these files</w:t>
      </w:r>
      <w:r w:rsidR="000965A6">
        <w:t>.</w:t>
      </w:r>
    </w:p>
    <w:p w14:paraId="15C49DA3" w14:textId="3B1D48EF" w:rsidR="00E55192" w:rsidRDefault="00F068F4" w:rsidP="00E55192">
      <w:pPr>
        <w:pStyle w:val="Heading2"/>
      </w:pPr>
      <w:r>
        <w:t>Work Group</w:t>
      </w:r>
    </w:p>
    <w:p w14:paraId="7AC176AD" w14:textId="77777777" w:rsidR="000B411E" w:rsidRDefault="00F068F4" w:rsidP="000B411E">
      <w:r>
        <w:t xml:space="preserve">Work group is the place to group the retailers. This group used by validation and narrow. Work group information is stored in </w:t>
      </w:r>
      <w:proofErr w:type="spellStart"/>
      <w:r w:rsidRPr="00F068F4">
        <w:rPr>
          <w:i/>
          <w:iCs/>
        </w:rPr>
        <w:t>work_grou</w:t>
      </w:r>
      <w:r>
        <w:rPr>
          <w:i/>
          <w:iCs/>
        </w:rPr>
        <w:t>p</w:t>
      </w:r>
      <w:proofErr w:type="spellEnd"/>
      <w:r>
        <w:t xml:space="preserve"> and </w:t>
      </w:r>
      <w:proofErr w:type="spellStart"/>
      <w:r w:rsidRPr="00F068F4">
        <w:rPr>
          <w:i/>
          <w:iCs/>
        </w:rPr>
        <w:t>work_group_webcrawler</w:t>
      </w:r>
      <w:proofErr w:type="spellEnd"/>
      <w:r w:rsidRPr="00F068F4">
        <w:rPr>
          <w:i/>
          <w:iCs/>
        </w:rPr>
        <w:t xml:space="preserve"> </w:t>
      </w:r>
      <w:r>
        <w:t>table of wine match dashboard database.</w:t>
      </w:r>
      <w:r w:rsidR="00D20D97">
        <w:t xml:space="preserve"> </w:t>
      </w:r>
    </w:p>
    <w:p w14:paraId="6AF2D05E" w14:textId="77777777" w:rsidR="000B411E" w:rsidRDefault="000B411E" w:rsidP="000B411E">
      <w:r>
        <w:t>This feature is controlled by the following files:</w:t>
      </w:r>
    </w:p>
    <w:p w14:paraId="00309A5E" w14:textId="3E2B7383" w:rsidR="000B411E" w:rsidRPr="00044995" w:rsidRDefault="000B411E" w:rsidP="000B411E">
      <w:pPr>
        <w:pStyle w:val="ListParagraph"/>
        <w:numPr>
          <w:ilvl w:val="0"/>
          <w:numId w:val="5"/>
        </w:numPr>
        <w:ind w:left="709"/>
        <w:rPr>
          <w:i/>
          <w:iCs/>
        </w:rPr>
      </w:pPr>
      <w:r>
        <w:rPr>
          <w:i/>
          <w:iCs/>
        </w:rPr>
        <w:t>PROJECT_ROOT</w:t>
      </w:r>
      <w:r w:rsidRPr="00044995">
        <w:rPr>
          <w:i/>
          <w:iCs/>
        </w:rPr>
        <w:t>/controllers/wine/alert/</w:t>
      </w:r>
      <w:proofErr w:type="spellStart"/>
      <w:r w:rsidRPr="00044995">
        <w:rPr>
          <w:i/>
          <w:iCs/>
        </w:rPr>
        <w:t>W</w:t>
      </w:r>
      <w:r>
        <w:rPr>
          <w:i/>
          <w:iCs/>
        </w:rPr>
        <w:t>orkGroup</w:t>
      </w:r>
      <w:r w:rsidRPr="00044995">
        <w:rPr>
          <w:i/>
          <w:iCs/>
        </w:rPr>
        <w:t>Controller.groovy</w:t>
      </w:r>
      <w:proofErr w:type="spellEnd"/>
    </w:p>
    <w:p w14:paraId="639EB122" w14:textId="4C5CF892" w:rsidR="000B411E" w:rsidRDefault="000B411E" w:rsidP="000B411E">
      <w:pPr>
        <w:pStyle w:val="ListParagraph"/>
        <w:numPr>
          <w:ilvl w:val="0"/>
          <w:numId w:val="5"/>
        </w:numPr>
        <w:ind w:left="709"/>
        <w:rPr>
          <w:i/>
          <w:iCs/>
        </w:rPr>
      </w:pPr>
      <w:r>
        <w:rPr>
          <w:i/>
          <w:iCs/>
        </w:rPr>
        <w:t>PROJECT_ROOT</w:t>
      </w:r>
      <w:r w:rsidRPr="00044995">
        <w:rPr>
          <w:i/>
          <w:iCs/>
        </w:rPr>
        <w:t>/controllers/wine/alert/</w:t>
      </w:r>
      <w:r>
        <w:rPr>
          <w:i/>
          <w:iCs/>
        </w:rPr>
        <w:t>WorkGroupWebCrawlerController</w:t>
      </w:r>
      <w:r w:rsidRPr="00044995">
        <w:rPr>
          <w:i/>
          <w:iCs/>
        </w:rPr>
        <w:t>.groovy</w:t>
      </w:r>
    </w:p>
    <w:p w14:paraId="25B8E1A4" w14:textId="099BCFDC" w:rsidR="00297AA8" w:rsidRPr="00297AA8" w:rsidRDefault="00297AA8" w:rsidP="00297AA8">
      <w:pPr>
        <w:ind w:left="349"/>
      </w:pPr>
      <w:r>
        <w:t>Please check the groovy and java docs for more information of these files.</w:t>
      </w:r>
    </w:p>
    <w:p w14:paraId="6D562F2A" w14:textId="55452D35" w:rsidR="00487A65" w:rsidRDefault="00D5410B" w:rsidP="00487A65">
      <w:pPr>
        <w:pStyle w:val="Heading2"/>
      </w:pPr>
      <w:r>
        <w:t>History Match</w:t>
      </w:r>
      <w:r w:rsidR="00487A65" w:rsidRPr="00487A65">
        <w:t xml:space="preserve"> </w:t>
      </w:r>
    </w:p>
    <w:p w14:paraId="2459CE19" w14:textId="77777777" w:rsidR="00F068F4" w:rsidRDefault="00487A65" w:rsidP="00487A65">
      <w:r>
        <w:t>History match is feature that match retailer’s wine with wine alert wine based on prior validated matches. Each retailer has own config for history match</w:t>
      </w:r>
      <w:r w:rsidR="002E40CC">
        <w:t xml:space="preserve"> that</w:t>
      </w:r>
      <w:r>
        <w:t xml:space="preserve"> stored in </w:t>
      </w:r>
      <w:proofErr w:type="spellStart"/>
      <w:r w:rsidRPr="00F068F4">
        <w:rPr>
          <w:i/>
          <w:iCs/>
        </w:rPr>
        <w:t>web_crawler</w:t>
      </w:r>
      <w:proofErr w:type="spellEnd"/>
      <w:r>
        <w:t xml:space="preserve"> table</w:t>
      </w:r>
      <w:r w:rsidR="002E40CC">
        <w:t xml:space="preserve"> of wine match dashboard database</w:t>
      </w:r>
      <w:r>
        <w:t>.</w:t>
      </w:r>
    </w:p>
    <w:p w14:paraId="5C4A815E" w14:textId="71AF5BF9" w:rsidR="00D5410B" w:rsidRDefault="00F068F4" w:rsidP="00487A65">
      <w:r>
        <w:t xml:space="preserve">History match </w:t>
      </w:r>
      <w:r w:rsidR="000965A6">
        <w:t>takes</w:t>
      </w:r>
      <w:r>
        <w:t xml:space="preserve"> crawler output</w:t>
      </w:r>
      <w:r w:rsidR="000965A6">
        <w:t xml:space="preserve"> files</w:t>
      </w:r>
      <w:r>
        <w:t xml:space="preserve"> and</w:t>
      </w:r>
      <w:r w:rsidR="00487A65">
        <w:t xml:space="preserve"> </w:t>
      </w:r>
      <w:r w:rsidR="000965A6">
        <w:t>compare each wine in the files with the data from prior validated match that stored in history file.</w:t>
      </w:r>
    </w:p>
    <w:p w14:paraId="6F68444F" w14:textId="7728417A" w:rsidR="002643B0" w:rsidRDefault="002643B0" w:rsidP="00487A65">
      <w:r>
        <w:t>History match produce file that contains the following fields:</w:t>
      </w:r>
    </w:p>
    <w:p w14:paraId="5E64E226" w14:textId="38C286E7" w:rsidR="002643B0" w:rsidRDefault="002643B0" w:rsidP="002643B0">
      <w:pPr>
        <w:pStyle w:val="ListParagraph"/>
        <w:numPr>
          <w:ilvl w:val="0"/>
          <w:numId w:val="5"/>
        </w:numPr>
        <w:ind w:left="709"/>
      </w:pPr>
      <w:r>
        <w:t>Wine Id</w:t>
      </w:r>
    </w:p>
    <w:p w14:paraId="19BE2C94" w14:textId="71E890F7" w:rsidR="002643B0" w:rsidRDefault="002643B0" w:rsidP="002643B0">
      <w:pPr>
        <w:pStyle w:val="ListParagraph"/>
        <w:numPr>
          <w:ilvl w:val="0"/>
          <w:numId w:val="5"/>
        </w:numPr>
        <w:ind w:left="709"/>
      </w:pPr>
      <w:r>
        <w:t>Wine Name</w:t>
      </w:r>
    </w:p>
    <w:p w14:paraId="020E3644" w14:textId="6EB3EEC7" w:rsidR="002643B0" w:rsidRDefault="002643B0" w:rsidP="002643B0">
      <w:pPr>
        <w:pStyle w:val="ListParagraph"/>
        <w:numPr>
          <w:ilvl w:val="0"/>
          <w:numId w:val="5"/>
        </w:numPr>
        <w:ind w:left="709"/>
      </w:pPr>
      <w:r>
        <w:t>Match</w:t>
      </w:r>
    </w:p>
    <w:p w14:paraId="07DC3145" w14:textId="25FAAAD1" w:rsidR="002643B0" w:rsidRDefault="002643B0" w:rsidP="002643B0">
      <w:pPr>
        <w:pStyle w:val="ListParagraph"/>
        <w:numPr>
          <w:ilvl w:val="0"/>
          <w:numId w:val="5"/>
        </w:numPr>
        <w:ind w:left="709"/>
      </w:pPr>
      <w:r>
        <w:t>Errors</w:t>
      </w:r>
    </w:p>
    <w:p w14:paraId="1C77EBE5" w14:textId="7FF04732" w:rsidR="002643B0" w:rsidRDefault="002643B0" w:rsidP="002643B0">
      <w:pPr>
        <w:pStyle w:val="ListParagraph"/>
        <w:numPr>
          <w:ilvl w:val="0"/>
          <w:numId w:val="5"/>
        </w:numPr>
        <w:ind w:left="709"/>
      </w:pPr>
      <w:r>
        <w:t>Bottle Size</w:t>
      </w:r>
    </w:p>
    <w:p w14:paraId="3FE848FE" w14:textId="23A8CCA4" w:rsidR="002643B0" w:rsidRDefault="002643B0" w:rsidP="002643B0">
      <w:pPr>
        <w:pStyle w:val="ListParagraph"/>
        <w:numPr>
          <w:ilvl w:val="0"/>
          <w:numId w:val="5"/>
        </w:numPr>
        <w:ind w:left="709"/>
      </w:pPr>
      <w:r>
        <w:t>Vintage</w:t>
      </w:r>
    </w:p>
    <w:p w14:paraId="1DBF7198" w14:textId="77FEB293" w:rsidR="002643B0" w:rsidRDefault="002643B0" w:rsidP="002643B0">
      <w:pPr>
        <w:pStyle w:val="ListParagraph"/>
        <w:numPr>
          <w:ilvl w:val="0"/>
          <w:numId w:val="5"/>
        </w:numPr>
        <w:ind w:left="709"/>
      </w:pPr>
      <w:r>
        <w:t>Price</w:t>
      </w:r>
    </w:p>
    <w:p w14:paraId="0115AAA4" w14:textId="49E68E54" w:rsidR="002643B0" w:rsidRDefault="002643B0" w:rsidP="002643B0">
      <w:pPr>
        <w:pStyle w:val="ListParagraph"/>
        <w:numPr>
          <w:ilvl w:val="0"/>
          <w:numId w:val="5"/>
        </w:numPr>
        <w:ind w:left="709"/>
      </w:pPr>
      <w:r>
        <w:t>Tax Status</w:t>
      </w:r>
    </w:p>
    <w:p w14:paraId="2CEEFC9E" w14:textId="1E39BE06" w:rsidR="002643B0" w:rsidRDefault="002643B0" w:rsidP="002643B0">
      <w:pPr>
        <w:pStyle w:val="ListParagraph"/>
        <w:numPr>
          <w:ilvl w:val="0"/>
          <w:numId w:val="5"/>
        </w:numPr>
        <w:ind w:left="709"/>
      </w:pPr>
      <w:r>
        <w:t>URL</w:t>
      </w:r>
    </w:p>
    <w:p w14:paraId="283BB16A" w14:textId="6B6C82EB" w:rsidR="002643B0" w:rsidRDefault="002643B0" w:rsidP="002643B0">
      <w:pPr>
        <w:pStyle w:val="ListParagraph"/>
        <w:numPr>
          <w:ilvl w:val="0"/>
          <w:numId w:val="5"/>
        </w:numPr>
        <w:ind w:left="709"/>
      </w:pPr>
      <w:r>
        <w:t>Retailer Description</w:t>
      </w:r>
    </w:p>
    <w:p w14:paraId="3CE75C25" w14:textId="03685A62" w:rsidR="002643B0" w:rsidRDefault="002643B0" w:rsidP="002643B0">
      <w:pPr>
        <w:pStyle w:val="ListParagraph"/>
        <w:numPr>
          <w:ilvl w:val="0"/>
          <w:numId w:val="5"/>
        </w:numPr>
        <w:ind w:left="709"/>
      </w:pPr>
      <w:r>
        <w:lastRenderedPageBreak/>
        <w:t>Keyword String</w:t>
      </w:r>
    </w:p>
    <w:p w14:paraId="556019CC" w14:textId="1C499B4F" w:rsidR="002643B0" w:rsidRDefault="002643B0" w:rsidP="002643B0">
      <w:pPr>
        <w:pStyle w:val="ListParagraph"/>
        <w:numPr>
          <w:ilvl w:val="0"/>
          <w:numId w:val="5"/>
        </w:numPr>
        <w:ind w:left="709"/>
      </w:pPr>
      <w:r>
        <w:t>History String</w:t>
      </w:r>
    </w:p>
    <w:p w14:paraId="4ED7F952" w14:textId="6696A0BC" w:rsidR="002643B0" w:rsidRDefault="002643B0" w:rsidP="002643B0">
      <w:pPr>
        <w:pStyle w:val="ListParagraph"/>
        <w:numPr>
          <w:ilvl w:val="0"/>
          <w:numId w:val="5"/>
        </w:numPr>
        <w:ind w:left="709"/>
      </w:pPr>
      <w:r>
        <w:t>SKU</w:t>
      </w:r>
    </w:p>
    <w:p w14:paraId="3BA12E87" w14:textId="241B6995" w:rsidR="002643B0" w:rsidRDefault="002643B0" w:rsidP="002643B0">
      <w:pPr>
        <w:pStyle w:val="ListParagraph"/>
        <w:numPr>
          <w:ilvl w:val="0"/>
          <w:numId w:val="5"/>
        </w:numPr>
        <w:ind w:left="709"/>
      </w:pPr>
      <w:r>
        <w:t>~ the rest of crawler fields ~</w:t>
      </w:r>
    </w:p>
    <w:p w14:paraId="5BD56F28" w14:textId="77777777" w:rsidR="00A4180A" w:rsidRDefault="00A4180A" w:rsidP="00A4180A">
      <w:r>
        <w:t>This feature is controlled by the following files:</w:t>
      </w:r>
    </w:p>
    <w:p w14:paraId="2616289A" w14:textId="4BE78AA5" w:rsidR="00A4180A" w:rsidRPr="00044995" w:rsidRDefault="00A4180A" w:rsidP="00A4180A">
      <w:pPr>
        <w:pStyle w:val="ListParagraph"/>
        <w:numPr>
          <w:ilvl w:val="0"/>
          <w:numId w:val="5"/>
        </w:numPr>
        <w:ind w:left="709"/>
        <w:rPr>
          <w:i/>
          <w:iCs/>
        </w:rPr>
      </w:pPr>
      <w:r>
        <w:rPr>
          <w:i/>
          <w:iCs/>
        </w:rPr>
        <w:t>PROJECT_ROOT</w:t>
      </w:r>
      <w:r w:rsidRPr="00044995">
        <w:rPr>
          <w:i/>
          <w:iCs/>
        </w:rPr>
        <w:t>/controllers/wine/alert/</w:t>
      </w:r>
      <w:r>
        <w:rPr>
          <w:i/>
          <w:iCs/>
        </w:rPr>
        <w:t>WineMatchConfigController</w:t>
      </w:r>
      <w:r w:rsidRPr="00044995">
        <w:rPr>
          <w:i/>
          <w:iCs/>
        </w:rPr>
        <w:t>.groovy</w:t>
      </w:r>
    </w:p>
    <w:p w14:paraId="3B2051F8" w14:textId="62A9F933" w:rsidR="00A4180A" w:rsidRDefault="00A4180A" w:rsidP="00A4180A">
      <w:pPr>
        <w:pStyle w:val="ListParagraph"/>
        <w:numPr>
          <w:ilvl w:val="0"/>
          <w:numId w:val="5"/>
        </w:numPr>
        <w:ind w:left="709"/>
        <w:rPr>
          <w:i/>
          <w:iCs/>
        </w:rPr>
      </w:pPr>
      <w:r>
        <w:rPr>
          <w:i/>
          <w:iCs/>
        </w:rPr>
        <w:t>PROJECT_ROOT</w:t>
      </w:r>
      <w:r w:rsidRPr="00044995">
        <w:rPr>
          <w:i/>
          <w:iCs/>
        </w:rPr>
        <w:t>/controllers/wine/alert/</w:t>
      </w:r>
      <w:proofErr w:type="spellStart"/>
      <w:r>
        <w:rPr>
          <w:i/>
          <w:iCs/>
        </w:rPr>
        <w:t>WineMatchController</w:t>
      </w:r>
      <w:r w:rsidRPr="00044995">
        <w:rPr>
          <w:i/>
          <w:iCs/>
        </w:rPr>
        <w:t>.groovy</w:t>
      </w:r>
      <w:proofErr w:type="spellEnd"/>
    </w:p>
    <w:p w14:paraId="2DC9FF35" w14:textId="7823BEBA" w:rsidR="00A4180A" w:rsidRDefault="00A4180A" w:rsidP="00A4180A">
      <w:pPr>
        <w:pStyle w:val="ListParagraph"/>
        <w:numPr>
          <w:ilvl w:val="0"/>
          <w:numId w:val="5"/>
        </w:numPr>
        <w:ind w:left="709"/>
        <w:rPr>
          <w:i/>
          <w:iCs/>
        </w:rPr>
      </w:pPr>
      <w:r>
        <w:rPr>
          <w:i/>
          <w:iCs/>
        </w:rPr>
        <w:t>PROJECT_ROOT</w:t>
      </w:r>
      <w:r w:rsidRPr="00044995">
        <w:rPr>
          <w:i/>
          <w:iCs/>
        </w:rPr>
        <w:t>/jobs/wine/alert/</w:t>
      </w:r>
      <w:proofErr w:type="spellStart"/>
      <w:r>
        <w:rPr>
          <w:i/>
          <w:iCs/>
        </w:rPr>
        <w:t>HistoryMatchJ</w:t>
      </w:r>
      <w:r w:rsidRPr="00044995">
        <w:rPr>
          <w:i/>
          <w:iCs/>
        </w:rPr>
        <w:t>ob.groovy</w:t>
      </w:r>
      <w:proofErr w:type="spellEnd"/>
    </w:p>
    <w:p w14:paraId="0BDA96BC" w14:textId="61F56F82" w:rsidR="00A4180A" w:rsidRPr="00D5410B" w:rsidRDefault="00A4180A" w:rsidP="00A4180A">
      <w:r>
        <w:t>Please check the groovy and java docs for more information of these files.</w:t>
      </w:r>
    </w:p>
    <w:p w14:paraId="3151E591" w14:textId="70E76FB0" w:rsidR="00D5410B" w:rsidRDefault="00D5410B" w:rsidP="00D5410B">
      <w:pPr>
        <w:pStyle w:val="Heading2"/>
      </w:pPr>
      <w:r>
        <w:t>Keyword Match</w:t>
      </w:r>
    </w:p>
    <w:p w14:paraId="2B8688F2" w14:textId="77777777" w:rsidR="005C2BA9" w:rsidRDefault="00A64097" w:rsidP="005C2BA9">
      <w:r>
        <w:t xml:space="preserve">Keyword match is feature that match retailer’s wine with </w:t>
      </w:r>
      <w:proofErr w:type="spellStart"/>
      <w:r>
        <w:t>WineAlert</w:t>
      </w:r>
      <w:r w:rsidR="009D6359">
        <w:t>’s</w:t>
      </w:r>
      <w:proofErr w:type="spellEnd"/>
      <w:r>
        <w:t xml:space="preserve"> wine </w:t>
      </w:r>
      <w:r w:rsidR="007A2D87">
        <w:t>using scor</w:t>
      </w:r>
      <w:r w:rsidR="005C65D1">
        <w:t>e</w:t>
      </w:r>
      <w:r w:rsidR="007A2D87">
        <w:t xml:space="preserve"> algorit</w:t>
      </w:r>
      <w:r w:rsidR="00C82DF7">
        <w:t>h</w:t>
      </w:r>
      <w:r w:rsidR="007A2D87">
        <w:t>m</w:t>
      </w:r>
      <w:r>
        <w:t xml:space="preserve">. </w:t>
      </w:r>
      <w:r w:rsidR="005C2BA9">
        <w:t xml:space="preserve">Each retailer has own config for history match that stored in </w:t>
      </w:r>
      <w:proofErr w:type="spellStart"/>
      <w:r w:rsidR="005C2BA9" w:rsidRPr="00F068F4">
        <w:rPr>
          <w:i/>
          <w:iCs/>
        </w:rPr>
        <w:t>web_crawler</w:t>
      </w:r>
      <w:proofErr w:type="spellEnd"/>
      <w:r w:rsidR="005C2BA9">
        <w:t xml:space="preserve"> table of wine match dashboard database.</w:t>
      </w:r>
    </w:p>
    <w:p w14:paraId="2451DD84" w14:textId="38E2E221" w:rsidR="00A64097" w:rsidRDefault="00C82DF7" w:rsidP="005C2BA9">
      <w:r>
        <w:t xml:space="preserve">Each wine has unique keyword/pattern. This keyword/pattern is stored in </w:t>
      </w:r>
      <w:proofErr w:type="spellStart"/>
      <w:r w:rsidRPr="00C82DF7">
        <w:rPr>
          <w:i/>
          <w:iCs/>
        </w:rPr>
        <w:t>wine_keyword</w:t>
      </w:r>
      <w:proofErr w:type="spellEnd"/>
      <w:r>
        <w:t xml:space="preserve"> table of wine database and used to calculate the score of retailer’s </w:t>
      </w:r>
      <w:proofErr w:type="gramStart"/>
      <w:r>
        <w:t>wine</w:t>
      </w:r>
      <w:proofErr w:type="gramEnd"/>
      <w:r>
        <w:t xml:space="preserve"> for particular </w:t>
      </w:r>
      <w:proofErr w:type="spellStart"/>
      <w:r>
        <w:t>WineAlert’s</w:t>
      </w:r>
      <w:proofErr w:type="spellEnd"/>
      <w:r>
        <w:t xml:space="preserve"> wine</w:t>
      </w:r>
      <w:r w:rsidR="00A64097">
        <w:t>.</w:t>
      </w:r>
    </w:p>
    <w:p w14:paraId="73ABC5A0" w14:textId="6A49FBCD" w:rsidR="00A64097" w:rsidRDefault="005D08B9" w:rsidP="005D08B9">
      <w:r>
        <w:t>The highest score wine will be considered as match or single match. If there are two or more wines with the highest score, it will be considered as ambiguous match. If all scores are zero, it will be considered as unknown match.</w:t>
      </w:r>
    </w:p>
    <w:p w14:paraId="334DDEFC" w14:textId="3F4F8A62" w:rsidR="0062047B" w:rsidRDefault="0062047B" w:rsidP="005D08B9">
      <w:r>
        <w:t>Keyword match will check the history match first</w:t>
      </w:r>
      <w:r w:rsidR="00E60483">
        <w:t xml:space="preserve"> and k</w:t>
      </w:r>
      <w:r>
        <w:t>eyword match process will be skipped when history match found.</w:t>
      </w:r>
    </w:p>
    <w:p w14:paraId="697CB3FB" w14:textId="4D48D4BA" w:rsidR="005C2BA9" w:rsidRDefault="00287CCD" w:rsidP="005D08B9">
      <w:r>
        <w:t>K</w:t>
      </w:r>
      <w:r w:rsidR="005C2BA9">
        <w:t>eyword match takes crawler output file</w:t>
      </w:r>
      <w:r>
        <w:t xml:space="preserve"> </w:t>
      </w:r>
      <w:r w:rsidR="005C2BA9">
        <w:t>as input</w:t>
      </w:r>
      <w:r>
        <w:t xml:space="preserve"> and produce the same file structures as history match output.</w:t>
      </w:r>
    </w:p>
    <w:p w14:paraId="1FC97F91" w14:textId="77777777" w:rsidR="00A64097" w:rsidRDefault="00A64097" w:rsidP="00A64097">
      <w:r>
        <w:t>This feature is controlled by the following files:</w:t>
      </w:r>
    </w:p>
    <w:p w14:paraId="102F9BA5" w14:textId="77777777" w:rsidR="00A64097" w:rsidRPr="00044995" w:rsidRDefault="00A64097" w:rsidP="00A64097">
      <w:pPr>
        <w:pStyle w:val="ListParagraph"/>
        <w:numPr>
          <w:ilvl w:val="0"/>
          <w:numId w:val="5"/>
        </w:numPr>
        <w:ind w:left="709"/>
        <w:rPr>
          <w:i/>
          <w:iCs/>
        </w:rPr>
      </w:pPr>
      <w:r>
        <w:rPr>
          <w:i/>
          <w:iCs/>
        </w:rPr>
        <w:t>PROJECT_ROOT</w:t>
      </w:r>
      <w:r w:rsidRPr="00044995">
        <w:rPr>
          <w:i/>
          <w:iCs/>
        </w:rPr>
        <w:t>/controllers/wine/alert/</w:t>
      </w:r>
      <w:r>
        <w:rPr>
          <w:i/>
          <w:iCs/>
        </w:rPr>
        <w:t>WineMatchConfigController</w:t>
      </w:r>
      <w:r w:rsidRPr="00044995">
        <w:rPr>
          <w:i/>
          <w:iCs/>
        </w:rPr>
        <w:t>.groovy</w:t>
      </w:r>
    </w:p>
    <w:p w14:paraId="0D72C4BD" w14:textId="77777777" w:rsidR="00A64097" w:rsidRDefault="00A64097" w:rsidP="00A64097">
      <w:pPr>
        <w:pStyle w:val="ListParagraph"/>
        <w:numPr>
          <w:ilvl w:val="0"/>
          <w:numId w:val="5"/>
        </w:numPr>
        <w:ind w:left="709"/>
        <w:rPr>
          <w:i/>
          <w:iCs/>
        </w:rPr>
      </w:pPr>
      <w:r>
        <w:rPr>
          <w:i/>
          <w:iCs/>
        </w:rPr>
        <w:t>PROJECT_ROOT</w:t>
      </w:r>
      <w:r w:rsidRPr="00044995">
        <w:rPr>
          <w:i/>
          <w:iCs/>
        </w:rPr>
        <w:t>/controllers/wine/alert/</w:t>
      </w:r>
      <w:proofErr w:type="spellStart"/>
      <w:r>
        <w:rPr>
          <w:i/>
          <w:iCs/>
        </w:rPr>
        <w:t>WineMatchController</w:t>
      </w:r>
      <w:r w:rsidRPr="00044995">
        <w:rPr>
          <w:i/>
          <w:iCs/>
        </w:rPr>
        <w:t>.groovy</w:t>
      </w:r>
      <w:proofErr w:type="spellEnd"/>
    </w:p>
    <w:p w14:paraId="06F23831" w14:textId="3E43662D" w:rsidR="00A64097" w:rsidRDefault="00A64097" w:rsidP="00A64097">
      <w:pPr>
        <w:pStyle w:val="ListParagraph"/>
        <w:numPr>
          <w:ilvl w:val="0"/>
          <w:numId w:val="5"/>
        </w:numPr>
        <w:ind w:left="709"/>
        <w:rPr>
          <w:i/>
          <w:iCs/>
        </w:rPr>
      </w:pPr>
      <w:r>
        <w:rPr>
          <w:i/>
          <w:iCs/>
        </w:rPr>
        <w:t>PROJECT_ROOT</w:t>
      </w:r>
      <w:r w:rsidRPr="00044995">
        <w:rPr>
          <w:i/>
          <w:iCs/>
        </w:rPr>
        <w:t>/jobs/wine/alert/</w:t>
      </w:r>
      <w:proofErr w:type="spellStart"/>
      <w:r w:rsidR="0062047B">
        <w:rPr>
          <w:i/>
          <w:iCs/>
        </w:rPr>
        <w:t>Keyword</w:t>
      </w:r>
      <w:r>
        <w:rPr>
          <w:i/>
          <w:iCs/>
        </w:rPr>
        <w:t>MatchJ</w:t>
      </w:r>
      <w:r w:rsidRPr="00044995">
        <w:rPr>
          <w:i/>
          <w:iCs/>
        </w:rPr>
        <w:t>ob.groovy</w:t>
      </w:r>
      <w:proofErr w:type="spellEnd"/>
    </w:p>
    <w:p w14:paraId="449A22EE" w14:textId="580AD3C0" w:rsidR="009852BE" w:rsidRPr="008F161F" w:rsidRDefault="00A64097" w:rsidP="008F161F">
      <w:r>
        <w:t>Please check the groovy and java docs for more information of these files.</w:t>
      </w:r>
    </w:p>
    <w:p w14:paraId="2DE0AD2A" w14:textId="2AE8EB5D" w:rsidR="00D5410B" w:rsidRDefault="00D5410B" w:rsidP="00D5410B">
      <w:pPr>
        <w:pStyle w:val="Heading2"/>
      </w:pPr>
      <w:r>
        <w:t>Validation</w:t>
      </w:r>
    </w:p>
    <w:p w14:paraId="48268C91" w14:textId="45274065" w:rsidR="009852BE" w:rsidRDefault="009852BE" w:rsidP="009852BE">
      <w:r>
        <w:t xml:space="preserve">Validation is used to validate the keyword match results. Validated records will be stored in </w:t>
      </w:r>
      <w:r w:rsidRPr="009852BE">
        <w:rPr>
          <w:i/>
          <w:iCs/>
        </w:rPr>
        <w:t>matched</w:t>
      </w:r>
      <w:r>
        <w:t xml:space="preserve"> table of wine alert dashboard database.</w:t>
      </w:r>
      <w:r w:rsidR="00A87991">
        <w:t xml:space="preserve"> For every 15 minutes, all new validated records will be processed by the </w:t>
      </w:r>
      <w:proofErr w:type="spellStart"/>
      <w:r w:rsidR="00A87991">
        <w:t>cron</w:t>
      </w:r>
      <w:proofErr w:type="spellEnd"/>
      <w:r w:rsidR="00A87991">
        <w:t xml:space="preserve"> job (</w:t>
      </w:r>
      <w:proofErr w:type="spellStart"/>
      <w:r w:rsidR="00A87991">
        <w:t>HistoryFileUpdateJob.groovy</w:t>
      </w:r>
      <w:proofErr w:type="spellEnd"/>
      <w:r w:rsidR="00A87991">
        <w:t>) and stored into the related history file.</w:t>
      </w:r>
    </w:p>
    <w:p w14:paraId="0DDE3E7B" w14:textId="53CD2C9C" w:rsidR="00A87991" w:rsidRDefault="00A87991" w:rsidP="009852BE">
      <w:r>
        <w:t>Validation takes keyword match output that marked as single match as input.</w:t>
      </w:r>
    </w:p>
    <w:p w14:paraId="044E2CAE" w14:textId="4D1A9E29" w:rsidR="00BC5E8E" w:rsidRDefault="00143491" w:rsidP="00BC5E8E">
      <w:r>
        <w:t>Validation can take external file as input. External file needs additional Retailer Code as the first field.</w:t>
      </w:r>
      <w:r w:rsidR="00BC5E8E" w:rsidRPr="00BC5E8E">
        <w:t xml:space="preserve"> </w:t>
      </w:r>
    </w:p>
    <w:p w14:paraId="4614C28A" w14:textId="77777777" w:rsidR="00BC5E8E" w:rsidRDefault="00BC5E8E" w:rsidP="00BC5E8E">
      <w:r>
        <w:lastRenderedPageBreak/>
        <w:t>This feature is controlled by the following files:</w:t>
      </w:r>
    </w:p>
    <w:p w14:paraId="257802DD" w14:textId="77777777" w:rsidR="00BC5E8E" w:rsidRPr="00044995" w:rsidRDefault="00BC5E8E" w:rsidP="00BC5E8E">
      <w:pPr>
        <w:pStyle w:val="ListParagraph"/>
        <w:numPr>
          <w:ilvl w:val="0"/>
          <w:numId w:val="5"/>
        </w:numPr>
        <w:ind w:left="709"/>
        <w:rPr>
          <w:i/>
          <w:iCs/>
        </w:rPr>
      </w:pPr>
      <w:r>
        <w:rPr>
          <w:i/>
          <w:iCs/>
        </w:rPr>
        <w:t>PROJECT_ROOT</w:t>
      </w:r>
      <w:r w:rsidRPr="00044995">
        <w:rPr>
          <w:i/>
          <w:iCs/>
        </w:rPr>
        <w:t>/controllers/wine/alert/</w:t>
      </w:r>
      <w:proofErr w:type="spellStart"/>
      <w:r>
        <w:rPr>
          <w:i/>
          <w:iCs/>
        </w:rPr>
        <w:t>AppController</w:t>
      </w:r>
      <w:r w:rsidRPr="00044995">
        <w:rPr>
          <w:i/>
          <w:iCs/>
        </w:rPr>
        <w:t>.groovy</w:t>
      </w:r>
      <w:proofErr w:type="spellEnd"/>
    </w:p>
    <w:p w14:paraId="0812A192" w14:textId="1F9F0265" w:rsidR="00BC5E8E" w:rsidRDefault="00BC5E8E" w:rsidP="00BC5E8E">
      <w:pPr>
        <w:pStyle w:val="ListParagraph"/>
        <w:numPr>
          <w:ilvl w:val="0"/>
          <w:numId w:val="5"/>
        </w:numPr>
        <w:ind w:left="709"/>
        <w:rPr>
          <w:i/>
          <w:iCs/>
        </w:rPr>
      </w:pPr>
      <w:r>
        <w:rPr>
          <w:i/>
          <w:iCs/>
        </w:rPr>
        <w:t>PROJECT_ROOT</w:t>
      </w:r>
      <w:r w:rsidRPr="00044995">
        <w:rPr>
          <w:i/>
          <w:iCs/>
        </w:rPr>
        <w:t>/</w:t>
      </w:r>
      <w:proofErr w:type="spellStart"/>
      <w:r w:rsidRPr="0018746F">
        <w:rPr>
          <w:i/>
          <w:iCs/>
        </w:rPr>
        <w:t>src</w:t>
      </w:r>
      <w:proofErr w:type="spellEnd"/>
      <w:r w:rsidRPr="0018746F">
        <w:rPr>
          <w:i/>
          <w:iCs/>
        </w:rPr>
        <w:t>/main/</w:t>
      </w:r>
      <w:proofErr w:type="spellStart"/>
      <w:r w:rsidRPr="0018746F">
        <w:rPr>
          <w:i/>
          <w:iCs/>
        </w:rPr>
        <w:t>webapp</w:t>
      </w:r>
      <w:proofErr w:type="spellEnd"/>
      <w:r w:rsidRPr="0018746F">
        <w:rPr>
          <w:i/>
          <w:iCs/>
        </w:rPr>
        <w:t>/app/</w:t>
      </w:r>
      <w:r w:rsidRPr="00BC5E8E">
        <w:rPr>
          <w:i/>
          <w:iCs/>
        </w:rPr>
        <w:t>components/</w:t>
      </w:r>
      <w:proofErr w:type="spellStart"/>
      <w:r>
        <w:rPr>
          <w:i/>
          <w:iCs/>
        </w:rPr>
        <w:t>Validation</w:t>
      </w:r>
      <w:r w:rsidRPr="00BC5E8E">
        <w:rPr>
          <w:i/>
          <w:iCs/>
        </w:rPr>
        <w:t>.</w:t>
      </w:r>
      <w:r>
        <w:rPr>
          <w:i/>
          <w:iCs/>
        </w:rPr>
        <w:t>jsx</w:t>
      </w:r>
      <w:proofErr w:type="spellEnd"/>
    </w:p>
    <w:p w14:paraId="01354B1F" w14:textId="1132796B" w:rsidR="00143491" w:rsidRDefault="00BC5E8E" w:rsidP="00BC5E8E">
      <w:r>
        <w:t>Please check the groovy and java docs for more information of these files.</w:t>
      </w:r>
    </w:p>
    <w:p w14:paraId="1F5FF4A8" w14:textId="0EF55C86" w:rsidR="00D5410B" w:rsidRDefault="00D5410B" w:rsidP="00D5410B">
      <w:pPr>
        <w:pStyle w:val="Heading2"/>
      </w:pPr>
      <w:r>
        <w:t>Narrow</w:t>
      </w:r>
    </w:p>
    <w:p w14:paraId="59C14546" w14:textId="53A7C9F7" w:rsidR="00A87991" w:rsidRDefault="00A87991" w:rsidP="00A87991">
      <w:r>
        <w:t xml:space="preserve">Narrow is used to validate the keyword match results. Validated records will be stored in </w:t>
      </w:r>
      <w:r w:rsidRPr="009852BE">
        <w:rPr>
          <w:i/>
          <w:iCs/>
        </w:rPr>
        <w:t>matched</w:t>
      </w:r>
      <w:r>
        <w:t xml:space="preserve"> table of wine alert dashboard database. For every 15 minutes, all new validated records will be processed by the </w:t>
      </w:r>
      <w:proofErr w:type="spellStart"/>
      <w:r>
        <w:t>cron</w:t>
      </w:r>
      <w:proofErr w:type="spellEnd"/>
      <w:r>
        <w:t xml:space="preserve"> job (</w:t>
      </w:r>
      <w:proofErr w:type="spellStart"/>
      <w:r>
        <w:t>HistoryFileUpdateJob.groovy</w:t>
      </w:r>
      <w:proofErr w:type="spellEnd"/>
      <w:r>
        <w:t>) and stored into the related history file.</w:t>
      </w:r>
    </w:p>
    <w:p w14:paraId="6D871D68" w14:textId="77777777" w:rsidR="00143491" w:rsidRDefault="00A87991" w:rsidP="00143491">
      <w:r>
        <w:t>Narrow takes keyword match output that marked as single match, ambiguous, and unknown match as input.</w:t>
      </w:r>
      <w:r w:rsidR="00143491">
        <w:t xml:space="preserve"> </w:t>
      </w:r>
    </w:p>
    <w:p w14:paraId="75EB2A43" w14:textId="5DC30042" w:rsidR="00A87991" w:rsidRDefault="00143491" w:rsidP="00143491">
      <w:r>
        <w:t>Narrow can</w:t>
      </w:r>
      <w:r w:rsidR="00902E97">
        <w:t xml:space="preserve"> also</w:t>
      </w:r>
      <w:r>
        <w:t xml:space="preserve"> take external file as input. External file needs additional Retailer Code as the first field.</w:t>
      </w:r>
    </w:p>
    <w:p w14:paraId="69F37170" w14:textId="77777777" w:rsidR="00BC5E8E" w:rsidRDefault="00BC5E8E" w:rsidP="00BC5E8E">
      <w:r>
        <w:t>This feature is controlled by the following files:</w:t>
      </w:r>
    </w:p>
    <w:p w14:paraId="3B53C003" w14:textId="6EF0D78F" w:rsidR="00BC5E8E" w:rsidRPr="00044995" w:rsidRDefault="00BC5E8E" w:rsidP="00BC5E8E">
      <w:pPr>
        <w:pStyle w:val="ListParagraph"/>
        <w:numPr>
          <w:ilvl w:val="0"/>
          <w:numId w:val="5"/>
        </w:numPr>
        <w:ind w:left="709"/>
        <w:rPr>
          <w:i/>
          <w:iCs/>
        </w:rPr>
      </w:pPr>
      <w:r>
        <w:rPr>
          <w:i/>
          <w:iCs/>
        </w:rPr>
        <w:t>PROJECT_ROOT</w:t>
      </w:r>
      <w:r w:rsidRPr="00044995">
        <w:rPr>
          <w:i/>
          <w:iCs/>
        </w:rPr>
        <w:t>/controllers/wine/alert/</w:t>
      </w:r>
      <w:proofErr w:type="spellStart"/>
      <w:r>
        <w:rPr>
          <w:i/>
          <w:iCs/>
        </w:rPr>
        <w:t>AppController</w:t>
      </w:r>
      <w:r w:rsidRPr="00044995">
        <w:rPr>
          <w:i/>
          <w:iCs/>
        </w:rPr>
        <w:t>.groovy</w:t>
      </w:r>
      <w:proofErr w:type="spellEnd"/>
    </w:p>
    <w:p w14:paraId="105C08D2" w14:textId="60D209EB" w:rsidR="00BC5E8E" w:rsidRDefault="00BC5E8E" w:rsidP="00BC5E8E">
      <w:pPr>
        <w:pStyle w:val="ListParagraph"/>
        <w:numPr>
          <w:ilvl w:val="0"/>
          <w:numId w:val="5"/>
        </w:numPr>
        <w:ind w:left="709"/>
        <w:rPr>
          <w:i/>
          <w:iCs/>
        </w:rPr>
      </w:pPr>
      <w:r>
        <w:rPr>
          <w:i/>
          <w:iCs/>
        </w:rPr>
        <w:t>PROJECT</w:t>
      </w:r>
      <w:r w:rsidRPr="0018746F">
        <w:rPr>
          <w:i/>
          <w:iCs/>
        </w:rPr>
        <w:t>_ROOT/</w:t>
      </w:r>
      <w:proofErr w:type="spellStart"/>
      <w:r w:rsidRPr="0018746F">
        <w:rPr>
          <w:i/>
          <w:iCs/>
        </w:rPr>
        <w:t>src</w:t>
      </w:r>
      <w:proofErr w:type="spellEnd"/>
      <w:r w:rsidRPr="0018746F">
        <w:rPr>
          <w:i/>
          <w:iCs/>
        </w:rPr>
        <w:t>/main/</w:t>
      </w:r>
      <w:proofErr w:type="spellStart"/>
      <w:r w:rsidRPr="0018746F">
        <w:rPr>
          <w:i/>
          <w:iCs/>
        </w:rPr>
        <w:t>webapp</w:t>
      </w:r>
      <w:proofErr w:type="spellEnd"/>
      <w:r w:rsidRPr="0018746F">
        <w:rPr>
          <w:i/>
          <w:iCs/>
        </w:rPr>
        <w:t>/app/comp</w:t>
      </w:r>
      <w:r w:rsidRPr="00BC5E8E">
        <w:rPr>
          <w:i/>
          <w:iCs/>
        </w:rPr>
        <w:t>onents/</w:t>
      </w:r>
      <w:proofErr w:type="spellStart"/>
      <w:r>
        <w:rPr>
          <w:i/>
          <w:iCs/>
        </w:rPr>
        <w:t>Narrow</w:t>
      </w:r>
      <w:r w:rsidRPr="00BC5E8E">
        <w:rPr>
          <w:i/>
          <w:iCs/>
        </w:rPr>
        <w:t>.</w:t>
      </w:r>
      <w:r>
        <w:rPr>
          <w:i/>
          <w:iCs/>
        </w:rPr>
        <w:t>jsx</w:t>
      </w:r>
      <w:proofErr w:type="spellEnd"/>
    </w:p>
    <w:p w14:paraId="1CEDCD8E" w14:textId="35CB0DD9" w:rsidR="00BC5E8E" w:rsidRDefault="00BC5E8E" w:rsidP="00BC5E8E">
      <w:r>
        <w:t>Please check the groovy and java docs for more information of these files.</w:t>
      </w:r>
    </w:p>
    <w:p w14:paraId="3F39A70D" w14:textId="391C4121" w:rsidR="00D5410B" w:rsidRDefault="00D5410B" w:rsidP="00D5410B">
      <w:pPr>
        <w:pStyle w:val="Heading2"/>
      </w:pPr>
      <w:r>
        <w:t>Wine Addition</w:t>
      </w:r>
    </w:p>
    <w:p w14:paraId="0BFB7139" w14:textId="5F0ABD95" w:rsidR="009275C7" w:rsidRDefault="009275C7" w:rsidP="009275C7">
      <w:r>
        <w:t xml:space="preserve">Wine Addition is used to map </w:t>
      </w:r>
      <w:proofErr w:type="spellStart"/>
      <w:r>
        <w:t>WineAlert’s</w:t>
      </w:r>
      <w:proofErr w:type="spellEnd"/>
      <w:r>
        <w:t xml:space="preserve"> wine with </w:t>
      </w:r>
      <w:proofErr w:type="spellStart"/>
      <w:r>
        <w:t>RobertParker’s</w:t>
      </w:r>
      <w:proofErr w:type="spellEnd"/>
      <w:r>
        <w:t xml:space="preserve"> wine. This map/relation is stored at field </w:t>
      </w:r>
      <w:proofErr w:type="spellStart"/>
      <w:proofErr w:type="gramStart"/>
      <w:r w:rsidRPr="009275C7">
        <w:rPr>
          <w:i/>
          <w:iCs/>
        </w:rPr>
        <w:t>wine.mongo</w:t>
      </w:r>
      <w:proofErr w:type="gramEnd"/>
      <w:r w:rsidRPr="009275C7">
        <w:rPr>
          <w:i/>
          <w:iCs/>
        </w:rPr>
        <w:t>_id</w:t>
      </w:r>
      <w:proofErr w:type="spellEnd"/>
      <w:r>
        <w:t xml:space="preserve"> of wine database or at </w:t>
      </w:r>
      <w:proofErr w:type="spellStart"/>
      <w:r>
        <w:t>wine_duplication</w:t>
      </w:r>
      <w:proofErr w:type="spellEnd"/>
      <w:r>
        <w:t xml:space="preserve"> table</w:t>
      </w:r>
      <w:r w:rsidRPr="009275C7">
        <w:t xml:space="preserve"> </w:t>
      </w:r>
      <w:r>
        <w:t>of wine database if it’s duplicate.</w:t>
      </w:r>
    </w:p>
    <w:p w14:paraId="426D596F" w14:textId="77777777" w:rsidR="003C1EAF" w:rsidRDefault="003C1EAF" w:rsidP="003C1EAF">
      <w:r>
        <w:t>This feature is controlled by the following files:</w:t>
      </w:r>
    </w:p>
    <w:p w14:paraId="780CD641" w14:textId="77777777" w:rsidR="003C1EAF" w:rsidRPr="00044995" w:rsidRDefault="003C1EAF" w:rsidP="003C1EAF">
      <w:pPr>
        <w:pStyle w:val="ListParagraph"/>
        <w:numPr>
          <w:ilvl w:val="0"/>
          <w:numId w:val="5"/>
        </w:numPr>
        <w:ind w:left="709"/>
        <w:rPr>
          <w:i/>
          <w:iCs/>
        </w:rPr>
      </w:pPr>
      <w:r>
        <w:rPr>
          <w:i/>
          <w:iCs/>
        </w:rPr>
        <w:t>PROJECT_ROOT</w:t>
      </w:r>
      <w:r w:rsidRPr="00044995">
        <w:rPr>
          <w:i/>
          <w:iCs/>
        </w:rPr>
        <w:t>/controllers/wine/alert/</w:t>
      </w:r>
      <w:proofErr w:type="spellStart"/>
      <w:r>
        <w:rPr>
          <w:i/>
          <w:iCs/>
        </w:rPr>
        <w:t>AppController</w:t>
      </w:r>
      <w:r w:rsidRPr="00044995">
        <w:rPr>
          <w:i/>
          <w:iCs/>
        </w:rPr>
        <w:t>.groovy</w:t>
      </w:r>
      <w:proofErr w:type="spellEnd"/>
    </w:p>
    <w:p w14:paraId="1F848123" w14:textId="0B1AD336" w:rsidR="003C1EAF" w:rsidRDefault="003C1EAF" w:rsidP="003C1EAF">
      <w:pPr>
        <w:pStyle w:val="ListParagraph"/>
        <w:numPr>
          <w:ilvl w:val="0"/>
          <w:numId w:val="5"/>
        </w:numPr>
        <w:ind w:left="709"/>
        <w:rPr>
          <w:i/>
          <w:iCs/>
        </w:rPr>
      </w:pPr>
      <w:r w:rsidRPr="0018746F">
        <w:rPr>
          <w:i/>
          <w:iCs/>
        </w:rPr>
        <w:t>PROJECT_ROOT/</w:t>
      </w:r>
      <w:proofErr w:type="spellStart"/>
      <w:r w:rsidRPr="0018746F">
        <w:rPr>
          <w:i/>
          <w:iCs/>
        </w:rPr>
        <w:t>src</w:t>
      </w:r>
      <w:proofErr w:type="spellEnd"/>
      <w:r w:rsidRPr="0018746F">
        <w:rPr>
          <w:i/>
          <w:iCs/>
        </w:rPr>
        <w:t>/main/</w:t>
      </w:r>
      <w:proofErr w:type="spellStart"/>
      <w:r w:rsidRPr="0018746F">
        <w:rPr>
          <w:i/>
          <w:iCs/>
        </w:rPr>
        <w:t>webapp</w:t>
      </w:r>
      <w:proofErr w:type="spellEnd"/>
      <w:r w:rsidRPr="0018746F">
        <w:rPr>
          <w:i/>
          <w:iCs/>
        </w:rPr>
        <w:t>/app/components</w:t>
      </w:r>
      <w:r w:rsidRPr="00BC5E8E">
        <w:rPr>
          <w:i/>
          <w:iCs/>
        </w:rPr>
        <w:t>/</w:t>
      </w:r>
      <w:proofErr w:type="spellStart"/>
      <w:r>
        <w:rPr>
          <w:i/>
          <w:iCs/>
        </w:rPr>
        <w:t>Addition</w:t>
      </w:r>
      <w:r w:rsidRPr="00BC5E8E">
        <w:rPr>
          <w:i/>
          <w:iCs/>
        </w:rPr>
        <w:t>.</w:t>
      </w:r>
      <w:r>
        <w:rPr>
          <w:i/>
          <w:iCs/>
        </w:rPr>
        <w:t>jsx</w:t>
      </w:r>
      <w:proofErr w:type="spellEnd"/>
    </w:p>
    <w:p w14:paraId="3A17E9B3" w14:textId="6FBF2EF3" w:rsidR="003C1EAF" w:rsidRDefault="003C1EAF" w:rsidP="003C1EAF">
      <w:r>
        <w:t>Please check the groovy and java docs for more information of these files.</w:t>
      </w:r>
    </w:p>
    <w:p w14:paraId="21CA6548" w14:textId="389289DB" w:rsidR="00D5410B" w:rsidRDefault="00D5410B" w:rsidP="00D5410B">
      <w:pPr>
        <w:pStyle w:val="Heading2"/>
      </w:pPr>
      <w:r>
        <w:t>Noise Parser</w:t>
      </w:r>
    </w:p>
    <w:p w14:paraId="68BF78A3" w14:textId="608F8090" w:rsidR="00BC5E8E" w:rsidRDefault="00BC5E8E" w:rsidP="00BC5E8E">
      <w:r>
        <w:t xml:space="preserve">Noise Parser is used to Wine Addition is used to map </w:t>
      </w:r>
      <w:proofErr w:type="spellStart"/>
      <w:r>
        <w:t>WineAlert’s</w:t>
      </w:r>
      <w:proofErr w:type="spellEnd"/>
      <w:r>
        <w:t xml:space="preserve"> wine with </w:t>
      </w:r>
      <w:proofErr w:type="spellStart"/>
      <w:r>
        <w:t>RobertParker’s</w:t>
      </w:r>
      <w:proofErr w:type="spellEnd"/>
      <w:r>
        <w:t xml:space="preserve"> wine. This map/relation is stored at field </w:t>
      </w:r>
      <w:proofErr w:type="spellStart"/>
      <w:proofErr w:type="gramStart"/>
      <w:r w:rsidRPr="009275C7">
        <w:rPr>
          <w:i/>
          <w:iCs/>
        </w:rPr>
        <w:t>wine.mongo</w:t>
      </w:r>
      <w:proofErr w:type="gramEnd"/>
      <w:r w:rsidRPr="009275C7">
        <w:rPr>
          <w:i/>
          <w:iCs/>
        </w:rPr>
        <w:t>_id</w:t>
      </w:r>
      <w:proofErr w:type="spellEnd"/>
      <w:r>
        <w:t xml:space="preserve"> of wine database or at </w:t>
      </w:r>
      <w:proofErr w:type="spellStart"/>
      <w:r>
        <w:t>wine_duplication</w:t>
      </w:r>
      <w:proofErr w:type="spellEnd"/>
      <w:r>
        <w:t xml:space="preserve"> table</w:t>
      </w:r>
      <w:r w:rsidRPr="009275C7">
        <w:t xml:space="preserve"> </w:t>
      </w:r>
      <w:r>
        <w:t>of wine database if it’s duplicate.</w:t>
      </w:r>
    </w:p>
    <w:p w14:paraId="54BB03D9" w14:textId="77777777" w:rsidR="00AE6680" w:rsidRDefault="00AE6680" w:rsidP="00AE6680">
      <w:r>
        <w:t>This feature is controlled by the following files:</w:t>
      </w:r>
    </w:p>
    <w:p w14:paraId="258F81F6" w14:textId="77777777" w:rsidR="00AE6680" w:rsidRPr="00044995" w:rsidRDefault="00AE6680" w:rsidP="00AE6680">
      <w:pPr>
        <w:pStyle w:val="ListParagraph"/>
        <w:numPr>
          <w:ilvl w:val="0"/>
          <w:numId w:val="5"/>
        </w:numPr>
        <w:ind w:left="709"/>
        <w:rPr>
          <w:i/>
          <w:iCs/>
        </w:rPr>
      </w:pPr>
      <w:r>
        <w:rPr>
          <w:i/>
          <w:iCs/>
        </w:rPr>
        <w:t>PROJECT_ROOT</w:t>
      </w:r>
      <w:r w:rsidRPr="00044995">
        <w:rPr>
          <w:i/>
          <w:iCs/>
        </w:rPr>
        <w:t>/controllers/wine/alert/</w:t>
      </w:r>
      <w:proofErr w:type="spellStart"/>
      <w:r>
        <w:rPr>
          <w:i/>
          <w:iCs/>
        </w:rPr>
        <w:t>AppController</w:t>
      </w:r>
      <w:r w:rsidRPr="00044995">
        <w:rPr>
          <w:i/>
          <w:iCs/>
        </w:rPr>
        <w:t>.groovy</w:t>
      </w:r>
      <w:proofErr w:type="spellEnd"/>
    </w:p>
    <w:p w14:paraId="0D7983F3" w14:textId="46DC258C" w:rsidR="00AE6680" w:rsidRDefault="00AE6680" w:rsidP="00AE6680">
      <w:pPr>
        <w:pStyle w:val="ListParagraph"/>
        <w:numPr>
          <w:ilvl w:val="0"/>
          <w:numId w:val="5"/>
        </w:numPr>
        <w:ind w:left="709"/>
        <w:rPr>
          <w:i/>
          <w:iCs/>
        </w:rPr>
      </w:pPr>
      <w:r w:rsidRPr="0018746F">
        <w:rPr>
          <w:i/>
          <w:iCs/>
        </w:rPr>
        <w:t>PROJECT_ROOT/</w:t>
      </w:r>
      <w:proofErr w:type="spellStart"/>
      <w:r w:rsidRPr="0018746F">
        <w:rPr>
          <w:i/>
          <w:iCs/>
        </w:rPr>
        <w:t>src</w:t>
      </w:r>
      <w:proofErr w:type="spellEnd"/>
      <w:r w:rsidRPr="0018746F">
        <w:rPr>
          <w:i/>
          <w:iCs/>
        </w:rPr>
        <w:t>/main/</w:t>
      </w:r>
      <w:proofErr w:type="spellStart"/>
      <w:r w:rsidRPr="0018746F">
        <w:rPr>
          <w:i/>
          <w:iCs/>
        </w:rPr>
        <w:t>webapp</w:t>
      </w:r>
      <w:proofErr w:type="spellEnd"/>
      <w:r w:rsidRPr="0018746F">
        <w:rPr>
          <w:i/>
          <w:iCs/>
        </w:rPr>
        <w:t>/app/components</w:t>
      </w:r>
      <w:r w:rsidRPr="00BC5E8E">
        <w:rPr>
          <w:i/>
          <w:iCs/>
        </w:rPr>
        <w:t>/</w:t>
      </w:r>
      <w:proofErr w:type="spellStart"/>
      <w:r>
        <w:rPr>
          <w:i/>
          <w:iCs/>
        </w:rPr>
        <w:t>NoiseParser</w:t>
      </w:r>
      <w:r w:rsidRPr="00BC5E8E">
        <w:rPr>
          <w:i/>
          <w:iCs/>
        </w:rPr>
        <w:t>.</w:t>
      </w:r>
      <w:r>
        <w:rPr>
          <w:i/>
          <w:iCs/>
        </w:rPr>
        <w:t>jsx</w:t>
      </w:r>
      <w:proofErr w:type="spellEnd"/>
    </w:p>
    <w:p w14:paraId="7C43EBD3" w14:textId="09C7C2FE" w:rsidR="00AE6680" w:rsidRDefault="00AE6680" w:rsidP="00AE6680">
      <w:r>
        <w:t>Please check the groovy and java docs for more information of these files.</w:t>
      </w:r>
    </w:p>
    <w:p w14:paraId="6C9C408A" w14:textId="62C8BF8A" w:rsidR="00D5410B" w:rsidRDefault="00D5410B" w:rsidP="00D5410B">
      <w:pPr>
        <w:pStyle w:val="Heading2"/>
      </w:pPr>
      <w:r>
        <w:t>Rollup</w:t>
      </w:r>
    </w:p>
    <w:p w14:paraId="0CC4BDD3" w14:textId="79297767" w:rsidR="00FD032E" w:rsidRDefault="003E2738" w:rsidP="00593573">
      <w:r>
        <w:lastRenderedPageBreak/>
        <w:t xml:space="preserve">Rollup is used to create </w:t>
      </w:r>
      <w:proofErr w:type="spellStart"/>
      <w:r>
        <w:t>RobertParker</w:t>
      </w:r>
      <w:proofErr w:type="spellEnd"/>
      <w:r>
        <w:t xml:space="preserve"> rollup and </w:t>
      </w:r>
      <w:proofErr w:type="spellStart"/>
      <w:r>
        <w:t>WinePortal</w:t>
      </w:r>
      <w:proofErr w:type="spellEnd"/>
      <w:r>
        <w:t xml:space="preserve"> rollup. </w:t>
      </w:r>
      <w:r w:rsidR="00593573">
        <w:t xml:space="preserve"> </w:t>
      </w:r>
      <w:proofErr w:type="spellStart"/>
      <w:r>
        <w:t>RobertParker</w:t>
      </w:r>
      <w:proofErr w:type="spellEnd"/>
      <w:r>
        <w:t xml:space="preserve"> rollup will be generated with the following rules:</w:t>
      </w:r>
    </w:p>
    <w:p w14:paraId="2ADC2DB2" w14:textId="2A2B63A1" w:rsidR="003E2738" w:rsidRPr="00FD032E" w:rsidRDefault="003E2738" w:rsidP="00FD032E">
      <w:pPr>
        <w:spacing w:line="240" w:lineRule="auto"/>
        <w:rPr>
          <w:i/>
          <w:iCs/>
        </w:rPr>
      </w:pPr>
      <w:r w:rsidRPr="00FD032E">
        <w:rPr>
          <w:i/>
          <w:iCs/>
        </w:rPr>
        <w:t>Pick all records with Match = history</w:t>
      </w:r>
    </w:p>
    <w:p w14:paraId="5BD1DB4E" w14:textId="3859B915" w:rsidR="003E2738" w:rsidRPr="00FD032E" w:rsidRDefault="003E2738" w:rsidP="00FD032E">
      <w:pPr>
        <w:pStyle w:val="ListParagraph"/>
        <w:numPr>
          <w:ilvl w:val="0"/>
          <w:numId w:val="5"/>
        </w:numPr>
        <w:spacing w:line="240" w:lineRule="auto"/>
        <w:ind w:left="709"/>
        <w:rPr>
          <w:i/>
          <w:iCs/>
        </w:rPr>
      </w:pPr>
      <w:r w:rsidRPr="00FD032E">
        <w:rPr>
          <w:i/>
          <w:iCs/>
        </w:rPr>
        <w:t>Ignore records with wine alert id = x or z</w:t>
      </w:r>
    </w:p>
    <w:p w14:paraId="1CD730C8" w14:textId="14750E1E" w:rsidR="003E2738" w:rsidRPr="00FD032E" w:rsidRDefault="003E2738" w:rsidP="00FD032E">
      <w:pPr>
        <w:pStyle w:val="ListParagraph"/>
        <w:numPr>
          <w:ilvl w:val="0"/>
          <w:numId w:val="5"/>
        </w:numPr>
        <w:spacing w:line="240" w:lineRule="auto"/>
        <w:ind w:left="709"/>
        <w:rPr>
          <w:i/>
          <w:iCs/>
        </w:rPr>
      </w:pPr>
      <w:r w:rsidRPr="00FD032E">
        <w:rPr>
          <w:i/>
          <w:iCs/>
        </w:rPr>
        <w:t>Get mongo id (</w:t>
      </w:r>
      <w:proofErr w:type="spellStart"/>
      <w:r w:rsidRPr="00FD032E">
        <w:rPr>
          <w:i/>
          <w:iCs/>
        </w:rPr>
        <w:t>uuid</w:t>
      </w:r>
      <w:proofErr w:type="spellEnd"/>
      <w:r w:rsidRPr="00FD032E">
        <w:rPr>
          <w:i/>
          <w:iCs/>
        </w:rPr>
        <w:t>) from database, ignore records with blank mongo id</w:t>
      </w:r>
    </w:p>
    <w:p w14:paraId="2284D5C4" w14:textId="44A8EAB2" w:rsidR="003E2738" w:rsidRPr="00FD032E" w:rsidRDefault="003E2738" w:rsidP="00FD032E">
      <w:pPr>
        <w:pStyle w:val="ListParagraph"/>
        <w:numPr>
          <w:ilvl w:val="0"/>
          <w:numId w:val="5"/>
        </w:numPr>
        <w:spacing w:line="240" w:lineRule="auto"/>
        <w:ind w:left="709"/>
        <w:rPr>
          <w:i/>
          <w:iCs/>
        </w:rPr>
      </w:pPr>
      <w:r w:rsidRPr="00FD032E">
        <w:rPr>
          <w:i/>
          <w:iCs/>
        </w:rPr>
        <w:t>Ignore wine with blank price</w:t>
      </w:r>
    </w:p>
    <w:p w14:paraId="5D099159" w14:textId="52E20203" w:rsidR="003E2738" w:rsidRPr="00FD032E" w:rsidRDefault="003E2738" w:rsidP="00FD032E">
      <w:pPr>
        <w:spacing w:line="240" w:lineRule="auto"/>
        <w:rPr>
          <w:i/>
          <w:iCs/>
        </w:rPr>
      </w:pPr>
      <w:r w:rsidRPr="00FD032E">
        <w:rPr>
          <w:i/>
          <w:iCs/>
        </w:rPr>
        <w:t>A - (Wine Alert ID), get 9 chars from column A (Wine Id)</w:t>
      </w:r>
    </w:p>
    <w:p w14:paraId="5319F8AB" w14:textId="43741BD5" w:rsidR="003E2738" w:rsidRPr="00FD032E" w:rsidRDefault="003E2738" w:rsidP="00FD032E">
      <w:pPr>
        <w:spacing w:line="240" w:lineRule="auto"/>
        <w:rPr>
          <w:i/>
          <w:iCs/>
        </w:rPr>
      </w:pPr>
      <w:r w:rsidRPr="00FD032E">
        <w:rPr>
          <w:i/>
          <w:iCs/>
        </w:rPr>
        <w:t>B - (Wine ID), put the mongo id</w:t>
      </w:r>
    </w:p>
    <w:p w14:paraId="2665A332" w14:textId="585CA60D" w:rsidR="003E2738" w:rsidRPr="00FD032E" w:rsidRDefault="003E2738" w:rsidP="00FD032E">
      <w:pPr>
        <w:spacing w:line="240" w:lineRule="auto"/>
        <w:rPr>
          <w:i/>
          <w:iCs/>
        </w:rPr>
      </w:pPr>
      <w:r w:rsidRPr="00FD032E">
        <w:rPr>
          <w:i/>
          <w:iCs/>
        </w:rPr>
        <w:t>C - (Vintage), get 3 chars after wine alert id (9, 3) from column A and get the vintage from the database</w:t>
      </w:r>
    </w:p>
    <w:p w14:paraId="24327E4C" w14:textId="755B1B3C" w:rsidR="003E2738" w:rsidRPr="00FD032E" w:rsidRDefault="003E2738" w:rsidP="00FD032E">
      <w:pPr>
        <w:spacing w:line="240" w:lineRule="auto"/>
        <w:rPr>
          <w:i/>
          <w:iCs/>
        </w:rPr>
      </w:pPr>
      <w:r w:rsidRPr="00FD032E">
        <w:rPr>
          <w:i/>
          <w:iCs/>
        </w:rPr>
        <w:t>D - (Bottle Size), get 2 last chars from the end of column A and get the bottle size from the database</w:t>
      </w:r>
    </w:p>
    <w:p w14:paraId="4023E7E0" w14:textId="4330B6D2" w:rsidR="003E2738" w:rsidRPr="00FD032E" w:rsidRDefault="003E2738" w:rsidP="00FD032E">
      <w:pPr>
        <w:spacing w:line="240" w:lineRule="auto"/>
        <w:rPr>
          <w:i/>
          <w:iCs/>
        </w:rPr>
      </w:pPr>
      <w:r w:rsidRPr="00FD032E">
        <w:rPr>
          <w:i/>
          <w:iCs/>
        </w:rPr>
        <w:t>E - (Retailer), get the code from filename</w:t>
      </w:r>
    </w:p>
    <w:p w14:paraId="3C83540B" w14:textId="176CEBD2" w:rsidR="003E2738" w:rsidRPr="00FD032E" w:rsidRDefault="003E2738" w:rsidP="00FD032E">
      <w:pPr>
        <w:spacing w:line="240" w:lineRule="auto"/>
        <w:rPr>
          <w:i/>
          <w:iCs/>
        </w:rPr>
      </w:pPr>
      <w:r w:rsidRPr="00FD032E">
        <w:rPr>
          <w:i/>
          <w:iCs/>
        </w:rPr>
        <w:t>F - (Price), get the price from col</w:t>
      </w:r>
      <w:r w:rsidR="00797AF8">
        <w:rPr>
          <w:i/>
          <w:iCs/>
        </w:rPr>
        <w:t>u</w:t>
      </w:r>
      <w:r w:rsidRPr="00FD032E">
        <w:rPr>
          <w:i/>
          <w:iCs/>
        </w:rPr>
        <w:t>mn G (Price)</w:t>
      </w:r>
    </w:p>
    <w:p w14:paraId="153BF168" w14:textId="1016F21D" w:rsidR="003E2738" w:rsidRPr="00FD032E" w:rsidRDefault="003E2738" w:rsidP="00FD032E">
      <w:pPr>
        <w:spacing w:line="240" w:lineRule="auto"/>
        <w:rPr>
          <w:i/>
          <w:iCs/>
        </w:rPr>
      </w:pPr>
      <w:r w:rsidRPr="00FD032E">
        <w:rPr>
          <w:i/>
          <w:iCs/>
        </w:rPr>
        <w:t>G - (Currency), get the currency from config</w:t>
      </w:r>
    </w:p>
    <w:p w14:paraId="37A8DA3B" w14:textId="5B52EA78" w:rsidR="003E2738" w:rsidRPr="00FD032E" w:rsidRDefault="003E2738" w:rsidP="00FD032E">
      <w:pPr>
        <w:spacing w:line="240" w:lineRule="auto"/>
        <w:rPr>
          <w:i/>
          <w:iCs/>
        </w:rPr>
      </w:pPr>
      <w:r w:rsidRPr="00FD032E">
        <w:rPr>
          <w:i/>
          <w:iCs/>
        </w:rPr>
        <w:t>H - (Tax Notes), get the tax notes from column H (tax Status)</w:t>
      </w:r>
    </w:p>
    <w:p w14:paraId="63C8CCCB" w14:textId="16F9F6AE" w:rsidR="003E2738" w:rsidRPr="00FD032E" w:rsidRDefault="003E2738" w:rsidP="00FD032E">
      <w:pPr>
        <w:spacing w:line="240" w:lineRule="auto"/>
        <w:rPr>
          <w:i/>
          <w:iCs/>
        </w:rPr>
      </w:pPr>
      <w:r w:rsidRPr="00FD032E">
        <w:rPr>
          <w:i/>
          <w:iCs/>
        </w:rPr>
        <w:t xml:space="preserve">I - (Wine </w:t>
      </w:r>
      <w:proofErr w:type="spellStart"/>
      <w:r w:rsidRPr="00FD032E">
        <w:rPr>
          <w:i/>
          <w:iCs/>
        </w:rPr>
        <w:t>Url</w:t>
      </w:r>
      <w:proofErr w:type="spellEnd"/>
      <w:r w:rsidRPr="00FD032E">
        <w:rPr>
          <w:i/>
          <w:iCs/>
        </w:rPr>
        <w:t xml:space="preserve">), get wine </w:t>
      </w:r>
      <w:proofErr w:type="spellStart"/>
      <w:r w:rsidRPr="00FD032E">
        <w:rPr>
          <w:i/>
          <w:iCs/>
        </w:rPr>
        <w:t>url</w:t>
      </w:r>
      <w:proofErr w:type="spellEnd"/>
      <w:r w:rsidRPr="00FD032E">
        <w:rPr>
          <w:i/>
          <w:iCs/>
        </w:rPr>
        <w:t xml:space="preserve"> from column H (URL). If the URL is blank, get the value from retailer table</w:t>
      </w:r>
    </w:p>
    <w:p w14:paraId="29656CE7" w14:textId="0E793912" w:rsidR="003E2738" w:rsidRPr="00FD032E" w:rsidRDefault="003E2738" w:rsidP="00FD032E">
      <w:pPr>
        <w:spacing w:line="240" w:lineRule="auto"/>
        <w:rPr>
          <w:i/>
          <w:iCs/>
        </w:rPr>
      </w:pPr>
      <w:r w:rsidRPr="00FD032E">
        <w:rPr>
          <w:i/>
          <w:iCs/>
        </w:rPr>
        <w:t>J - (Actual Retailer Description), get the value from column J (Retailer Description)</w:t>
      </w:r>
    </w:p>
    <w:p w14:paraId="330F95A3" w14:textId="5B8F226E" w:rsidR="003E2738" w:rsidRPr="00FD032E" w:rsidRDefault="003E2738" w:rsidP="00FD032E">
      <w:pPr>
        <w:spacing w:line="240" w:lineRule="auto"/>
        <w:rPr>
          <w:i/>
          <w:iCs/>
        </w:rPr>
      </w:pPr>
      <w:r w:rsidRPr="00FD032E">
        <w:rPr>
          <w:i/>
          <w:iCs/>
        </w:rPr>
        <w:t>K - (Override Price), leave it blank</w:t>
      </w:r>
    </w:p>
    <w:p w14:paraId="77EC5F22" w14:textId="1D28CD53" w:rsidR="003E2738" w:rsidRPr="00FD032E" w:rsidRDefault="003E2738" w:rsidP="00FD032E">
      <w:pPr>
        <w:spacing w:line="240" w:lineRule="auto"/>
        <w:rPr>
          <w:i/>
          <w:iCs/>
        </w:rPr>
      </w:pPr>
      <w:r w:rsidRPr="00FD032E">
        <w:rPr>
          <w:i/>
          <w:iCs/>
        </w:rPr>
        <w:t>L - (Auction), leave it blank</w:t>
      </w:r>
    </w:p>
    <w:p w14:paraId="420AA226" w14:textId="4159AA31" w:rsidR="003E2738" w:rsidRPr="00FD032E" w:rsidRDefault="003E2738" w:rsidP="00FD032E">
      <w:pPr>
        <w:spacing w:line="240" w:lineRule="auto"/>
        <w:rPr>
          <w:i/>
          <w:iCs/>
        </w:rPr>
      </w:pPr>
      <w:r w:rsidRPr="00FD032E">
        <w:rPr>
          <w:i/>
          <w:iCs/>
        </w:rPr>
        <w:t>M - (Retailer Name), get the value from retailer table</w:t>
      </w:r>
    </w:p>
    <w:p w14:paraId="2CFB5CF4" w14:textId="27E2E6C1" w:rsidR="003E2738" w:rsidRPr="00FD032E" w:rsidRDefault="003E2738" w:rsidP="00FD032E">
      <w:pPr>
        <w:spacing w:line="240" w:lineRule="auto"/>
        <w:rPr>
          <w:i/>
          <w:iCs/>
        </w:rPr>
      </w:pPr>
      <w:r w:rsidRPr="00FD032E">
        <w:rPr>
          <w:i/>
          <w:iCs/>
        </w:rPr>
        <w:t>N - (Address), get the value from retailer table</w:t>
      </w:r>
    </w:p>
    <w:p w14:paraId="4229CB9E" w14:textId="46BB427E" w:rsidR="003E2738" w:rsidRPr="00FD032E" w:rsidRDefault="003E2738" w:rsidP="00FD032E">
      <w:pPr>
        <w:spacing w:line="240" w:lineRule="auto"/>
        <w:rPr>
          <w:i/>
          <w:iCs/>
        </w:rPr>
      </w:pPr>
      <w:r w:rsidRPr="00FD032E">
        <w:rPr>
          <w:i/>
          <w:iCs/>
        </w:rPr>
        <w:t>O - (City), get the value from retailer table</w:t>
      </w:r>
    </w:p>
    <w:p w14:paraId="5875311B" w14:textId="18F2C773" w:rsidR="003E2738" w:rsidRPr="00FD032E" w:rsidRDefault="003E2738" w:rsidP="00FD032E">
      <w:pPr>
        <w:spacing w:line="240" w:lineRule="auto"/>
        <w:rPr>
          <w:i/>
          <w:iCs/>
        </w:rPr>
      </w:pPr>
      <w:r w:rsidRPr="00FD032E">
        <w:rPr>
          <w:i/>
          <w:iCs/>
        </w:rPr>
        <w:t>P - (State), get the value from retailer table</w:t>
      </w:r>
    </w:p>
    <w:p w14:paraId="22E9C84E" w14:textId="34DA3AEE" w:rsidR="003E2738" w:rsidRPr="00FD032E" w:rsidRDefault="003E2738" w:rsidP="00FD032E">
      <w:pPr>
        <w:spacing w:line="240" w:lineRule="auto"/>
        <w:rPr>
          <w:i/>
          <w:iCs/>
        </w:rPr>
      </w:pPr>
      <w:r w:rsidRPr="00FD032E">
        <w:rPr>
          <w:i/>
          <w:iCs/>
        </w:rPr>
        <w:t>Q - (Zip), get the value from retailer table</w:t>
      </w:r>
    </w:p>
    <w:p w14:paraId="7DB61699" w14:textId="3313801F" w:rsidR="003E2738" w:rsidRPr="00FD032E" w:rsidRDefault="003E2738" w:rsidP="00FD032E">
      <w:pPr>
        <w:spacing w:line="240" w:lineRule="auto"/>
        <w:rPr>
          <w:i/>
          <w:iCs/>
        </w:rPr>
      </w:pPr>
      <w:r w:rsidRPr="00FD032E">
        <w:rPr>
          <w:i/>
          <w:iCs/>
        </w:rPr>
        <w:t>R - (Country), get the value from retailer table</w:t>
      </w:r>
    </w:p>
    <w:p w14:paraId="4D8DE99C" w14:textId="0E26FFEE" w:rsidR="003E2738" w:rsidRPr="00FD032E" w:rsidRDefault="003E2738" w:rsidP="00FD032E">
      <w:pPr>
        <w:spacing w:line="240" w:lineRule="auto"/>
        <w:rPr>
          <w:i/>
          <w:iCs/>
        </w:rPr>
      </w:pPr>
      <w:r w:rsidRPr="00FD032E">
        <w:rPr>
          <w:i/>
          <w:iCs/>
        </w:rPr>
        <w:t>S - (Ship to country), get the value from retailer table</w:t>
      </w:r>
    </w:p>
    <w:p w14:paraId="5847F397" w14:textId="0934F8B3" w:rsidR="003E2738" w:rsidRPr="00FD032E" w:rsidRDefault="003E2738" w:rsidP="00FD032E">
      <w:pPr>
        <w:spacing w:line="240" w:lineRule="auto"/>
        <w:rPr>
          <w:i/>
          <w:iCs/>
        </w:rPr>
      </w:pPr>
      <w:r w:rsidRPr="00FD032E">
        <w:rPr>
          <w:i/>
          <w:iCs/>
        </w:rPr>
        <w:t>T - (Phone), get the value from retailer table</w:t>
      </w:r>
    </w:p>
    <w:p w14:paraId="5B58D39A" w14:textId="50359716" w:rsidR="003E2738" w:rsidRPr="00FD032E" w:rsidRDefault="003E2738" w:rsidP="00FD032E">
      <w:pPr>
        <w:spacing w:line="240" w:lineRule="auto"/>
        <w:rPr>
          <w:i/>
          <w:iCs/>
        </w:rPr>
      </w:pPr>
      <w:r w:rsidRPr="00FD032E">
        <w:rPr>
          <w:i/>
          <w:iCs/>
        </w:rPr>
        <w:t>U - (</w:t>
      </w:r>
      <w:proofErr w:type="spellStart"/>
      <w:r w:rsidRPr="00FD032E">
        <w:rPr>
          <w:i/>
          <w:iCs/>
        </w:rPr>
        <w:t>Url</w:t>
      </w:r>
      <w:proofErr w:type="spellEnd"/>
      <w:r w:rsidRPr="00FD032E">
        <w:rPr>
          <w:i/>
          <w:iCs/>
        </w:rPr>
        <w:t>), get the value from retailer table</w:t>
      </w:r>
    </w:p>
    <w:p w14:paraId="79BA9C6C" w14:textId="32F1F957" w:rsidR="003E2738" w:rsidRPr="00FD032E" w:rsidRDefault="003E2738" w:rsidP="00FD032E">
      <w:pPr>
        <w:spacing w:line="240" w:lineRule="auto"/>
        <w:rPr>
          <w:i/>
          <w:iCs/>
        </w:rPr>
      </w:pPr>
      <w:r w:rsidRPr="00FD032E">
        <w:rPr>
          <w:i/>
          <w:iCs/>
        </w:rPr>
        <w:t>V - (Listing), get the value from retailer table</w:t>
      </w:r>
    </w:p>
    <w:p w14:paraId="070FE781" w14:textId="07F749FD" w:rsidR="003E2738" w:rsidRPr="00FD032E" w:rsidRDefault="003E2738" w:rsidP="00FD032E">
      <w:pPr>
        <w:spacing w:line="240" w:lineRule="auto"/>
        <w:rPr>
          <w:i/>
          <w:iCs/>
        </w:rPr>
      </w:pPr>
      <w:r w:rsidRPr="00FD032E">
        <w:rPr>
          <w:i/>
          <w:iCs/>
        </w:rPr>
        <w:t>W - (Download), get the value from retailer table</w:t>
      </w:r>
    </w:p>
    <w:p w14:paraId="59222035" w14:textId="34DE180C" w:rsidR="003E2738" w:rsidRPr="00FD032E" w:rsidRDefault="003E2738" w:rsidP="00FD032E">
      <w:pPr>
        <w:spacing w:line="240" w:lineRule="auto"/>
        <w:rPr>
          <w:i/>
          <w:iCs/>
        </w:rPr>
      </w:pPr>
      <w:r w:rsidRPr="00FD032E">
        <w:rPr>
          <w:i/>
          <w:iCs/>
        </w:rPr>
        <w:t>X - (Your Code), get the value from column M (</w:t>
      </w:r>
      <w:proofErr w:type="spellStart"/>
      <w:r w:rsidRPr="00FD032E">
        <w:rPr>
          <w:i/>
          <w:iCs/>
        </w:rPr>
        <w:t>SKUName</w:t>
      </w:r>
      <w:proofErr w:type="spellEnd"/>
      <w:r w:rsidRPr="00FD032E">
        <w:rPr>
          <w:i/>
          <w:iCs/>
        </w:rPr>
        <w:t>)</w:t>
      </w:r>
    </w:p>
    <w:p w14:paraId="0D3A7570" w14:textId="474D537C" w:rsidR="003E2738" w:rsidRPr="00FD032E" w:rsidRDefault="003E2738" w:rsidP="00FD032E">
      <w:pPr>
        <w:spacing w:line="240" w:lineRule="auto"/>
        <w:rPr>
          <w:i/>
          <w:iCs/>
        </w:rPr>
      </w:pPr>
      <w:r w:rsidRPr="00FD032E">
        <w:rPr>
          <w:i/>
          <w:iCs/>
        </w:rPr>
        <w:t>Equalize all prices</w:t>
      </w:r>
    </w:p>
    <w:p w14:paraId="16B7F78C" w14:textId="596AF59E" w:rsidR="003E2738" w:rsidRPr="00FD032E" w:rsidRDefault="003E2738" w:rsidP="00FD032E">
      <w:pPr>
        <w:pStyle w:val="ListParagraph"/>
        <w:numPr>
          <w:ilvl w:val="0"/>
          <w:numId w:val="5"/>
        </w:numPr>
        <w:spacing w:line="240" w:lineRule="auto"/>
        <w:ind w:left="709"/>
        <w:rPr>
          <w:i/>
          <w:iCs/>
        </w:rPr>
      </w:pPr>
      <w:r w:rsidRPr="00FD032E">
        <w:rPr>
          <w:i/>
          <w:iCs/>
        </w:rPr>
        <w:t>Ignore records with price less than 5.5 $</w:t>
      </w:r>
    </w:p>
    <w:p w14:paraId="2AA06FA1" w14:textId="3D07786E" w:rsidR="003E2738" w:rsidRPr="00FD032E" w:rsidRDefault="003E2738" w:rsidP="00FD032E">
      <w:pPr>
        <w:pStyle w:val="ListParagraph"/>
        <w:numPr>
          <w:ilvl w:val="0"/>
          <w:numId w:val="5"/>
        </w:numPr>
        <w:spacing w:line="240" w:lineRule="auto"/>
        <w:ind w:left="709"/>
        <w:rPr>
          <w:i/>
          <w:iCs/>
        </w:rPr>
      </w:pPr>
      <w:r w:rsidRPr="00FD032E">
        <w:rPr>
          <w:i/>
          <w:iCs/>
        </w:rPr>
        <w:t>Populate prices median for each wine id:</w:t>
      </w:r>
    </w:p>
    <w:p w14:paraId="67E74F0C" w14:textId="3AB5A2B8" w:rsidR="003E2738" w:rsidRPr="00FD032E" w:rsidRDefault="003E2738" w:rsidP="00FD032E">
      <w:pPr>
        <w:pStyle w:val="ListParagraph"/>
        <w:numPr>
          <w:ilvl w:val="0"/>
          <w:numId w:val="5"/>
        </w:numPr>
        <w:spacing w:line="240" w:lineRule="auto"/>
        <w:ind w:left="709"/>
        <w:rPr>
          <w:i/>
          <w:iCs/>
        </w:rPr>
      </w:pPr>
      <w:r w:rsidRPr="00FD032E">
        <w:rPr>
          <w:i/>
          <w:iCs/>
        </w:rPr>
        <w:t>Ignore records with price &gt; median * 4</w:t>
      </w:r>
    </w:p>
    <w:p w14:paraId="34EEC2F9" w14:textId="4D247881" w:rsidR="003E2738" w:rsidRPr="00FD032E" w:rsidRDefault="003E2738" w:rsidP="00FD032E">
      <w:pPr>
        <w:pStyle w:val="ListParagraph"/>
        <w:numPr>
          <w:ilvl w:val="0"/>
          <w:numId w:val="5"/>
        </w:numPr>
        <w:spacing w:line="240" w:lineRule="auto"/>
        <w:ind w:left="709"/>
        <w:rPr>
          <w:i/>
          <w:iCs/>
        </w:rPr>
      </w:pPr>
      <w:r w:rsidRPr="00FD032E">
        <w:rPr>
          <w:i/>
          <w:iCs/>
        </w:rPr>
        <w:t>Ignore records with price &lt; median / 4</w:t>
      </w:r>
    </w:p>
    <w:p w14:paraId="4306987A" w14:textId="40572D0D" w:rsidR="003E2738" w:rsidRPr="00FD032E" w:rsidRDefault="003E2738" w:rsidP="00FD032E">
      <w:pPr>
        <w:spacing w:line="240" w:lineRule="auto"/>
        <w:rPr>
          <w:i/>
          <w:iCs/>
        </w:rPr>
      </w:pPr>
      <w:r w:rsidRPr="00FD032E">
        <w:rPr>
          <w:b/>
          <w:bCs/>
          <w:i/>
          <w:iCs/>
        </w:rPr>
        <w:lastRenderedPageBreak/>
        <w:t>IMPORTANT</w:t>
      </w:r>
      <w:r w:rsidRPr="00FD032E">
        <w:rPr>
          <w:i/>
          <w:iCs/>
        </w:rPr>
        <w:t>: If the listing is FALSE, include every</w:t>
      </w:r>
      <w:r w:rsidR="00AB50E9" w:rsidRPr="00FD032E">
        <w:rPr>
          <w:i/>
          <w:iCs/>
        </w:rPr>
        <w:t xml:space="preserve"> </w:t>
      </w:r>
      <w:r w:rsidRPr="00FD032E">
        <w:rPr>
          <w:i/>
          <w:iCs/>
        </w:rPr>
        <w:t>record</w:t>
      </w:r>
      <w:r w:rsidR="00AB50E9" w:rsidRPr="00FD032E">
        <w:rPr>
          <w:i/>
          <w:iCs/>
        </w:rPr>
        <w:t xml:space="preserve"> </w:t>
      </w:r>
      <w:r w:rsidRPr="00FD032E">
        <w:rPr>
          <w:i/>
          <w:iCs/>
        </w:rPr>
        <w:t>(Ignore the price validation)</w:t>
      </w:r>
    </w:p>
    <w:p w14:paraId="70729697" w14:textId="26D9A3A6" w:rsidR="00FD032E" w:rsidRDefault="00FD032E" w:rsidP="003E2738"/>
    <w:p w14:paraId="0667ED54" w14:textId="228BEF65" w:rsidR="00C808A4" w:rsidRDefault="00C808A4" w:rsidP="003E2738">
      <w:proofErr w:type="spellStart"/>
      <w:r>
        <w:t>WinePortal</w:t>
      </w:r>
      <w:proofErr w:type="spellEnd"/>
      <w:r>
        <w:t xml:space="preserve"> rollup will be generated with the following rules:</w:t>
      </w:r>
    </w:p>
    <w:p w14:paraId="7AAE87C6" w14:textId="77777777" w:rsidR="005C30CC" w:rsidRPr="005C30CC" w:rsidRDefault="00C519BA" w:rsidP="005C30CC">
      <w:pPr>
        <w:rPr>
          <w:i/>
          <w:iCs/>
        </w:rPr>
      </w:pPr>
      <w:r w:rsidRPr="005C30CC">
        <w:rPr>
          <w:i/>
          <w:iCs/>
        </w:rPr>
        <w:t>Pick all records</w:t>
      </w:r>
    </w:p>
    <w:p w14:paraId="31660C4A" w14:textId="77777777" w:rsidR="005C30CC" w:rsidRDefault="00C519BA" w:rsidP="005C30CC">
      <w:pPr>
        <w:pStyle w:val="ListParagraph"/>
        <w:numPr>
          <w:ilvl w:val="0"/>
          <w:numId w:val="17"/>
        </w:numPr>
        <w:ind w:left="709"/>
        <w:rPr>
          <w:i/>
          <w:iCs/>
        </w:rPr>
      </w:pPr>
      <w:r w:rsidRPr="005C30CC">
        <w:rPr>
          <w:rStyle w:val="Strong"/>
          <w:i/>
          <w:iCs/>
          <w:color w:val="172B4D"/>
          <w:spacing w:val="-1"/>
        </w:rPr>
        <w:t>Do not ignore</w:t>
      </w:r>
      <w:r w:rsidRPr="005C30CC">
        <w:rPr>
          <w:i/>
          <w:iCs/>
        </w:rPr>
        <w:t xml:space="preserve"> records with wine alert id = x or z, remove the x and z from id</w:t>
      </w:r>
    </w:p>
    <w:p w14:paraId="1C149E07" w14:textId="77777777" w:rsidR="005C30CC" w:rsidRDefault="00C519BA" w:rsidP="005C30CC">
      <w:pPr>
        <w:pStyle w:val="ListParagraph"/>
        <w:numPr>
          <w:ilvl w:val="0"/>
          <w:numId w:val="17"/>
        </w:numPr>
        <w:ind w:left="709"/>
        <w:rPr>
          <w:i/>
          <w:iCs/>
        </w:rPr>
      </w:pPr>
      <w:r w:rsidRPr="005C30CC">
        <w:rPr>
          <w:i/>
          <w:iCs/>
        </w:rPr>
        <w:t>Get mongo id (</w:t>
      </w:r>
      <w:proofErr w:type="spellStart"/>
      <w:r w:rsidRPr="005C30CC">
        <w:rPr>
          <w:i/>
          <w:iCs/>
        </w:rPr>
        <w:t>uuid</w:t>
      </w:r>
      <w:proofErr w:type="spellEnd"/>
      <w:r w:rsidRPr="005C30CC">
        <w:rPr>
          <w:i/>
          <w:iCs/>
        </w:rPr>
        <w:t>) from database (</w:t>
      </w:r>
      <w:r w:rsidRPr="005C30CC">
        <w:rPr>
          <w:rStyle w:val="Strong"/>
          <w:i/>
          <w:iCs/>
          <w:color w:val="172B4D"/>
          <w:spacing w:val="-1"/>
        </w:rPr>
        <w:t>do not ignore records with blank mongo id</w:t>
      </w:r>
      <w:r w:rsidRPr="005C30CC">
        <w:rPr>
          <w:i/>
          <w:iCs/>
        </w:rPr>
        <w:t>)</w:t>
      </w:r>
    </w:p>
    <w:p w14:paraId="047E8D4B" w14:textId="77777777" w:rsidR="005C30CC" w:rsidRDefault="00C519BA" w:rsidP="005C30CC">
      <w:pPr>
        <w:pStyle w:val="ListParagraph"/>
        <w:numPr>
          <w:ilvl w:val="0"/>
          <w:numId w:val="17"/>
        </w:numPr>
        <w:ind w:left="709"/>
        <w:rPr>
          <w:i/>
          <w:iCs/>
        </w:rPr>
      </w:pPr>
      <w:r w:rsidRPr="005C30CC">
        <w:rPr>
          <w:i/>
          <w:iCs/>
        </w:rPr>
        <w:t>Ignore wine with blank price</w:t>
      </w:r>
    </w:p>
    <w:p w14:paraId="13354A82" w14:textId="77777777" w:rsidR="005C30CC" w:rsidRDefault="00C519BA" w:rsidP="005C30CC">
      <w:pPr>
        <w:pStyle w:val="ListParagraph"/>
        <w:numPr>
          <w:ilvl w:val="0"/>
          <w:numId w:val="17"/>
        </w:numPr>
        <w:ind w:left="709"/>
        <w:rPr>
          <w:i/>
          <w:iCs/>
        </w:rPr>
      </w:pPr>
      <w:r w:rsidRPr="005C30CC">
        <w:rPr>
          <w:i/>
          <w:iCs/>
        </w:rPr>
        <w:t>Ignore wine with blank bottle size</w:t>
      </w:r>
    </w:p>
    <w:p w14:paraId="051E711F" w14:textId="77777777" w:rsidR="005C30CC" w:rsidRDefault="00C519BA" w:rsidP="005C30CC">
      <w:pPr>
        <w:pStyle w:val="ListParagraph"/>
        <w:numPr>
          <w:ilvl w:val="0"/>
          <w:numId w:val="17"/>
        </w:numPr>
        <w:ind w:left="709"/>
        <w:rPr>
          <w:i/>
          <w:iCs/>
        </w:rPr>
      </w:pPr>
      <w:r w:rsidRPr="005C30CC">
        <w:rPr>
          <w:i/>
          <w:iCs/>
        </w:rPr>
        <w:t>Ignore wine with blank vintage</w:t>
      </w:r>
    </w:p>
    <w:p w14:paraId="4812566B" w14:textId="6258D634" w:rsidR="00C519BA" w:rsidRPr="005C30CC" w:rsidRDefault="00C519BA" w:rsidP="005C30CC">
      <w:pPr>
        <w:pStyle w:val="ListParagraph"/>
        <w:numPr>
          <w:ilvl w:val="0"/>
          <w:numId w:val="17"/>
        </w:numPr>
        <w:ind w:left="709"/>
        <w:rPr>
          <w:i/>
          <w:iCs/>
        </w:rPr>
      </w:pPr>
      <w:r w:rsidRPr="005C30CC">
        <w:rPr>
          <w:i/>
          <w:iCs/>
        </w:rPr>
        <w:t>If wine alert id is blank, vintage prior to "1951" should be called "NV"</w:t>
      </w:r>
    </w:p>
    <w:p w14:paraId="028A1FD1" w14:textId="2B8453E9" w:rsidR="00C519BA" w:rsidRPr="005C30CC" w:rsidRDefault="00C519BA" w:rsidP="005C30CC">
      <w:pPr>
        <w:rPr>
          <w:i/>
          <w:iCs/>
        </w:rPr>
      </w:pPr>
      <w:r w:rsidRPr="005C30CC">
        <w:rPr>
          <w:i/>
          <w:iCs/>
        </w:rPr>
        <w:t>A - (Wine Alert ID), get 9 chars from column A (Wine Id)</w:t>
      </w:r>
      <w:r w:rsidRPr="005C30CC">
        <w:rPr>
          <w:i/>
          <w:iCs/>
        </w:rPr>
        <w:br/>
        <w:t>B - (Wine ID), put the mongo id</w:t>
      </w:r>
      <w:r w:rsidRPr="005C30CC">
        <w:rPr>
          <w:i/>
          <w:iCs/>
        </w:rPr>
        <w:br/>
        <w:t>C - (Vintage), get 3 chars after wine alert id (9, 3) from column A and get the vintage from the database</w:t>
      </w:r>
      <w:r w:rsidRPr="005C30CC">
        <w:rPr>
          <w:i/>
          <w:iCs/>
        </w:rPr>
        <w:br/>
        <w:t>D - (Bottle Size), get 2 last chars from the end of column A and get the bottle size from the database</w:t>
      </w:r>
      <w:r w:rsidRPr="005C30CC">
        <w:rPr>
          <w:i/>
          <w:iCs/>
        </w:rPr>
        <w:br/>
        <w:t>E - (Retailer), get the code from filename</w:t>
      </w:r>
      <w:r w:rsidRPr="005C30CC">
        <w:rPr>
          <w:i/>
          <w:iCs/>
        </w:rPr>
        <w:br/>
        <w:t>F - (Price), get the price from col</w:t>
      </w:r>
      <w:r w:rsidR="00797AF8">
        <w:rPr>
          <w:i/>
          <w:iCs/>
        </w:rPr>
        <w:t>u</w:t>
      </w:r>
      <w:r w:rsidRPr="005C30CC">
        <w:rPr>
          <w:i/>
          <w:iCs/>
        </w:rPr>
        <w:t>mn G (Price)</w:t>
      </w:r>
      <w:r w:rsidRPr="005C30CC">
        <w:rPr>
          <w:i/>
          <w:iCs/>
        </w:rPr>
        <w:br/>
        <w:t>G - (Currency), get the currency from config</w:t>
      </w:r>
      <w:r w:rsidRPr="005C30CC">
        <w:rPr>
          <w:i/>
          <w:iCs/>
        </w:rPr>
        <w:br/>
        <w:t>H - (Tax Notes), get the tax notes from column H (tax Status)</w:t>
      </w:r>
      <w:r w:rsidRPr="005C30CC">
        <w:rPr>
          <w:i/>
          <w:iCs/>
        </w:rPr>
        <w:br/>
        <w:t xml:space="preserve">I - (Wine </w:t>
      </w:r>
      <w:proofErr w:type="spellStart"/>
      <w:r w:rsidRPr="005C30CC">
        <w:rPr>
          <w:i/>
          <w:iCs/>
        </w:rPr>
        <w:t>Url</w:t>
      </w:r>
      <w:proofErr w:type="spellEnd"/>
      <w:r w:rsidRPr="005C30CC">
        <w:rPr>
          <w:i/>
          <w:iCs/>
        </w:rPr>
        <w:t xml:space="preserve">), get wine </w:t>
      </w:r>
      <w:proofErr w:type="spellStart"/>
      <w:r w:rsidRPr="005C30CC">
        <w:rPr>
          <w:i/>
          <w:iCs/>
        </w:rPr>
        <w:t>url</w:t>
      </w:r>
      <w:proofErr w:type="spellEnd"/>
      <w:r w:rsidRPr="005C30CC">
        <w:rPr>
          <w:i/>
          <w:iCs/>
        </w:rPr>
        <w:t xml:space="preserve"> from column H (URL). If the URL is blank, get the value from retailer table</w:t>
      </w:r>
      <w:r w:rsidRPr="005C30CC">
        <w:rPr>
          <w:i/>
          <w:iCs/>
        </w:rPr>
        <w:br/>
        <w:t>J - (Actual Retailer Description), get the value from column J (Retailer Description)</w:t>
      </w:r>
      <w:r w:rsidRPr="005C30CC">
        <w:rPr>
          <w:i/>
          <w:iCs/>
        </w:rPr>
        <w:br/>
        <w:t>K - (Override Price), leave it blank</w:t>
      </w:r>
      <w:r w:rsidRPr="005C30CC">
        <w:rPr>
          <w:i/>
          <w:iCs/>
        </w:rPr>
        <w:br/>
        <w:t>L - (Auction), leave it blank</w:t>
      </w:r>
      <w:r w:rsidRPr="005C30CC">
        <w:rPr>
          <w:i/>
          <w:iCs/>
        </w:rPr>
        <w:br/>
        <w:t>M - (Retailer Name), get the value from retailer table</w:t>
      </w:r>
      <w:r w:rsidRPr="005C30CC">
        <w:rPr>
          <w:i/>
          <w:iCs/>
        </w:rPr>
        <w:br/>
        <w:t>N - (Address), get the value from retailer table</w:t>
      </w:r>
      <w:r w:rsidRPr="005C30CC">
        <w:rPr>
          <w:i/>
          <w:iCs/>
        </w:rPr>
        <w:br/>
        <w:t>O - (City), get the value from retailer table</w:t>
      </w:r>
      <w:r w:rsidRPr="005C30CC">
        <w:rPr>
          <w:i/>
          <w:iCs/>
        </w:rPr>
        <w:br/>
        <w:t>P - (State), get the value from retailer table</w:t>
      </w:r>
      <w:r w:rsidRPr="005C30CC">
        <w:rPr>
          <w:i/>
          <w:iCs/>
        </w:rPr>
        <w:br/>
        <w:t>Q - (Zip), get the value from retailer table</w:t>
      </w:r>
      <w:r w:rsidRPr="005C30CC">
        <w:rPr>
          <w:i/>
          <w:iCs/>
        </w:rPr>
        <w:br/>
        <w:t>R - (Country), get the value from retailer table</w:t>
      </w:r>
      <w:r w:rsidRPr="005C30CC">
        <w:rPr>
          <w:i/>
          <w:iCs/>
        </w:rPr>
        <w:br/>
        <w:t>S - (Ship to country), get the value from retailer table</w:t>
      </w:r>
      <w:r w:rsidRPr="005C30CC">
        <w:rPr>
          <w:i/>
          <w:iCs/>
        </w:rPr>
        <w:br/>
        <w:t>T - (Phone), get the value from retailer table</w:t>
      </w:r>
      <w:r w:rsidRPr="005C30CC">
        <w:rPr>
          <w:i/>
          <w:iCs/>
        </w:rPr>
        <w:br/>
        <w:t>U - (</w:t>
      </w:r>
      <w:proofErr w:type="spellStart"/>
      <w:r w:rsidRPr="005C30CC">
        <w:rPr>
          <w:i/>
          <w:iCs/>
        </w:rPr>
        <w:t>Url</w:t>
      </w:r>
      <w:proofErr w:type="spellEnd"/>
      <w:r w:rsidRPr="005C30CC">
        <w:rPr>
          <w:i/>
          <w:iCs/>
        </w:rPr>
        <w:t>), get the value from retailer table</w:t>
      </w:r>
      <w:r w:rsidRPr="005C30CC">
        <w:rPr>
          <w:i/>
          <w:iCs/>
        </w:rPr>
        <w:br/>
        <w:t>V - (Listing), get the value from retailer table</w:t>
      </w:r>
      <w:r w:rsidRPr="005C30CC">
        <w:rPr>
          <w:i/>
          <w:iCs/>
        </w:rPr>
        <w:br/>
        <w:t>W - (Download), get the value from retailer table</w:t>
      </w:r>
      <w:r w:rsidRPr="005C30CC">
        <w:rPr>
          <w:i/>
          <w:iCs/>
        </w:rPr>
        <w:br/>
        <w:t>X - (Your Code), get the value from column M (</w:t>
      </w:r>
      <w:proofErr w:type="spellStart"/>
      <w:r w:rsidRPr="005C30CC">
        <w:rPr>
          <w:i/>
          <w:iCs/>
        </w:rPr>
        <w:t>SKUName</w:t>
      </w:r>
      <w:proofErr w:type="spellEnd"/>
      <w:r w:rsidRPr="005C30CC">
        <w:rPr>
          <w:i/>
          <w:iCs/>
        </w:rPr>
        <w:t>)</w:t>
      </w:r>
      <w:r w:rsidRPr="005C30CC">
        <w:rPr>
          <w:i/>
          <w:iCs/>
        </w:rPr>
        <w:br/>
        <w:t>Y - Equalized price</w:t>
      </w:r>
    </w:p>
    <w:p w14:paraId="391DD9FF" w14:textId="77777777" w:rsidR="005C30CC" w:rsidRPr="005C30CC" w:rsidRDefault="00C519BA" w:rsidP="005C30CC">
      <w:pPr>
        <w:rPr>
          <w:i/>
          <w:iCs/>
        </w:rPr>
      </w:pPr>
      <w:r w:rsidRPr="005C30CC">
        <w:rPr>
          <w:i/>
          <w:iCs/>
        </w:rPr>
        <w:t>Equalize all prices</w:t>
      </w:r>
    </w:p>
    <w:p w14:paraId="2096975C" w14:textId="77777777" w:rsidR="005C30CC" w:rsidRDefault="00C519BA" w:rsidP="005C30CC">
      <w:pPr>
        <w:pStyle w:val="ListParagraph"/>
        <w:numPr>
          <w:ilvl w:val="0"/>
          <w:numId w:val="18"/>
        </w:numPr>
        <w:ind w:left="709"/>
        <w:rPr>
          <w:i/>
          <w:iCs/>
        </w:rPr>
      </w:pPr>
      <w:r w:rsidRPr="005C30CC">
        <w:rPr>
          <w:i/>
          <w:iCs/>
        </w:rPr>
        <w:t>Ignore records with price less than 5.5 $</w:t>
      </w:r>
    </w:p>
    <w:p w14:paraId="540293EF" w14:textId="77777777" w:rsidR="005C30CC" w:rsidRDefault="00C519BA" w:rsidP="005C30CC">
      <w:pPr>
        <w:pStyle w:val="ListParagraph"/>
        <w:numPr>
          <w:ilvl w:val="0"/>
          <w:numId w:val="18"/>
        </w:numPr>
        <w:ind w:left="709"/>
        <w:rPr>
          <w:i/>
          <w:iCs/>
        </w:rPr>
      </w:pPr>
      <w:r w:rsidRPr="005C30CC">
        <w:rPr>
          <w:i/>
          <w:iCs/>
        </w:rPr>
        <w:lastRenderedPageBreak/>
        <w:t>Populate prices median for each wine id:</w:t>
      </w:r>
    </w:p>
    <w:p w14:paraId="719D13A9" w14:textId="7FD3FBE0" w:rsidR="005C30CC" w:rsidRDefault="00C519BA" w:rsidP="005C30CC">
      <w:pPr>
        <w:pStyle w:val="ListParagraph"/>
        <w:numPr>
          <w:ilvl w:val="0"/>
          <w:numId w:val="18"/>
        </w:numPr>
        <w:ind w:left="709"/>
        <w:rPr>
          <w:i/>
          <w:iCs/>
        </w:rPr>
      </w:pPr>
      <w:r w:rsidRPr="005C30CC">
        <w:rPr>
          <w:i/>
          <w:iCs/>
        </w:rPr>
        <w:t xml:space="preserve">Ignore records with price &gt; median * </w:t>
      </w:r>
      <w:r w:rsidR="005C30CC">
        <w:rPr>
          <w:i/>
          <w:iCs/>
        </w:rPr>
        <w:t>4</w:t>
      </w:r>
    </w:p>
    <w:p w14:paraId="07F33958" w14:textId="07A05C19" w:rsidR="00C519BA" w:rsidRPr="005C30CC" w:rsidRDefault="00C519BA" w:rsidP="005C30CC">
      <w:pPr>
        <w:pStyle w:val="ListParagraph"/>
        <w:numPr>
          <w:ilvl w:val="0"/>
          <w:numId w:val="18"/>
        </w:numPr>
        <w:ind w:left="709"/>
        <w:rPr>
          <w:i/>
          <w:iCs/>
        </w:rPr>
      </w:pPr>
      <w:r w:rsidRPr="005C30CC">
        <w:rPr>
          <w:i/>
          <w:iCs/>
        </w:rPr>
        <w:t xml:space="preserve">Ignore records with price &lt; median / </w:t>
      </w:r>
      <w:r w:rsidR="005C30CC">
        <w:rPr>
          <w:i/>
          <w:iCs/>
        </w:rPr>
        <w:t>4</w:t>
      </w:r>
    </w:p>
    <w:p w14:paraId="18EBA317" w14:textId="00F489CD" w:rsidR="00C519BA" w:rsidRDefault="00C519BA" w:rsidP="005C30CC">
      <w:r w:rsidRPr="00182D1A">
        <w:rPr>
          <w:b/>
          <w:bCs/>
          <w:i/>
          <w:iCs/>
        </w:rPr>
        <w:t>IMPORTANT</w:t>
      </w:r>
      <w:r w:rsidRPr="005C30CC">
        <w:rPr>
          <w:i/>
          <w:iCs/>
        </w:rPr>
        <w:t>: If the listing is FALSE, include every record (Ignore the price validation)</w:t>
      </w:r>
    </w:p>
    <w:p w14:paraId="6D6BCACF" w14:textId="77777777" w:rsidR="00C808A4" w:rsidRDefault="00C808A4" w:rsidP="003E2738"/>
    <w:p w14:paraId="1D322F9F" w14:textId="32834173" w:rsidR="003E2738" w:rsidRDefault="003E2738" w:rsidP="003E2738">
      <w:r>
        <w:t>This feature is controlled by the following files:</w:t>
      </w:r>
    </w:p>
    <w:p w14:paraId="2959B2D1" w14:textId="34612821" w:rsidR="003E2738" w:rsidRPr="00044995" w:rsidRDefault="003E2738" w:rsidP="003E2738">
      <w:pPr>
        <w:pStyle w:val="ListParagraph"/>
        <w:numPr>
          <w:ilvl w:val="0"/>
          <w:numId w:val="5"/>
        </w:numPr>
        <w:ind w:left="709"/>
        <w:rPr>
          <w:i/>
          <w:iCs/>
        </w:rPr>
      </w:pPr>
      <w:r>
        <w:rPr>
          <w:i/>
          <w:iCs/>
        </w:rPr>
        <w:t>PROJECT_ROOT</w:t>
      </w:r>
      <w:r w:rsidRPr="00044995">
        <w:rPr>
          <w:i/>
          <w:iCs/>
        </w:rPr>
        <w:t>/controllers/wine/alert/</w:t>
      </w:r>
      <w:proofErr w:type="spellStart"/>
      <w:r w:rsidR="00BB30F0">
        <w:rPr>
          <w:i/>
          <w:iCs/>
        </w:rPr>
        <w:t>Rollup</w:t>
      </w:r>
      <w:r>
        <w:rPr>
          <w:i/>
          <w:iCs/>
        </w:rPr>
        <w:t>Controller</w:t>
      </w:r>
      <w:r w:rsidRPr="00044995">
        <w:rPr>
          <w:i/>
          <w:iCs/>
        </w:rPr>
        <w:t>.groovy</w:t>
      </w:r>
      <w:proofErr w:type="spellEnd"/>
    </w:p>
    <w:p w14:paraId="712DBD69" w14:textId="5E64AE1A" w:rsidR="003E2738" w:rsidRDefault="003E2738" w:rsidP="003E2738">
      <w:pPr>
        <w:pStyle w:val="ListParagraph"/>
        <w:numPr>
          <w:ilvl w:val="0"/>
          <w:numId w:val="5"/>
        </w:numPr>
        <w:ind w:left="709"/>
        <w:rPr>
          <w:i/>
          <w:iCs/>
        </w:rPr>
      </w:pPr>
      <w:r>
        <w:rPr>
          <w:i/>
          <w:iCs/>
        </w:rPr>
        <w:t>PROJECT_ROOT</w:t>
      </w:r>
      <w:r w:rsidR="00BB30F0" w:rsidRPr="00044995">
        <w:rPr>
          <w:i/>
          <w:iCs/>
        </w:rPr>
        <w:t>/jobs/wine/alert/</w:t>
      </w:r>
      <w:proofErr w:type="spellStart"/>
      <w:r w:rsidR="00BB30F0">
        <w:rPr>
          <w:i/>
          <w:iCs/>
        </w:rPr>
        <w:t>RollupJob</w:t>
      </w:r>
      <w:r w:rsidRPr="00BC5E8E">
        <w:rPr>
          <w:i/>
          <w:iCs/>
        </w:rPr>
        <w:t>.</w:t>
      </w:r>
      <w:r w:rsidR="00BB30F0">
        <w:rPr>
          <w:i/>
          <w:iCs/>
        </w:rPr>
        <w:t>groovy</w:t>
      </w:r>
      <w:proofErr w:type="spellEnd"/>
    </w:p>
    <w:p w14:paraId="4A68F9E2" w14:textId="02C85BE9" w:rsidR="003E2738" w:rsidRDefault="003E2738" w:rsidP="003E2738">
      <w:r>
        <w:t>Please check the groovy and java docs for more information of these files.</w:t>
      </w:r>
    </w:p>
    <w:p w14:paraId="4164CF9D" w14:textId="77777777" w:rsidR="00D5410B" w:rsidRPr="00E65213" w:rsidRDefault="00D5410B" w:rsidP="00D5410B">
      <w:pPr>
        <w:pStyle w:val="Heading2"/>
      </w:pPr>
      <w:r>
        <w:t>Download</w:t>
      </w:r>
    </w:p>
    <w:p w14:paraId="044CA672" w14:textId="77777777" w:rsidR="000D2C3C" w:rsidRDefault="00902466">
      <w:r>
        <w:t xml:space="preserve">Download is </w:t>
      </w:r>
      <w:r w:rsidR="000D2C3C">
        <w:t>the place to create and download file dump for the following data: Wine Database, Mongo Map, Wine Keyword and Producer Keyword</w:t>
      </w:r>
      <w:r>
        <w:t>.</w:t>
      </w:r>
    </w:p>
    <w:p w14:paraId="0B9A0F1A" w14:textId="77777777" w:rsidR="000D2C3C" w:rsidRDefault="000D2C3C" w:rsidP="000D2C3C">
      <w:r>
        <w:t>This feature is controlled by the following files:</w:t>
      </w:r>
    </w:p>
    <w:p w14:paraId="304207F3" w14:textId="57633AA5" w:rsidR="000D2C3C" w:rsidRPr="00044995" w:rsidRDefault="000D2C3C" w:rsidP="000D2C3C">
      <w:pPr>
        <w:pStyle w:val="ListParagraph"/>
        <w:numPr>
          <w:ilvl w:val="0"/>
          <w:numId w:val="5"/>
        </w:numPr>
        <w:ind w:left="709"/>
        <w:rPr>
          <w:i/>
          <w:iCs/>
        </w:rPr>
      </w:pPr>
      <w:r>
        <w:rPr>
          <w:i/>
          <w:iCs/>
        </w:rPr>
        <w:t>PROJECT_ROOT</w:t>
      </w:r>
      <w:r w:rsidRPr="00044995">
        <w:rPr>
          <w:i/>
          <w:iCs/>
        </w:rPr>
        <w:t>/controllers/wine/alert/</w:t>
      </w:r>
      <w:proofErr w:type="spellStart"/>
      <w:r>
        <w:rPr>
          <w:i/>
          <w:iCs/>
        </w:rPr>
        <w:t>DownloadController</w:t>
      </w:r>
      <w:r w:rsidRPr="00044995">
        <w:rPr>
          <w:i/>
          <w:iCs/>
        </w:rPr>
        <w:t>.groovy</w:t>
      </w:r>
      <w:proofErr w:type="spellEnd"/>
    </w:p>
    <w:p w14:paraId="7037D542" w14:textId="09B836ED" w:rsidR="000D2C3C" w:rsidRDefault="000D2C3C" w:rsidP="000D2C3C">
      <w:pPr>
        <w:pStyle w:val="ListParagraph"/>
        <w:numPr>
          <w:ilvl w:val="0"/>
          <w:numId w:val="5"/>
        </w:numPr>
        <w:ind w:left="709"/>
        <w:rPr>
          <w:i/>
          <w:iCs/>
        </w:rPr>
      </w:pPr>
      <w:r>
        <w:rPr>
          <w:i/>
          <w:iCs/>
        </w:rPr>
        <w:t>PROJECT_ROOT</w:t>
      </w:r>
      <w:r w:rsidRPr="00044995">
        <w:rPr>
          <w:i/>
          <w:iCs/>
        </w:rPr>
        <w:t>/jobs/wine/</w:t>
      </w:r>
      <w:proofErr w:type="spellStart"/>
      <w:r>
        <w:rPr>
          <w:i/>
          <w:iCs/>
        </w:rPr>
        <w:t>db</w:t>
      </w:r>
      <w:proofErr w:type="spellEnd"/>
      <w:r w:rsidRPr="00044995">
        <w:rPr>
          <w:i/>
          <w:iCs/>
        </w:rPr>
        <w:t>/</w:t>
      </w:r>
      <w:proofErr w:type="spellStart"/>
      <w:r>
        <w:rPr>
          <w:i/>
          <w:iCs/>
        </w:rPr>
        <w:t>DumpJob</w:t>
      </w:r>
      <w:r w:rsidRPr="00BC5E8E">
        <w:rPr>
          <w:i/>
          <w:iCs/>
        </w:rPr>
        <w:t>.</w:t>
      </w:r>
      <w:r>
        <w:rPr>
          <w:i/>
          <w:iCs/>
        </w:rPr>
        <w:t>groovy</w:t>
      </w:r>
      <w:proofErr w:type="spellEnd"/>
    </w:p>
    <w:p w14:paraId="17422F94" w14:textId="03B7B4E3" w:rsidR="00A85125" w:rsidRDefault="000D2C3C" w:rsidP="000D2C3C">
      <w:pPr>
        <w:rPr>
          <w:rFonts w:asciiTheme="majorHAnsi" w:hAnsiTheme="majorHAnsi"/>
          <w:caps/>
          <w:color w:val="2E2E2E" w:themeColor="accent2"/>
          <w:spacing w:val="14"/>
          <w:sz w:val="26"/>
          <w:szCs w:val="26"/>
        </w:rPr>
      </w:pPr>
      <w:r>
        <w:t>Please check the groovy and java docs for more information of these files.</w:t>
      </w:r>
    </w:p>
    <w:p w14:paraId="44A8D5FF" w14:textId="1AA472E7" w:rsidR="0098742B" w:rsidRDefault="0098742B" w:rsidP="00ED7ACB">
      <w:pPr>
        <w:pStyle w:val="Heading1"/>
      </w:pPr>
      <w:r>
        <w:t>Config Files</w:t>
      </w:r>
    </w:p>
    <w:p w14:paraId="666D153E" w14:textId="23BF4A1C" w:rsidR="00884714" w:rsidRDefault="00884714" w:rsidP="00884714">
      <w:r>
        <w:t>Config files are one way to</w:t>
      </w:r>
      <w:r w:rsidR="00A263D4">
        <w:t xml:space="preserve"> create or</w:t>
      </w:r>
      <w:r>
        <w:t xml:space="preserve"> update </w:t>
      </w:r>
      <w:r w:rsidR="00A263D4">
        <w:t xml:space="preserve">records of some tables in </w:t>
      </w:r>
      <w:r>
        <w:t>the database</w:t>
      </w:r>
      <w:r w:rsidR="00A263D4">
        <w:t>s</w:t>
      </w:r>
      <w:r>
        <w:t>.</w:t>
      </w:r>
    </w:p>
    <w:p w14:paraId="215BC289" w14:textId="70F24202" w:rsidR="00E84B9C" w:rsidRDefault="00FE33EC" w:rsidP="00E84B9C">
      <w:pPr>
        <w:pStyle w:val="Heading2"/>
      </w:pPr>
      <w:r>
        <w:t>Wine</w:t>
      </w:r>
      <w:r w:rsidR="00356D03">
        <w:t xml:space="preserve"> </w:t>
      </w:r>
      <w:r>
        <w:t>Db</w:t>
      </w:r>
    </w:p>
    <w:p w14:paraId="369BFAFA" w14:textId="674706C4" w:rsidR="00356D03" w:rsidRDefault="00356D03" w:rsidP="00D344E8">
      <w:r>
        <w:t>Wine Db file name is “</w:t>
      </w:r>
      <w:r w:rsidRPr="00356D03">
        <w:rPr>
          <w:i/>
          <w:iCs/>
        </w:rPr>
        <w:t>winedb.txt</w:t>
      </w:r>
      <w:r>
        <w:t xml:space="preserve">”. Wine Db is used to create or update records in </w:t>
      </w:r>
      <w:proofErr w:type="spellStart"/>
      <w:r w:rsidRPr="00356D03">
        <w:rPr>
          <w:i/>
          <w:iCs/>
        </w:rPr>
        <w:t>wine_db</w:t>
      </w:r>
      <w:proofErr w:type="spellEnd"/>
      <w:r>
        <w:t xml:space="preserve"> table of wine database. The config file watcher will search this file inside </w:t>
      </w:r>
      <w:r w:rsidR="00105A29" w:rsidRPr="00105A29">
        <w:rPr>
          <w:i/>
          <w:iCs/>
        </w:rPr>
        <w:t>config</w:t>
      </w:r>
      <w:r w:rsidR="00105A29">
        <w:t xml:space="preserve"> </w:t>
      </w:r>
      <w:r w:rsidR="00D344E8">
        <w:t>folder/</w:t>
      </w:r>
      <w:r>
        <w:t>location</w:t>
      </w:r>
      <w:r w:rsidR="00797AF8">
        <w:t xml:space="preserve"> (</w:t>
      </w:r>
      <w:r w:rsidR="007F1652">
        <w:t>refer to application config section</w:t>
      </w:r>
      <w:r w:rsidR="00797AF8">
        <w:t>)</w:t>
      </w:r>
      <w:r w:rsidR="007F1652">
        <w:t>.</w:t>
      </w:r>
    </w:p>
    <w:p w14:paraId="09EF582B" w14:textId="606C2D73" w:rsidR="007F1652" w:rsidRDefault="007F1652" w:rsidP="00D344E8">
      <w:r>
        <w:t>Once this file parsed, this file will be moved to “</w:t>
      </w:r>
      <w:r w:rsidRPr="007F1652">
        <w:rPr>
          <w:i/>
          <w:iCs/>
        </w:rPr>
        <w:t>success</w:t>
      </w:r>
      <w:r>
        <w:t>” directory inside config backup location (refer to application config section). If error occur while processing, this file will be moved into “</w:t>
      </w:r>
      <w:r w:rsidRPr="007F1652">
        <w:rPr>
          <w:i/>
          <w:iCs/>
        </w:rPr>
        <w:t>failed</w:t>
      </w:r>
      <w:r>
        <w:t>” directory inside config backup location.</w:t>
      </w:r>
    </w:p>
    <w:p w14:paraId="030934B0" w14:textId="432412F7" w:rsidR="003005CE" w:rsidRDefault="00162BC1" w:rsidP="00D344E8">
      <w:r>
        <w:t>The file format is tab separated</w:t>
      </w:r>
      <w:r w:rsidR="003005CE">
        <w:t xml:space="preserve"> text with the following field</w:t>
      </w:r>
      <w:r w:rsidR="00D34BDF">
        <w:t>s</w:t>
      </w:r>
      <w:r w:rsidR="003005CE">
        <w:t>:</w:t>
      </w:r>
    </w:p>
    <w:p w14:paraId="11B92A07" w14:textId="42DDF1F7" w:rsidR="00D344E8" w:rsidRDefault="003005CE" w:rsidP="00D344E8">
      <w:pPr>
        <w:pStyle w:val="ListParagraph"/>
        <w:numPr>
          <w:ilvl w:val="0"/>
          <w:numId w:val="5"/>
        </w:numPr>
        <w:ind w:left="709"/>
      </w:pPr>
      <w:proofErr w:type="spellStart"/>
      <w:r w:rsidRPr="003005CE">
        <w:t>WineAlert</w:t>
      </w:r>
      <w:proofErr w:type="spellEnd"/>
      <w:r w:rsidRPr="003005CE">
        <w:t xml:space="preserve"> ID</w:t>
      </w:r>
      <w:r w:rsidR="00BC3E5F">
        <w:t xml:space="preserve"> (</w:t>
      </w:r>
      <w:proofErr w:type="spellStart"/>
      <w:r w:rsidR="00BC3E5F">
        <w:t>WineDb</w:t>
      </w:r>
      <w:proofErr w:type="spellEnd"/>
      <w:r w:rsidR="00BC3E5F">
        <w:t xml:space="preserve"> ID)</w:t>
      </w:r>
    </w:p>
    <w:p w14:paraId="2FADF64E" w14:textId="77777777" w:rsidR="00D344E8" w:rsidRDefault="003005CE" w:rsidP="00D344E8">
      <w:pPr>
        <w:pStyle w:val="ListParagraph"/>
        <w:numPr>
          <w:ilvl w:val="0"/>
          <w:numId w:val="5"/>
        </w:numPr>
        <w:ind w:left="709"/>
      </w:pPr>
      <w:proofErr w:type="spellStart"/>
      <w:r w:rsidRPr="003005CE">
        <w:t>WineAl</w:t>
      </w:r>
      <w:proofErr w:type="spellEnd"/>
      <w:r w:rsidR="00D34BDF">
        <w:t xml:space="preserve"> (Producer ID)</w:t>
      </w:r>
    </w:p>
    <w:p w14:paraId="40B98472" w14:textId="77777777" w:rsidR="00D344E8" w:rsidRDefault="003005CE" w:rsidP="00D344E8">
      <w:pPr>
        <w:pStyle w:val="ListParagraph"/>
        <w:numPr>
          <w:ilvl w:val="0"/>
          <w:numId w:val="5"/>
        </w:numPr>
        <w:ind w:left="709"/>
      </w:pPr>
      <w:proofErr w:type="spellStart"/>
      <w:r w:rsidRPr="003005CE">
        <w:t>ProdShow</w:t>
      </w:r>
      <w:proofErr w:type="spellEnd"/>
      <w:r w:rsidR="00D34BDF">
        <w:t xml:space="preserve"> + </w:t>
      </w:r>
      <w:proofErr w:type="spellStart"/>
      <w:r w:rsidRPr="003005CE">
        <w:t>LabelName</w:t>
      </w:r>
      <w:proofErr w:type="spellEnd"/>
      <w:r w:rsidR="00D34BDF">
        <w:t xml:space="preserve"> + </w:t>
      </w:r>
      <w:proofErr w:type="spellStart"/>
      <w:r w:rsidRPr="003005CE">
        <w:t>ColorClass</w:t>
      </w:r>
      <w:proofErr w:type="spellEnd"/>
      <w:r w:rsidR="00D34BDF">
        <w:t xml:space="preserve"> (Description)</w:t>
      </w:r>
    </w:p>
    <w:p w14:paraId="30DDD73E" w14:textId="77777777" w:rsidR="00D344E8" w:rsidRDefault="003005CE" w:rsidP="00D344E8">
      <w:pPr>
        <w:pStyle w:val="ListParagraph"/>
        <w:numPr>
          <w:ilvl w:val="0"/>
          <w:numId w:val="5"/>
        </w:numPr>
        <w:ind w:left="709"/>
      </w:pPr>
      <w:proofErr w:type="spellStart"/>
      <w:r w:rsidRPr="003005CE">
        <w:t>VinN</w:t>
      </w:r>
      <w:proofErr w:type="spellEnd"/>
      <w:r w:rsidR="00D34BDF">
        <w:t xml:space="preserve"> (Vin ID/Wine N ID)</w:t>
      </w:r>
    </w:p>
    <w:p w14:paraId="47EEC4E8" w14:textId="77777777" w:rsidR="00D344E8" w:rsidRDefault="003005CE" w:rsidP="00D344E8">
      <w:pPr>
        <w:pStyle w:val="ListParagraph"/>
        <w:numPr>
          <w:ilvl w:val="0"/>
          <w:numId w:val="5"/>
        </w:numPr>
        <w:ind w:left="709"/>
      </w:pPr>
      <w:r w:rsidRPr="003005CE">
        <w:t>Prod</w:t>
      </w:r>
      <w:r w:rsidR="00D34BDF">
        <w:t xml:space="preserve"> (Producer Name)</w:t>
      </w:r>
    </w:p>
    <w:p w14:paraId="57C8BA0C" w14:textId="77777777" w:rsidR="00D344E8" w:rsidRDefault="003005CE" w:rsidP="00D344E8">
      <w:pPr>
        <w:pStyle w:val="ListParagraph"/>
        <w:numPr>
          <w:ilvl w:val="0"/>
          <w:numId w:val="5"/>
        </w:numPr>
        <w:ind w:left="709"/>
      </w:pPr>
      <w:proofErr w:type="spellStart"/>
      <w:r w:rsidRPr="003005CE">
        <w:t>ProdShow</w:t>
      </w:r>
      <w:proofErr w:type="spellEnd"/>
      <w:r w:rsidR="00D34BDF">
        <w:t xml:space="preserve"> (Producer Show)</w:t>
      </w:r>
    </w:p>
    <w:p w14:paraId="7DFD1E11" w14:textId="77777777" w:rsidR="00D344E8" w:rsidRDefault="003005CE" w:rsidP="00D344E8">
      <w:pPr>
        <w:pStyle w:val="ListParagraph"/>
        <w:numPr>
          <w:ilvl w:val="0"/>
          <w:numId w:val="5"/>
        </w:numPr>
        <w:ind w:left="709"/>
      </w:pPr>
      <w:proofErr w:type="spellStart"/>
      <w:r w:rsidRPr="003005CE">
        <w:t>LabelName</w:t>
      </w:r>
      <w:proofErr w:type="spellEnd"/>
      <w:r w:rsidR="00D34BDF">
        <w:t xml:space="preserve"> (Label Name)</w:t>
      </w:r>
    </w:p>
    <w:p w14:paraId="7FF40A59" w14:textId="77777777" w:rsidR="00D344E8" w:rsidRDefault="003005CE" w:rsidP="00D344E8">
      <w:pPr>
        <w:pStyle w:val="ListParagraph"/>
        <w:numPr>
          <w:ilvl w:val="0"/>
          <w:numId w:val="5"/>
        </w:numPr>
        <w:ind w:left="709"/>
      </w:pPr>
      <w:r w:rsidRPr="003005CE">
        <w:t>Variety</w:t>
      </w:r>
      <w:r w:rsidR="00D34BDF">
        <w:t xml:space="preserve"> (Variety)</w:t>
      </w:r>
    </w:p>
    <w:p w14:paraId="378FA56D" w14:textId="77777777" w:rsidR="00D344E8" w:rsidRDefault="003005CE" w:rsidP="00D344E8">
      <w:pPr>
        <w:pStyle w:val="ListParagraph"/>
        <w:numPr>
          <w:ilvl w:val="0"/>
          <w:numId w:val="5"/>
        </w:numPr>
        <w:ind w:left="709"/>
      </w:pPr>
      <w:proofErr w:type="spellStart"/>
      <w:r w:rsidRPr="003005CE">
        <w:t>ColorClass</w:t>
      </w:r>
      <w:proofErr w:type="spellEnd"/>
      <w:r w:rsidR="00D34BDF">
        <w:t xml:space="preserve"> (Color Class)</w:t>
      </w:r>
    </w:p>
    <w:p w14:paraId="7D4F45EF" w14:textId="77777777" w:rsidR="00D344E8" w:rsidRDefault="003005CE" w:rsidP="00D344E8">
      <w:pPr>
        <w:pStyle w:val="ListParagraph"/>
        <w:numPr>
          <w:ilvl w:val="0"/>
          <w:numId w:val="5"/>
        </w:numPr>
        <w:ind w:left="709"/>
      </w:pPr>
      <w:r w:rsidRPr="003005CE">
        <w:lastRenderedPageBreak/>
        <w:t>Dryness</w:t>
      </w:r>
      <w:r w:rsidR="00D34BDF">
        <w:t xml:space="preserve"> (Dryness/Sweetness)</w:t>
      </w:r>
    </w:p>
    <w:p w14:paraId="0AE4055B" w14:textId="77777777" w:rsidR="00D344E8" w:rsidRDefault="003005CE" w:rsidP="00D344E8">
      <w:pPr>
        <w:pStyle w:val="ListParagraph"/>
        <w:numPr>
          <w:ilvl w:val="0"/>
          <w:numId w:val="5"/>
        </w:numPr>
        <w:ind w:left="709"/>
      </w:pPr>
      <w:proofErr w:type="spellStart"/>
      <w:r w:rsidRPr="003005CE">
        <w:t>WineType</w:t>
      </w:r>
      <w:proofErr w:type="spellEnd"/>
      <w:r w:rsidR="00D34BDF">
        <w:t xml:space="preserve"> (Wine Type)</w:t>
      </w:r>
    </w:p>
    <w:p w14:paraId="49DF6A3D" w14:textId="77777777" w:rsidR="00D344E8" w:rsidRDefault="003005CE" w:rsidP="00D344E8">
      <w:pPr>
        <w:pStyle w:val="ListParagraph"/>
        <w:numPr>
          <w:ilvl w:val="0"/>
          <w:numId w:val="5"/>
        </w:numPr>
        <w:ind w:left="709"/>
      </w:pPr>
      <w:r w:rsidRPr="003005CE">
        <w:t>Country</w:t>
      </w:r>
      <w:r w:rsidR="00D34BDF">
        <w:t xml:space="preserve"> (Country)</w:t>
      </w:r>
    </w:p>
    <w:p w14:paraId="66658A05" w14:textId="77777777" w:rsidR="00D344E8" w:rsidRDefault="003005CE" w:rsidP="00D344E8">
      <w:pPr>
        <w:pStyle w:val="ListParagraph"/>
        <w:numPr>
          <w:ilvl w:val="0"/>
          <w:numId w:val="5"/>
        </w:numPr>
        <w:ind w:left="709"/>
      </w:pPr>
      <w:r w:rsidRPr="003005CE">
        <w:t>Region</w:t>
      </w:r>
      <w:r w:rsidR="00D34BDF">
        <w:t xml:space="preserve"> (Region)</w:t>
      </w:r>
    </w:p>
    <w:p w14:paraId="5C67FF8B" w14:textId="77777777" w:rsidR="00D344E8" w:rsidRDefault="003005CE" w:rsidP="00D344E8">
      <w:pPr>
        <w:pStyle w:val="ListParagraph"/>
        <w:numPr>
          <w:ilvl w:val="0"/>
          <w:numId w:val="5"/>
        </w:numPr>
        <w:ind w:left="709"/>
      </w:pPr>
      <w:r w:rsidRPr="003005CE">
        <w:t>Sub-region</w:t>
      </w:r>
      <w:r w:rsidR="00D34BDF">
        <w:t xml:space="preserve"> (Sub-region)</w:t>
      </w:r>
    </w:p>
    <w:p w14:paraId="7B529FC4" w14:textId="77777777" w:rsidR="00D344E8" w:rsidRDefault="003005CE" w:rsidP="00D344E8">
      <w:pPr>
        <w:pStyle w:val="ListParagraph"/>
        <w:numPr>
          <w:ilvl w:val="0"/>
          <w:numId w:val="5"/>
        </w:numPr>
        <w:ind w:left="709"/>
      </w:pPr>
      <w:r w:rsidRPr="003005CE">
        <w:t>Appellation</w:t>
      </w:r>
      <w:r w:rsidR="00D34BDF">
        <w:t xml:space="preserve"> (Appellation/Locale)</w:t>
      </w:r>
    </w:p>
    <w:p w14:paraId="31187BCE" w14:textId="7D0D5982" w:rsidR="007F1652" w:rsidRDefault="003005CE" w:rsidP="00D344E8">
      <w:pPr>
        <w:pStyle w:val="ListParagraph"/>
        <w:numPr>
          <w:ilvl w:val="0"/>
          <w:numId w:val="5"/>
        </w:numPr>
        <w:ind w:left="709"/>
      </w:pPr>
      <w:r w:rsidRPr="003005CE">
        <w:t>Sub-appellation</w:t>
      </w:r>
      <w:r w:rsidR="00D34BDF">
        <w:t xml:space="preserve"> (Sub-appellation/Site)</w:t>
      </w:r>
    </w:p>
    <w:p w14:paraId="042FCBDD" w14:textId="203B2B4A" w:rsidR="00D344E8" w:rsidRDefault="00D344E8" w:rsidP="00D344E8">
      <w:pPr>
        <w:ind w:left="349"/>
      </w:pPr>
      <w:r>
        <w:t>The first row in Wine Db file is the header.</w:t>
      </w:r>
    </w:p>
    <w:p w14:paraId="01FB9ABE" w14:textId="2BC82734" w:rsidR="00356D03" w:rsidRDefault="00356D03" w:rsidP="00E84B9C">
      <w:pPr>
        <w:pStyle w:val="Heading2"/>
      </w:pPr>
      <w:r>
        <w:t>Wine Keywords Input</w:t>
      </w:r>
    </w:p>
    <w:p w14:paraId="3894B940" w14:textId="721C468F" w:rsidR="00D344E8" w:rsidRDefault="00D344E8" w:rsidP="00D344E8">
      <w:r>
        <w:t>Wine Keywords Input file name is “</w:t>
      </w:r>
      <w:r w:rsidRPr="00D344E8">
        <w:rPr>
          <w:i/>
          <w:iCs/>
        </w:rPr>
        <w:t>wine-keywords-input.txt</w:t>
      </w:r>
      <w:r>
        <w:t xml:space="preserve">”.  This file is used to create or update wine keywords that stored in </w:t>
      </w:r>
      <w:proofErr w:type="spellStart"/>
      <w:r w:rsidRPr="00D344E8">
        <w:rPr>
          <w:i/>
          <w:iCs/>
        </w:rPr>
        <w:t>wine_keyword</w:t>
      </w:r>
      <w:proofErr w:type="spellEnd"/>
      <w:r>
        <w:t xml:space="preserve"> table of wine database. </w:t>
      </w:r>
      <w:r w:rsidR="009D7EB2">
        <w:t xml:space="preserve">Put </w:t>
      </w:r>
      <w:r>
        <w:t xml:space="preserve">this file inside </w:t>
      </w:r>
      <w:r w:rsidR="00105A29" w:rsidRPr="00105A29">
        <w:rPr>
          <w:i/>
          <w:iCs/>
        </w:rPr>
        <w:t>config</w:t>
      </w:r>
      <w:r w:rsidR="00105A29">
        <w:t xml:space="preserve"> </w:t>
      </w:r>
      <w:r>
        <w:t>folder/location (refer to application config section).</w:t>
      </w:r>
    </w:p>
    <w:p w14:paraId="40A9434B" w14:textId="287FD2A0" w:rsidR="00D344E8" w:rsidRDefault="00D344E8" w:rsidP="00D344E8">
      <w:r>
        <w:t>Once this file parsed, this file will be moved to “</w:t>
      </w:r>
      <w:r w:rsidRPr="007F1652">
        <w:rPr>
          <w:i/>
          <w:iCs/>
        </w:rPr>
        <w:t>success</w:t>
      </w:r>
      <w:r>
        <w:t>” directory inside config backup location (refer to application config section). If error occur while processing, this file will be moved into “</w:t>
      </w:r>
      <w:r w:rsidRPr="007F1652">
        <w:rPr>
          <w:i/>
          <w:iCs/>
        </w:rPr>
        <w:t>failed</w:t>
      </w:r>
      <w:r>
        <w:t>” directory inside config backup location.</w:t>
      </w:r>
    </w:p>
    <w:p w14:paraId="4AC010B4" w14:textId="62285588" w:rsidR="009E2FE7" w:rsidRDefault="009E2FE7" w:rsidP="009E2FE7">
      <w:r>
        <w:t>The file format is tab separated text with the following fields:</w:t>
      </w:r>
    </w:p>
    <w:p w14:paraId="40663E0A" w14:textId="5F0B19AB" w:rsidR="009E2FE7" w:rsidRDefault="00BC3E5F" w:rsidP="00BC3E5F">
      <w:pPr>
        <w:pStyle w:val="ListParagraph"/>
        <w:numPr>
          <w:ilvl w:val="0"/>
          <w:numId w:val="5"/>
        </w:numPr>
        <w:ind w:left="709"/>
      </w:pPr>
      <w:proofErr w:type="spellStart"/>
      <w:r>
        <w:t>WineAlertId</w:t>
      </w:r>
      <w:proofErr w:type="spellEnd"/>
      <w:r>
        <w:t xml:space="preserve"> (</w:t>
      </w:r>
      <w:proofErr w:type="spellStart"/>
      <w:r>
        <w:t>WineDb</w:t>
      </w:r>
      <w:proofErr w:type="spellEnd"/>
      <w:r>
        <w:t xml:space="preserve"> ID)</w:t>
      </w:r>
    </w:p>
    <w:p w14:paraId="47E49614" w14:textId="32D70247" w:rsidR="00BC3E5F" w:rsidRDefault="00BC3E5F" w:rsidP="00BC3E5F">
      <w:pPr>
        <w:pStyle w:val="ListParagraph"/>
        <w:numPr>
          <w:ilvl w:val="0"/>
          <w:numId w:val="5"/>
        </w:numPr>
        <w:ind w:left="709"/>
      </w:pPr>
      <w:r>
        <w:t>Description (</w:t>
      </w:r>
      <w:proofErr w:type="spellStart"/>
      <w:r w:rsidRPr="003005CE">
        <w:t>ProdShow</w:t>
      </w:r>
      <w:proofErr w:type="spellEnd"/>
      <w:r>
        <w:t xml:space="preserve"> + </w:t>
      </w:r>
      <w:proofErr w:type="spellStart"/>
      <w:r w:rsidRPr="003005CE">
        <w:t>LabelName</w:t>
      </w:r>
      <w:proofErr w:type="spellEnd"/>
      <w:r>
        <w:t xml:space="preserve"> + </w:t>
      </w:r>
      <w:proofErr w:type="spellStart"/>
      <w:r w:rsidRPr="003005CE">
        <w:t>ColorClass</w:t>
      </w:r>
      <w:proofErr w:type="spellEnd"/>
      <w:r>
        <w:t>)</w:t>
      </w:r>
    </w:p>
    <w:p w14:paraId="7D7F24F9" w14:textId="10C712B2" w:rsidR="00BC3E5F" w:rsidRDefault="00BC3E5F" w:rsidP="00BC3E5F">
      <w:pPr>
        <w:pStyle w:val="ListParagraph"/>
        <w:numPr>
          <w:ilvl w:val="0"/>
          <w:numId w:val="5"/>
        </w:numPr>
        <w:ind w:left="709"/>
      </w:pPr>
      <w:r>
        <w:t>Complete Keyword/Pattern</w:t>
      </w:r>
    </w:p>
    <w:p w14:paraId="4024E50C" w14:textId="599FB820" w:rsidR="00BC3E5F" w:rsidRDefault="00BC3E5F" w:rsidP="00BC3E5F">
      <w:pPr>
        <w:pStyle w:val="ListParagraph"/>
        <w:numPr>
          <w:ilvl w:val="0"/>
          <w:numId w:val="5"/>
        </w:numPr>
        <w:ind w:left="709"/>
      </w:pPr>
      <w:r>
        <w:t>Producer Keyword</w:t>
      </w:r>
    </w:p>
    <w:p w14:paraId="5F678375" w14:textId="02549519" w:rsidR="00BC3E5F" w:rsidRDefault="00BC3E5F" w:rsidP="00BC3E5F">
      <w:pPr>
        <w:pStyle w:val="ListParagraph"/>
        <w:numPr>
          <w:ilvl w:val="0"/>
          <w:numId w:val="5"/>
        </w:numPr>
        <w:ind w:left="709"/>
      </w:pPr>
      <w:r>
        <w:t>Base Keyword</w:t>
      </w:r>
    </w:p>
    <w:p w14:paraId="01E88BEB" w14:textId="5CB4F577" w:rsidR="00BC3E5F" w:rsidRDefault="00BC3E5F" w:rsidP="00BC3E5F">
      <w:pPr>
        <w:pStyle w:val="ListParagraph"/>
        <w:numPr>
          <w:ilvl w:val="0"/>
          <w:numId w:val="5"/>
        </w:numPr>
        <w:ind w:left="709"/>
      </w:pPr>
      <w:r>
        <w:t>Appellation Keyword</w:t>
      </w:r>
    </w:p>
    <w:p w14:paraId="2539C2E1" w14:textId="7F89209F" w:rsidR="00BC3E5F" w:rsidRDefault="00BC3E5F" w:rsidP="00BC3E5F">
      <w:pPr>
        <w:pStyle w:val="ListParagraph"/>
        <w:numPr>
          <w:ilvl w:val="0"/>
          <w:numId w:val="5"/>
        </w:numPr>
        <w:ind w:left="709"/>
      </w:pPr>
      <w:r>
        <w:t>Color Keyword</w:t>
      </w:r>
    </w:p>
    <w:p w14:paraId="4AB570F7" w14:textId="74E551B7" w:rsidR="00BC3E5F" w:rsidRDefault="00BC3E5F" w:rsidP="00BC3E5F">
      <w:pPr>
        <w:pStyle w:val="ListParagraph"/>
        <w:numPr>
          <w:ilvl w:val="0"/>
          <w:numId w:val="5"/>
        </w:numPr>
        <w:ind w:left="709"/>
      </w:pPr>
      <w:r>
        <w:t>Common Modifiers Keyword</w:t>
      </w:r>
    </w:p>
    <w:p w14:paraId="1C7CD138" w14:textId="1E51DD90" w:rsidR="00BC3E5F" w:rsidRDefault="00BC3E5F" w:rsidP="00BC3E5F">
      <w:pPr>
        <w:pStyle w:val="ListParagraph"/>
        <w:numPr>
          <w:ilvl w:val="0"/>
          <w:numId w:val="5"/>
        </w:numPr>
        <w:ind w:left="709"/>
      </w:pPr>
      <w:r>
        <w:t>Modifiers Keyword</w:t>
      </w:r>
    </w:p>
    <w:p w14:paraId="45ADA8C4" w14:textId="51BD9EC1" w:rsidR="00BC3E5F" w:rsidRDefault="00BC3E5F" w:rsidP="00BC3E5F">
      <w:pPr>
        <w:pStyle w:val="ListParagraph"/>
        <w:numPr>
          <w:ilvl w:val="0"/>
          <w:numId w:val="5"/>
        </w:numPr>
        <w:ind w:left="709"/>
      </w:pPr>
      <w:r>
        <w:t>Custom Nots Keyword</w:t>
      </w:r>
    </w:p>
    <w:p w14:paraId="60BDD69B" w14:textId="2C864D5F" w:rsidR="009E2FE7" w:rsidRDefault="00BC3E5F" w:rsidP="00BC3E5F">
      <w:pPr>
        <w:pStyle w:val="ListParagraph"/>
        <w:numPr>
          <w:ilvl w:val="0"/>
          <w:numId w:val="5"/>
        </w:numPr>
        <w:ind w:left="709"/>
      </w:pPr>
      <w:r>
        <w:t>Global Nots Keyword</w:t>
      </w:r>
    </w:p>
    <w:p w14:paraId="48864954" w14:textId="42E96EA1" w:rsidR="009E2FE7" w:rsidRDefault="00E92D39" w:rsidP="00D344E8">
      <w:r>
        <w:t>This file should not contain header</w:t>
      </w:r>
      <w:r w:rsidR="009E2FE7">
        <w:t>.</w:t>
      </w:r>
    </w:p>
    <w:p w14:paraId="3224BBDD" w14:textId="38DD89AB" w:rsidR="00356D03" w:rsidRDefault="00356D03" w:rsidP="00E84B9C">
      <w:pPr>
        <w:pStyle w:val="Heading2"/>
      </w:pPr>
      <w:r>
        <w:t>Wine Bottle Size</w:t>
      </w:r>
    </w:p>
    <w:p w14:paraId="18D8594F" w14:textId="7E4B1EBA" w:rsidR="000F52D0" w:rsidRDefault="000F52D0" w:rsidP="000F52D0">
      <w:r>
        <w:t>Wine Bottle Size Input file name is “</w:t>
      </w:r>
      <w:r w:rsidRPr="00D344E8">
        <w:rPr>
          <w:i/>
          <w:iCs/>
        </w:rPr>
        <w:t>wine-</w:t>
      </w:r>
      <w:r>
        <w:rPr>
          <w:i/>
          <w:iCs/>
        </w:rPr>
        <w:t>bottle</w:t>
      </w:r>
      <w:r w:rsidRPr="00D344E8">
        <w:rPr>
          <w:i/>
          <w:iCs/>
        </w:rPr>
        <w:t>-</w:t>
      </w:r>
      <w:r>
        <w:rPr>
          <w:i/>
          <w:iCs/>
        </w:rPr>
        <w:t>sizes</w:t>
      </w:r>
      <w:r w:rsidRPr="00D344E8">
        <w:rPr>
          <w:i/>
          <w:iCs/>
        </w:rPr>
        <w:t>.txt</w:t>
      </w:r>
      <w:r>
        <w:t xml:space="preserve">”.  This file is used to create or update </w:t>
      </w:r>
      <w:r w:rsidR="006E5928">
        <w:t>bottle size records</w:t>
      </w:r>
      <w:r>
        <w:t xml:space="preserve"> that stored in </w:t>
      </w:r>
      <w:proofErr w:type="spellStart"/>
      <w:r w:rsidRPr="000F52D0">
        <w:rPr>
          <w:i/>
          <w:iCs/>
        </w:rPr>
        <w:t>bottle_size</w:t>
      </w:r>
      <w:proofErr w:type="spellEnd"/>
      <w:r>
        <w:t xml:space="preserve"> table of wine database. </w:t>
      </w:r>
      <w:r w:rsidR="009D7EB2">
        <w:t xml:space="preserve">Put </w:t>
      </w:r>
      <w:r>
        <w:t xml:space="preserve">this file inside </w:t>
      </w:r>
      <w:r w:rsidR="00105A29" w:rsidRPr="00105A29">
        <w:rPr>
          <w:i/>
          <w:iCs/>
        </w:rPr>
        <w:t>config</w:t>
      </w:r>
      <w:r w:rsidR="00105A29">
        <w:t xml:space="preserve"> </w:t>
      </w:r>
      <w:r>
        <w:t>folder/location (refer to application config section).</w:t>
      </w:r>
    </w:p>
    <w:p w14:paraId="3EE6F3A1" w14:textId="77777777" w:rsidR="000F52D0" w:rsidRDefault="000F52D0" w:rsidP="000F52D0">
      <w:r>
        <w:t>Once this file parsed, this file will be moved to “</w:t>
      </w:r>
      <w:r w:rsidRPr="007F1652">
        <w:rPr>
          <w:i/>
          <w:iCs/>
        </w:rPr>
        <w:t>success</w:t>
      </w:r>
      <w:r>
        <w:t>” directory inside config backup location (refer to application config section). If error occur while processing, this file will be moved into “</w:t>
      </w:r>
      <w:r w:rsidRPr="007F1652">
        <w:rPr>
          <w:i/>
          <w:iCs/>
        </w:rPr>
        <w:t>failed</w:t>
      </w:r>
      <w:r>
        <w:t>” directory inside config backup location.</w:t>
      </w:r>
    </w:p>
    <w:p w14:paraId="47D53D74" w14:textId="14225420" w:rsidR="00220337" w:rsidRDefault="000F52D0" w:rsidP="00220337">
      <w:r>
        <w:t xml:space="preserve">The file format is </w:t>
      </w:r>
      <w:r w:rsidR="00676B30">
        <w:t>pipe (“|”)</w:t>
      </w:r>
      <w:r>
        <w:t xml:space="preserve"> separated text with the following fields:</w:t>
      </w:r>
      <w:r w:rsidR="00220337" w:rsidRPr="00220337">
        <w:t xml:space="preserve"> </w:t>
      </w:r>
    </w:p>
    <w:p w14:paraId="25F73C7D" w14:textId="470EC34E" w:rsidR="000F52D0" w:rsidRDefault="00220337" w:rsidP="00220337">
      <w:pPr>
        <w:pStyle w:val="ListParagraph"/>
        <w:numPr>
          <w:ilvl w:val="0"/>
          <w:numId w:val="5"/>
        </w:numPr>
        <w:ind w:left="709"/>
      </w:pPr>
      <w:r>
        <w:t>Bottle Id</w:t>
      </w:r>
    </w:p>
    <w:p w14:paraId="1C675DCE" w14:textId="67ECC23A" w:rsidR="00220337" w:rsidRDefault="00220337" w:rsidP="00220337">
      <w:pPr>
        <w:pStyle w:val="ListParagraph"/>
        <w:numPr>
          <w:ilvl w:val="0"/>
          <w:numId w:val="5"/>
        </w:numPr>
        <w:ind w:left="709"/>
      </w:pPr>
      <w:r>
        <w:t>Original Name</w:t>
      </w:r>
    </w:p>
    <w:p w14:paraId="3D2EF8AA" w14:textId="461437B6" w:rsidR="003D1EB9" w:rsidRDefault="00676B30" w:rsidP="003D1EB9">
      <w:pPr>
        <w:pStyle w:val="ListParagraph"/>
        <w:numPr>
          <w:ilvl w:val="0"/>
          <w:numId w:val="5"/>
        </w:numPr>
        <w:ind w:left="709"/>
      </w:pPr>
      <w:r>
        <w:lastRenderedPageBreak/>
        <w:t>~ the rest fields are alias names ~</w:t>
      </w:r>
    </w:p>
    <w:p w14:paraId="4DA51A12" w14:textId="016209A3" w:rsidR="003D1EB9" w:rsidRDefault="003D1EB9" w:rsidP="003D1EB9">
      <w:r>
        <w:t>This file should not contain header.</w:t>
      </w:r>
    </w:p>
    <w:p w14:paraId="1CD27426" w14:textId="3EECEBD5" w:rsidR="00356D03" w:rsidRDefault="00356D03" w:rsidP="00E84B9C">
      <w:pPr>
        <w:pStyle w:val="Heading2"/>
      </w:pPr>
      <w:r>
        <w:t>Varieties</w:t>
      </w:r>
    </w:p>
    <w:p w14:paraId="7FBDFDA4" w14:textId="547A4007" w:rsidR="006E5928" w:rsidRDefault="006E5928" w:rsidP="006E5928">
      <w:r>
        <w:t>Varieties file name is “</w:t>
      </w:r>
      <w:r>
        <w:rPr>
          <w:i/>
          <w:iCs/>
        </w:rPr>
        <w:t>varieties</w:t>
      </w:r>
      <w:r w:rsidRPr="00D344E8">
        <w:rPr>
          <w:i/>
          <w:iCs/>
        </w:rPr>
        <w:t>.txt</w:t>
      </w:r>
      <w:r>
        <w:t xml:space="preserve">”.  This file is used to create or update varieties records that stored in </w:t>
      </w:r>
      <w:r w:rsidRPr="006E5928">
        <w:rPr>
          <w:i/>
          <w:iCs/>
        </w:rPr>
        <w:t>variety</w:t>
      </w:r>
      <w:r>
        <w:t xml:space="preserve"> table of wine database. </w:t>
      </w:r>
      <w:r w:rsidR="009D7EB2">
        <w:t xml:space="preserve">Put </w:t>
      </w:r>
      <w:r>
        <w:t xml:space="preserve">this file inside </w:t>
      </w:r>
      <w:r w:rsidR="00105A29" w:rsidRPr="00105A29">
        <w:rPr>
          <w:i/>
          <w:iCs/>
        </w:rPr>
        <w:t>config</w:t>
      </w:r>
      <w:r w:rsidR="00105A29">
        <w:t xml:space="preserve"> </w:t>
      </w:r>
      <w:r>
        <w:t>folder/location (refer to application config section).</w:t>
      </w:r>
    </w:p>
    <w:p w14:paraId="36B88B05" w14:textId="77777777" w:rsidR="006E5928" w:rsidRDefault="006E5928" w:rsidP="006E5928">
      <w:r>
        <w:t>Once this file parsed, this file will be moved to “</w:t>
      </w:r>
      <w:r w:rsidRPr="007F1652">
        <w:rPr>
          <w:i/>
          <w:iCs/>
        </w:rPr>
        <w:t>success</w:t>
      </w:r>
      <w:r>
        <w:t>” directory inside config backup location (refer to application config section). If error occur while processing, this file will be moved into “</w:t>
      </w:r>
      <w:r w:rsidRPr="007F1652">
        <w:rPr>
          <w:i/>
          <w:iCs/>
        </w:rPr>
        <w:t>failed</w:t>
      </w:r>
      <w:r>
        <w:t>” directory inside config backup location.</w:t>
      </w:r>
    </w:p>
    <w:p w14:paraId="60B9FDD4" w14:textId="109C1AEE" w:rsidR="006E5928" w:rsidRDefault="006E5928" w:rsidP="006E5928">
      <w:r>
        <w:t>The file format is tab separated text with the following fields:</w:t>
      </w:r>
      <w:r w:rsidRPr="00220337">
        <w:t xml:space="preserve"> </w:t>
      </w:r>
    </w:p>
    <w:p w14:paraId="5A4BA500" w14:textId="79B075EE" w:rsidR="006E5928" w:rsidRDefault="006E5928" w:rsidP="006E5928">
      <w:pPr>
        <w:pStyle w:val="ListParagraph"/>
        <w:numPr>
          <w:ilvl w:val="0"/>
          <w:numId w:val="5"/>
        </w:numPr>
        <w:ind w:left="709"/>
      </w:pPr>
      <w:r>
        <w:t>Variety</w:t>
      </w:r>
    </w:p>
    <w:p w14:paraId="01A93243" w14:textId="4592D2B4" w:rsidR="006E5928" w:rsidRDefault="006E5928" w:rsidP="006E5928">
      <w:pPr>
        <w:pStyle w:val="ListParagraph"/>
        <w:numPr>
          <w:ilvl w:val="0"/>
          <w:numId w:val="5"/>
        </w:numPr>
        <w:ind w:left="709"/>
      </w:pPr>
      <w:r>
        <w:t>Default Color</w:t>
      </w:r>
    </w:p>
    <w:p w14:paraId="22202425" w14:textId="4BF653E5" w:rsidR="00D344E8" w:rsidRDefault="006E5928" w:rsidP="006E5928">
      <w:r>
        <w:t>This file should not contain header.</w:t>
      </w:r>
    </w:p>
    <w:p w14:paraId="22036FB1" w14:textId="76A68873" w:rsidR="00356D03" w:rsidRDefault="00356D03" w:rsidP="00E84B9C">
      <w:pPr>
        <w:pStyle w:val="Heading2"/>
      </w:pPr>
      <w:r>
        <w:t>Config File</w:t>
      </w:r>
    </w:p>
    <w:p w14:paraId="038BF7C8" w14:textId="7DA6FDB8" w:rsidR="00DC4EA0" w:rsidRDefault="00DC4EA0" w:rsidP="00DC4EA0">
      <w:r>
        <w:t>“Config File” file name is “</w:t>
      </w:r>
      <w:r>
        <w:rPr>
          <w:i/>
          <w:iCs/>
        </w:rPr>
        <w:t>config-file</w:t>
      </w:r>
      <w:r w:rsidRPr="00D344E8">
        <w:rPr>
          <w:i/>
          <w:iCs/>
        </w:rPr>
        <w:t>.txt</w:t>
      </w:r>
      <w:r>
        <w:t xml:space="preserve">”.  This file is used to create or update retailer records that stored in </w:t>
      </w:r>
      <w:proofErr w:type="spellStart"/>
      <w:r>
        <w:rPr>
          <w:i/>
          <w:iCs/>
        </w:rPr>
        <w:t>web_crawler</w:t>
      </w:r>
      <w:proofErr w:type="spellEnd"/>
      <w:r>
        <w:t xml:space="preserve"> table of wine match </w:t>
      </w:r>
      <w:r w:rsidR="00CB7F57">
        <w:t xml:space="preserve">dashboard </w:t>
      </w:r>
      <w:r>
        <w:t xml:space="preserve">database. </w:t>
      </w:r>
      <w:r w:rsidR="009D7EB2">
        <w:t xml:space="preserve">Put </w:t>
      </w:r>
      <w:r>
        <w:t xml:space="preserve">this file inside </w:t>
      </w:r>
      <w:r w:rsidR="00105A29" w:rsidRPr="00105A29">
        <w:rPr>
          <w:i/>
          <w:iCs/>
        </w:rPr>
        <w:t>config</w:t>
      </w:r>
      <w:r w:rsidR="00105A29">
        <w:t xml:space="preserve"> </w:t>
      </w:r>
      <w:r>
        <w:t>folder/location (refer to application config section).</w:t>
      </w:r>
    </w:p>
    <w:p w14:paraId="2BAD66FC" w14:textId="77777777" w:rsidR="00DC4EA0" w:rsidRDefault="00DC4EA0" w:rsidP="00DC4EA0">
      <w:r>
        <w:t>Once this file parsed, this file will be moved to “</w:t>
      </w:r>
      <w:r w:rsidRPr="007F1652">
        <w:rPr>
          <w:i/>
          <w:iCs/>
        </w:rPr>
        <w:t>success</w:t>
      </w:r>
      <w:r>
        <w:t>” directory inside config backup location (refer to application config section). If error occur while processing, this file will be moved into “</w:t>
      </w:r>
      <w:r w:rsidRPr="007F1652">
        <w:rPr>
          <w:i/>
          <w:iCs/>
        </w:rPr>
        <w:t>failed</w:t>
      </w:r>
      <w:r>
        <w:t>” directory inside config backup location.</w:t>
      </w:r>
    </w:p>
    <w:p w14:paraId="36549548" w14:textId="77777777" w:rsidR="00DC4EA0" w:rsidRDefault="00DC4EA0" w:rsidP="00DC4EA0">
      <w:r>
        <w:t>The file format is tab separated text with the following fields:</w:t>
      </w:r>
      <w:r w:rsidRPr="00220337">
        <w:t xml:space="preserve"> </w:t>
      </w:r>
    </w:p>
    <w:p w14:paraId="65EFCCC9" w14:textId="7D30CD41" w:rsidR="00DC4EA0" w:rsidRDefault="005A0F0F" w:rsidP="00DC4EA0">
      <w:pPr>
        <w:pStyle w:val="ListParagraph"/>
        <w:numPr>
          <w:ilvl w:val="0"/>
          <w:numId w:val="5"/>
        </w:numPr>
        <w:ind w:left="709"/>
      </w:pPr>
      <w:r>
        <w:t>Concatenated fields (not used by)</w:t>
      </w:r>
    </w:p>
    <w:p w14:paraId="3B902EDC" w14:textId="0B8E4DC9" w:rsidR="00DC4EA0" w:rsidRDefault="003E12F8" w:rsidP="00DC4EA0">
      <w:pPr>
        <w:pStyle w:val="ListParagraph"/>
        <w:numPr>
          <w:ilvl w:val="0"/>
          <w:numId w:val="5"/>
        </w:numPr>
        <w:ind w:left="709"/>
      </w:pPr>
      <w:proofErr w:type="spellStart"/>
      <w:r>
        <w:t>RetailerPrefix</w:t>
      </w:r>
      <w:proofErr w:type="spellEnd"/>
      <w:r>
        <w:t xml:space="preserve"> (Retailer Code)</w:t>
      </w:r>
    </w:p>
    <w:p w14:paraId="5DBC6179" w14:textId="6D4ACA12" w:rsidR="003E12F8" w:rsidRDefault="003E12F8" w:rsidP="00DC4EA0">
      <w:pPr>
        <w:pStyle w:val="ListParagraph"/>
        <w:numPr>
          <w:ilvl w:val="0"/>
          <w:numId w:val="5"/>
        </w:numPr>
        <w:ind w:left="709"/>
      </w:pPr>
      <w:proofErr w:type="spellStart"/>
      <w:r>
        <w:t>RetailerName</w:t>
      </w:r>
      <w:proofErr w:type="spellEnd"/>
    </w:p>
    <w:p w14:paraId="76399FD2" w14:textId="126CBF22" w:rsidR="003E12F8" w:rsidRDefault="003E12F8" w:rsidP="00DC4EA0">
      <w:pPr>
        <w:pStyle w:val="ListParagraph"/>
        <w:numPr>
          <w:ilvl w:val="0"/>
          <w:numId w:val="5"/>
        </w:numPr>
        <w:ind w:left="709"/>
      </w:pPr>
      <w:r>
        <w:t>History Lookup (History file name), will use retailer code if blank or filled with “</w:t>
      </w:r>
      <w:proofErr w:type="gramStart"/>
      <w:r>
        <w:t>-“</w:t>
      </w:r>
      <w:proofErr w:type="gramEnd"/>
    </w:p>
    <w:p w14:paraId="70ED2A67" w14:textId="6FC72E4A" w:rsidR="003E12F8" w:rsidRDefault="003E12F8" w:rsidP="00DC4EA0">
      <w:pPr>
        <w:pStyle w:val="ListParagraph"/>
        <w:numPr>
          <w:ilvl w:val="0"/>
          <w:numId w:val="5"/>
        </w:numPr>
        <w:ind w:left="709"/>
      </w:pPr>
      <w:r>
        <w:t>Separator (Crawler Output Separator)</w:t>
      </w:r>
    </w:p>
    <w:p w14:paraId="4747CE22" w14:textId="27358D8E" w:rsidR="003E12F8" w:rsidRDefault="003E12F8" w:rsidP="00DC4EA0">
      <w:pPr>
        <w:pStyle w:val="ListParagraph"/>
        <w:numPr>
          <w:ilvl w:val="0"/>
          <w:numId w:val="5"/>
        </w:numPr>
        <w:ind w:left="709"/>
      </w:pPr>
      <w:r>
        <w:t>Currency Code</w:t>
      </w:r>
    </w:p>
    <w:p w14:paraId="4C84418C" w14:textId="1CA694EE" w:rsidR="003E12F8" w:rsidRDefault="003E12F8" w:rsidP="00DC4EA0">
      <w:pPr>
        <w:pStyle w:val="ListParagraph"/>
        <w:numPr>
          <w:ilvl w:val="0"/>
          <w:numId w:val="5"/>
        </w:numPr>
        <w:ind w:left="709"/>
      </w:pPr>
      <w:r>
        <w:t>Parsing (Bottle size &amp; Vintage rules). “2” = Vintage default NV, “4” Bottle size default blank</w:t>
      </w:r>
    </w:p>
    <w:p w14:paraId="3DAC1EA4" w14:textId="6936FB43" w:rsidR="003E12F8" w:rsidRDefault="003E12F8" w:rsidP="00DC4EA0">
      <w:pPr>
        <w:pStyle w:val="ListParagraph"/>
        <w:numPr>
          <w:ilvl w:val="0"/>
          <w:numId w:val="5"/>
        </w:numPr>
        <w:ind w:left="709"/>
      </w:pPr>
      <w:proofErr w:type="spellStart"/>
      <w:r>
        <w:t>KeywordFields</w:t>
      </w:r>
      <w:proofErr w:type="spellEnd"/>
      <w:r>
        <w:t xml:space="preserve"> (Keyword Indexes)</w:t>
      </w:r>
    </w:p>
    <w:p w14:paraId="3C4A427A" w14:textId="7D523ABD" w:rsidR="003E12F8" w:rsidRDefault="003E12F8" w:rsidP="00DC4EA0">
      <w:pPr>
        <w:pStyle w:val="ListParagraph"/>
        <w:numPr>
          <w:ilvl w:val="0"/>
          <w:numId w:val="5"/>
        </w:numPr>
        <w:ind w:left="709"/>
      </w:pPr>
      <w:proofErr w:type="spellStart"/>
      <w:r>
        <w:t>HistoryFields</w:t>
      </w:r>
      <w:proofErr w:type="spellEnd"/>
      <w:r>
        <w:t xml:space="preserve"> (History Indexes)</w:t>
      </w:r>
    </w:p>
    <w:p w14:paraId="73168B25" w14:textId="5376CFBA" w:rsidR="003E12F8" w:rsidRDefault="003E12F8" w:rsidP="00DC4EA0">
      <w:pPr>
        <w:pStyle w:val="ListParagraph"/>
        <w:numPr>
          <w:ilvl w:val="0"/>
          <w:numId w:val="5"/>
        </w:numPr>
        <w:ind w:left="709"/>
      </w:pPr>
      <w:proofErr w:type="spellStart"/>
      <w:r>
        <w:t>BottleSizeField</w:t>
      </w:r>
      <w:proofErr w:type="spellEnd"/>
      <w:r>
        <w:t xml:space="preserve"> (Bottle Size Index)</w:t>
      </w:r>
    </w:p>
    <w:p w14:paraId="100BF5F7" w14:textId="27147CA4" w:rsidR="003E12F8" w:rsidRDefault="003E12F8" w:rsidP="00DC4EA0">
      <w:pPr>
        <w:pStyle w:val="ListParagraph"/>
        <w:numPr>
          <w:ilvl w:val="0"/>
          <w:numId w:val="5"/>
        </w:numPr>
        <w:ind w:left="709"/>
      </w:pPr>
      <w:proofErr w:type="spellStart"/>
      <w:r>
        <w:t>VintageField</w:t>
      </w:r>
      <w:proofErr w:type="spellEnd"/>
      <w:r>
        <w:t xml:space="preserve"> (Vintage Index)</w:t>
      </w:r>
    </w:p>
    <w:p w14:paraId="57FE6DBA" w14:textId="1C602E5B" w:rsidR="003E12F8" w:rsidRDefault="003E12F8" w:rsidP="00DC4EA0">
      <w:pPr>
        <w:pStyle w:val="ListParagraph"/>
        <w:numPr>
          <w:ilvl w:val="0"/>
          <w:numId w:val="5"/>
        </w:numPr>
        <w:ind w:left="709"/>
      </w:pPr>
      <w:proofErr w:type="spellStart"/>
      <w:r>
        <w:t>PriceField</w:t>
      </w:r>
      <w:proofErr w:type="spellEnd"/>
      <w:r>
        <w:t xml:space="preserve"> (Price Index)</w:t>
      </w:r>
    </w:p>
    <w:p w14:paraId="30DF1FCB" w14:textId="604F9857" w:rsidR="003E12F8" w:rsidRDefault="003E12F8" w:rsidP="00DC4EA0">
      <w:pPr>
        <w:pStyle w:val="ListParagraph"/>
        <w:numPr>
          <w:ilvl w:val="0"/>
          <w:numId w:val="5"/>
        </w:numPr>
        <w:ind w:left="709"/>
      </w:pPr>
      <w:r>
        <w:t>Comment</w:t>
      </w:r>
    </w:p>
    <w:p w14:paraId="68943C7C" w14:textId="55A8A91C" w:rsidR="003E12F8" w:rsidRDefault="003E12F8" w:rsidP="00DC4EA0">
      <w:pPr>
        <w:pStyle w:val="ListParagraph"/>
        <w:numPr>
          <w:ilvl w:val="0"/>
          <w:numId w:val="5"/>
        </w:numPr>
        <w:ind w:left="709"/>
      </w:pPr>
      <w:r>
        <w:t xml:space="preserve">URL (retailer </w:t>
      </w:r>
      <w:proofErr w:type="spellStart"/>
      <w:r>
        <w:t>url</w:t>
      </w:r>
      <w:proofErr w:type="spellEnd"/>
      <w:r>
        <w:t>)</w:t>
      </w:r>
    </w:p>
    <w:p w14:paraId="426C755B" w14:textId="574E6A34" w:rsidR="003E12F8" w:rsidRDefault="003E12F8" w:rsidP="00DC4EA0">
      <w:pPr>
        <w:pStyle w:val="ListParagraph"/>
        <w:numPr>
          <w:ilvl w:val="0"/>
          <w:numId w:val="5"/>
        </w:numPr>
        <w:ind w:left="709"/>
      </w:pPr>
      <w:proofErr w:type="spellStart"/>
      <w:r>
        <w:t>Descr</w:t>
      </w:r>
      <w:proofErr w:type="spellEnd"/>
      <w:r>
        <w:t xml:space="preserve"> (Description Indexes)</w:t>
      </w:r>
    </w:p>
    <w:p w14:paraId="764D2A66" w14:textId="25C2B876" w:rsidR="003E12F8" w:rsidRDefault="003E12F8" w:rsidP="00DC4EA0">
      <w:pPr>
        <w:pStyle w:val="ListParagraph"/>
        <w:numPr>
          <w:ilvl w:val="0"/>
          <w:numId w:val="5"/>
        </w:numPr>
        <w:ind w:left="709"/>
      </w:pPr>
      <w:r>
        <w:t>SKU</w:t>
      </w:r>
    </w:p>
    <w:p w14:paraId="6DCD99A3" w14:textId="256280B8" w:rsidR="00DC4EA0" w:rsidRDefault="00DC4EA0" w:rsidP="002B6BB0">
      <w:r>
        <w:lastRenderedPageBreak/>
        <w:t>This file should not contain header.</w:t>
      </w:r>
    </w:p>
    <w:p w14:paraId="04B25DBE" w14:textId="3027A708" w:rsidR="00356D03" w:rsidRDefault="00356D03" w:rsidP="00E84B9C">
      <w:pPr>
        <w:pStyle w:val="Heading2"/>
      </w:pPr>
      <w:r>
        <w:t>Retailer Table</w:t>
      </w:r>
    </w:p>
    <w:p w14:paraId="2FEC94ED" w14:textId="4318D6ED" w:rsidR="00392B41" w:rsidRDefault="00392B41" w:rsidP="00392B41">
      <w:r>
        <w:t>R</w:t>
      </w:r>
      <w:r w:rsidR="000F4FA4">
        <w:t>e</w:t>
      </w:r>
      <w:r>
        <w:t>ta</w:t>
      </w:r>
      <w:r w:rsidR="00D86191">
        <w:t>i</w:t>
      </w:r>
      <w:r>
        <w:t>ler Table file name is “</w:t>
      </w:r>
      <w:r>
        <w:rPr>
          <w:i/>
          <w:iCs/>
        </w:rPr>
        <w:t>retailer-table</w:t>
      </w:r>
      <w:r w:rsidRPr="00D344E8">
        <w:rPr>
          <w:i/>
          <w:iCs/>
        </w:rPr>
        <w:t>.txt</w:t>
      </w:r>
      <w:r>
        <w:t xml:space="preserve">”.  This file is used to create or update retailer records that stored in </w:t>
      </w:r>
      <w:r w:rsidR="00CB7F57">
        <w:rPr>
          <w:i/>
          <w:iCs/>
        </w:rPr>
        <w:t>retailer</w:t>
      </w:r>
      <w:r>
        <w:t xml:space="preserve"> table of wine database. </w:t>
      </w:r>
      <w:r w:rsidR="009D7EB2">
        <w:t xml:space="preserve">Put </w:t>
      </w:r>
      <w:r>
        <w:t xml:space="preserve">this file inside </w:t>
      </w:r>
      <w:r w:rsidR="00105A29" w:rsidRPr="00105A29">
        <w:rPr>
          <w:i/>
          <w:iCs/>
        </w:rPr>
        <w:t>config</w:t>
      </w:r>
      <w:r w:rsidR="00105A29">
        <w:t xml:space="preserve"> </w:t>
      </w:r>
      <w:r>
        <w:t>folder/location (refer to application config section).</w:t>
      </w:r>
    </w:p>
    <w:p w14:paraId="221A1F8B" w14:textId="77777777" w:rsidR="00392B41" w:rsidRDefault="00392B41" w:rsidP="00392B41">
      <w:r>
        <w:t>Once this file parsed, this file will be moved to “</w:t>
      </w:r>
      <w:r w:rsidRPr="007F1652">
        <w:rPr>
          <w:i/>
          <w:iCs/>
        </w:rPr>
        <w:t>success</w:t>
      </w:r>
      <w:r>
        <w:t>” directory inside config backup location (refer to application config section). If error occur while processing, this file will be moved into “</w:t>
      </w:r>
      <w:r w:rsidRPr="007F1652">
        <w:rPr>
          <w:i/>
          <w:iCs/>
        </w:rPr>
        <w:t>failed</w:t>
      </w:r>
      <w:r>
        <w:t>” directory inside config backup location.</w:t>
      </w:r>
    </w:p>
    <w:p w14:paraId="5F38C9FF" w14:textId="77777777" w:rsidR="00392B41" w:rsidRDefault="00392B41" w:rsidP="00392B41">
      <w:r>
        <w:t>The file format is tab separated text with the following fields:</w:t>
      </w:r>
      <w:r w:rsidRPr="00220337">
        <w:t xml:space="preserve"> </w:t>
      </w:r>
    </w:p>
    <w:p w14:paraId="3A795ECD" w14:textId="6658A08A" w:rsidR="00392B41" w:rsidRDefault="000F4FA4" w:rsidP="000F4FA4">
      <w:pPr>
        <w:pStyle w:val="ListParagraph"/>
        <w:numPr>
          <w:ilvl w:val="0"/>
          <w:numId w:val="5"/>
        </w:numPr>
        <w:ind w:left="709"/>
      </w:pPr>
      <w:r>
        <w:t>Retailer-Code</w:t>
      </w:r>
    </w:p>
    <w:p w14:paraId="5D36A7D3" w14:textId="1BDBA508" w:rsidR="00392B41" w:rsidRDefault="00392B41" w:rsidP="00392B41">
      <w:pPr>
        <w:pStyle w:val="ListParagraph"/>
        <w:numPr>
          <w:ilvl w:val="0"/>
          <w:numId w:val="5"/>
        </w:numPr>
        <w:ind w:left="709"/>
      </w:pPr>
      <w:r>
        <w:t>Retailer</w:t>
      </w:r>
      <w:r w:rsidR="000F4FA4">
        <w:t>-</w:t>
      </w:r>
      <w:r>
        <w:t>Name</w:t>
      </w:r>
    </w:p>
    <w:p w14:paraId="12D919ED" w14:textId="77777777" w:rsidR="000F4FA4" w:rsidRDefault="000F4FA4" w:rsidP="00392B41">
      <w:pPr>
        <w:pStyle w:val="ListParagraph"/>
        <w:numPr>
          <w:ilvl w:val="0"/>
          <w:numId w:val="5"/>
        </w:numPr>
        <w:ind w:left="709"/>
      </w:pPr>
      <w:r>
        <w:t>Address</w:t>
      </w:r>
    </w:p>
    <w:p w14:paraId="25D0A69E" w14:textId="77777777" w:rsidR="000F4FA4" w:rsidRDefault="000F4FA4" w:rsidP="00392B41">
      <w:pPr>
        <w:pStyle w:val="ListParagraph"/>
        <w:numPr>
          <w:ilvl w:val="0"/>
          <w:numId w:val="5"/>
        </w:numPr>
        <w:ind w:left="709"/>
      </w:pPr>
      <w:r>
        <w:t>City</w:t>
      </w:r>
    </w:p>
    <w:p w14:paraId="6B49205A" w14:textId="77777777" w:rsidR="000F4FA4" w:rsidRDefault="000F4FA4" w:rsidP="00392B41">
      <w:pPr>
        <w:pStyle w:val="ListParagraph"/>
        <w:numPr>
          <w:ilvl w:val="0"/>
          <w:numId w:val="5"/>
        </w:numPr>
        <w:ind w:left="709"/>
      </w:pPr>
      <w:r>
        <w:t>State</w:t>
      </w:r>
    </w:p>
    <w:p w14:paraId="10F6DE56" w14:textId="77777777" w:rsidR="000F4FA4" w:rsidRDefault="000F4FA4" w:rsidP="00392B41">
      <w:pPr>
        <w:pStyle w:val="ListParagraph"/>
        <w:numPr>
          <w:ilvl w:val="0"/>
          <w:numId w:val="5"/>
        </w:numPr>
        <w:ind w:left="709"/>
      </w:pPr>
      <w:r>
        <w:t>Zip (Postal Code)</w:t>
      </w:r>
    </w:p>
    <w:p w14:paraId="55EF101B" w14:textId="77777777" w:rsidR="000F4FA4" w:rsidRDefault="000F4FA4" w:rsidP="00392B41">
      <w:pPr>
        <w:pStyle w:val="ListParagraph"/>
        <w:numPr>
          <w:ilvl w:val="0"/>
          <w:numId w:val="5"/>
        </w:numPr>
        <w:ind w:left="709"/>
      </w:pPr>
      <w:r>
        <w:t>Country</w:t>
      </w:r>
    </w:p>
    <w:p w14:paraId="7634F5D8" w14:textId="77777777" w:rsidR="000F4FA4" w:rsidRDefault="000F4FA4" w:rsidP="00392B41">
      <w:pPr>
        <w:pStyle w:val="ListParagraph"/>
        <w:numPr>
          <w:ilvl w:val="0"/>
          <w:numId w:val="5"/>
        </w:numPr>
        <w:ind w:left="709"/>
      </w:pPr>
      <w:r>
        <w:t>Ship-to-Country</w:t>
      </w:r>
    </w:p>
    <w:p w14:paraId="1959B803" w14:textId="77777777" w:rsidR="000F4FA4" w:rsidRDefault="000F4FA4" w:rsidP="00392B41">
      <w:pPr>
        <w:pStyle w:val="ListParagraph"/>
        <w:numPr>
          <w:ilvl w:val="0"/>
          <w:numId w:val="5"/>
        </w:numPr>
        <w:ind w:left="709"/>
      </w:pPr>
      <w:r>
        <w:t>Phone</w:t>
      </w:r>
    </w:p>
    <w:p w14:paraId="59BF3604" w14:textId="77777777" w:rsidR="000F4FA4" w:rsidRDefault="000F4FA4" w:rsidP="00392B41">
      <w:pPr>
        <w:pStyle w:val="ListParagraph"/>
        <w:numPr>
          <w:ilvl w:val="0"/>
          <w:numId w:val="5"/>
        </w:numPr>
        <w:ind w:left="709"/>
      </w:pPr>
      <w:r>
        <w:t>Fax</w:t>
      </w:r>
    </w:p>
    <w:p w14:paraId="4CFF51B0" w14:textId="77777777" w:rsidR="000F4FA4" w:rsidRDefault="000F4FA4" w:rsidP="00392B41">
      <w:pPr>
        <w:pStyle w:val="ListParagraph"/>
        <w:numPr>
          <w:ilvl w:val="0"/>
          <w:numId w:val="5"/>
        </w:numPr>
        <w:ind w:left="709"/>
      </w:pPr>
      <w:r>
        <w:t>Email</w:t>
      </w:r>
    </w:p>
    <w:p w14:paraId="649FA20F" w14:textId="77777777" w:rsidR="000F4FA4" w:rsidRDefault="000F4FA4" w:rsidP="00392B41">
      <w:pPr>
        <w:pStyle w:val="ListParagraph"/>
        <w:numPr>
          <w:ilvl w:val="0"/>
          <w:numId w:val="5"/>
        </w:numPr>
        <w:ind w:left="709"/>
      </w:pPr>
      <w:r>
        <w:t>URL</w:t>
      </w:r>
    </w:p>
    <w:p w14:paraId="61A81E01" w14:textId="77777777" w:rsidR="000F4FA4" w:rsidRDefault="000F4FA4" w:rsidP="00392B41">
      <w:pPr>
        <w:pStyle w:val="ListParagraph"/>
        <w:numPr>
          <w:ilvl w:val="0"/>
          <w:numId w:val="5"/>
        </w:numPr>
        <w:ind w:left="709"/>
      </w:pPr>
      <w:r>
        <w:t>Listing</w:t>
      </w:r>
    </w:p>
    <w:p w14:paraId="7E33E09F" w14:textId="77777777" w:rsidR="000F4FA4" w:rsidRDefault="000F4FA4" w:rsidP="00392B41">
      <w:pPr>
        <w:pStyle w:val="ListParagraph"/>
        <w:numPr>
          <w:ilvl w:val="0"/>
          <w:numId w:val="5"/>
        </w:numPr>
        <w:ind w:left="709"/>
      </w:pPr>
      <w:r>
        <w:t>Download</w:t>
      </w:r>
    </w:p>
    <w:p w14:paraId="7C3FA011" w14:textId="1283E330" w:rsidR="00392B41" w:rsidRDefault="00392B41" w:rsidP="00392B41">
      <w:r>
        <w:t>This file should not contain header.</w:t>
      </w:r>
    </w:p>
    <w:p w14:paraId="407368BA" w14:textId="4CCDB4ED" w:rsidR="00356D03" w:rsidRDefault="00356D03" w:rsidP="00E84B9C">
      <w:pPr>
        <w:pStyle w:val="Heading2"/>
      </w:pPr>
      <w:r>
        <w:t>Mongo Map</w:t>
      </w:r>
    </w:p>
    <w:p w14:paraId="20F6E5DD" w14:textId="7AABEA11" w:rsidR="009D7EB2" w:rsidRDefault="009D7EB2" w:rsidP="009D7EB2">
      <w:r>
        <w:t>Mongo Map file name is “</w:t>
      </w:r>
      <w:r>
        <w:rPr>
          <w:i/>
          <w:iCs/>
        </w:rPr>
        <w:t>mongomap</w:t>
      </w:r>
      <w:r w:rsidRPr="00D344E8">
        <w:rPr>
          <w:i/>
          <w:iCs/>
        </w:rPr>
        <w:t>.txt</w:t>
      </w:r>
      <w:r>
        <w:t xml:space="preserve">”.  This file is used to create or update wine mapping information between </w:t>
      </w:r>
      <w:proofErr w:type="spellStart"/>
      <w:r>
        <w:t>RobertParker’s</w:t>
      </w:r>
      <w:proofErr w:type="spellEnd"/>
      <w:r>
        <w:t xml:space="preserve"> wine and </w:t>
      </w:r>
      <w:proofErr w:type="spellStart"/>
      <w:r>
        <w:t>WineAlert’s</w:t>
      </w:r>
      <w:proofErr w:type="spellEnd"/>
      <w:r>
        <w:t xml:space="preserve"> wine. This ma</w:t>
      </w:r>
      <w:r w:rsidR="00104880">
        <w:t>p</w:t>
      </w:r>
      <w:r>
        <w:t xml:space="preserve">ping is stored in </w:t>
      </w:r>
      <w:proofErr w:type="spellStart"/>
      <w:r w:rsidRPr="009D7EB2">
        <w:rPr>
          <w:i/>
          <w:iCs/>
        </w:rPr>
        <w:t>mongo_id</w:t>
      </w:r>
      <w:proofErr w:type="spellEnd"/>
      <w:r w:rsidRPr="009D7EB2">
        <w:t xml:space="preserve"> </w:t>
      </w:r>
      <w:r>
        <w:t xml:space="preserve">field in </w:t>
      </w:r>
      <w:r w:rsidRPr="009D7EB2">
        <w:rPr>
          <w:i/>
          <w:iCs/>
        </w:rPr>
        <w:t>wine</w:t>
      </w:r>
      <w:r>
        <w:t xml:space="preserve"> table of wine database or in </w:t>
      </w:r>
      <w:proofErr w:type="spellStart"/>
      <w:r w:rsidRPr="00C656FF">
        <w:rPr>
          <w:i/>
          <w:iCs/>
        </w:rPr>
        <w:t>wine_duplication</w:t>
      </w:r>
      <w:proofErr w:type="spellEnd"/>
      <w:r>
        <w:t xml:space="preserve"> table of wine database if detected as duplicate mapping. Put this file inside </w:t>
      </w:r>
      <w:r w:rsidR="00105A29" w:rsidRPr="00105A29">
        <w:rPr>
          <w:i/>
          <w:iCs/>
        </w:rPr>
        <w:t>config</w:t>
      </w:r>
      <w:r w:rsidR="00105A29">
        <w:t xml:space="preserve"> </w:t>
      </w:r>
      <w:r>
        <w:t>folder/location (refer to application config section).</w:t>
      </w:r>
    </w:p>
    <w:p w14:paraId="3ADD0250" w14:textId="77777777" w:rsidR="009D7EB2" w:rsidRDefault="009D7EB2" w:rsidP="009D7EB2">
      <w:r>
        <w:t>Once this file parsed, this file will be moved to “</w:t>
      </w:r>
      <w:r w:rsidRPr="007F1652">
        <w:rPr>
          <w:i/>
          <w:iCs/>
        </w:rPr>
        <w:t>success</w:t>
      </w:r>
      <w:r>
        <w:t>” directory inside config backup location (refer to application config section). If error occur while processing, this file will be moved into “</w:t>
      </w:r>
      <w:r w:rsidRPr="007F1652">
        <w:rPr>
          <w:i/>
          <w:iCs/>
        </w:rPr>
        <w:t>failed</w:t>
      </w:r>
      <w:r>
        <w:t>” directory inside config backup location.</w:t>
      </w:r>
    </w:p>
    <w:p w14:paraId="4BAE854A" w14:textId="77777777" w:rsidR="009D7EB2" w:rsidRDefault="009D7EB2" w:rsidP="009D7EB2">
      <w:r>
        <w:t>The file format is tab separated text with the following fields:</w:t>
      </w:r>
      <w:r w:rsidRPr="00220337">
        <w:t xml:space="preserve"> </w:t>
      </w:r>
    </w:p>
    <w:p w14:paraId="013C33A4" w14:textId="51FB4708" w:rsidR="009D7EB2" w:rsidRDefault="006524E7" w:rsidP="009D7EB2">
      <w:pPr>
        <w:pStyle w:val="ListParagraph"/>
        <w:numPr>
          <w:ilvl w:val="0"/>
          <w:numId w:val="5"/>
        </w:numPr>
        <w:ind w:left="709"/>
      </w:pPr>
      <w:r>
        <w:t xml:space="preserve">Wine ID (ID of Wine Database – </w:t>
      </w:r>
      <w:r w:rsidRPr="006524E7">
        <w:rPr>
          <w:i/>
          <w:iCs/>
        </w:rPr>
        <w:t>wine.id</w:t>
      </w:r>
      <w:r>
        <w:t>)</w:t>
      </w:r>
    </w:p>
    <w:p w14:paraId="7D95C030" w14:textId="00B7D4DC" w:rsidR="009D7EB2" w:rsidRDefault="006524E7" w:rsidP="009D7EB2">
      <w:pPr>
        <w:pStyle w:val="ListParagraph"/>
        <w:numPr>
          <w:ilvl w:val="0"/>
          <w:numId w:val="5"/>
        </w:numPr>
        <w:ind w:left="709"/>
      </w:pPr>
      <w:r>
        <w:t xml:space="preserve">Mongo ID (ID of </w:t>
      </w:r>
      <w:proofErr w:type="spellStart"/>
      <w:r>
        <w:t>RobertParker’s</w:t>
      </w:r>
      <w:proofErr w:type="spellEnd"/>
      <w:r>
        <w:t xml:space="preserve"> wine)</w:t>
      </w:r>
    </w:p>
    <w:p w14:paraId="0AA2C1F1" w14:textId="53BAB1A1" w:rsidR="009D7EB2" w:rsidRDefault="009D7EB2" w:rsidP="009D7EB2">
      <w:r>
        <w:t>This file should not contain header.</w:t>
      </w:r>
    </w:p>
    <w:p w14:paraId="1441E9D2" w14:textId="513E2997" w:rsidR="00356D03" w:rsidRDefault="00356D03" w:rsidP="00E84B9C">
      <w:pPr>
        <w:pStyle w:val="Heading2"/>
      </w:pPr>
      <w:r>
        <w:t>Wine Appellation</w:t>
      </w:r>
    </w:p>
    <w:p w14:paraId="00D81A3A" w14:textId="17D415D8" w:rsidR="00614785" w:rsidRDefault="00614785" w:rsidP="00614785">
      <w:r>
        <w:lastRenderedPageBreak/>
        <w:t>Wine Appellation file name is “</w:t>
      </w:r>
      <w:r>
        <w:rPr>
          <w:i/>
          <w:iCs/>
        </w:rPr>
        <w:t>wine-appellations</w:t>
      </w:r>
      <w:r w:rsidRPr="00D344E8">
        <w:rPr>
          <w:i/>
          <w:iCs/>
        </w:rPr>
        <w:t>.txt</w:t>
      </w:r>
      <w:r>
        <w:t xml:space="preserve">”.  This file is used to create or update wine </w:t>
      </w:r>
      <w:proofErr w:type="spellStart"/>
      <w:r w:rsidRPr="00391B51">
        <w:rPr>
          <w:i/>
          <w:iCs/>
        </w:rPr>
        <w:t>wine_</w:t>
      </w:r>
      <w:r w:rsidR="00391B51" w:rsidRPr="00391B51">
        <w:rPr>
          <w:i/>
          <w:iCs/>
        </w:rPr>
        <w:t>appellation</w:t>
      </w:r>
      <w:proofErr w:type="spellEnd"/>
      <w:r>
        <w:t xml:space="preserve"> table of wine database. Put this file inside </w:t>
      </w:r>
      <w:r w:rsidR="00105A29" w:rsidRPr="00105A29">
        <w:rPr>
          <w:i/>
          <w:iCs/>
        </w:rPr>
        <w:t>config</w:t>
      </w:r>
      <w:r w:rsidR="00105A29">
        <w:t xml:space="preserve"> </w:t>
      </w:r>
      <w:r>
        <w:t>folder/location (refer to application config section).</w:t>
      </w:r>
    </w:p>
    <w:p w14:paraId="7D72D99D" w14:textId="77777777" w:rsidR="00614785" w:rsidRDefault="00614785" w:rsidP="00614785">
      <w:r>
        <w:t>Once this file parsed, this file will be moved to “</w:t>
      </w:r>
      <w:r w:rsidRPr="007F1652">
        <w:rPr>
          <w:i/>
          <w:iCs/>
        </w:rPr>
        <w:t>success</w:t>
      </w:r>
      <w:r>
        <w:t>” directory inside config backup location (refer to application config section). If error occur while processing, this file will be moved into “</w:t>
      </w:r>
      <w:r w:rsidRPr="007F1652">
        <w:rPr>
          <w:i/>
          <w:iCs/>
        </w:rPr>
        <w:t>failed</w:t>
      </w:r>
      <w:r>
        <w:t>” directory inside config backup location.</w:t>
      </w:r>
    </w:p>
    <w:p w14:paraId="3A13653B" w14:textId="77777777" w:rsidR="00614785" w:rsidRDefault="00614785" w:rsidP="00614785">
      <w:r>
        <w:t>The file format is tab separated text with the following fields:</w:t>
      </w:r>
      <w:r w:rsidRPr="00220337">
        <w:t xml:space="preserve"> </w:t>
      </w:r>
    </w:p>
    <w:p w14:paraId="4818A78D" w14:textId="77777777" w:rsidR="00583403" w:rsidRDefault="00583403" w:rsidP="00614785">
      <w:pPr>
        <w:pStyle w:val="ListParagraph"/>
        <w:numPr>
          <w:ilvl w:val="0"/>
          <w:numId w:val="5"/>
        </w:numPr>
        <w:ind w:left="709"/>
      </w:pPr>
      <w:r>
        <w:t>Country</w:t>
      </w:r>
    </w:p>
    <w:p w14:paraId="08D1E500" w14:textId="77777777" w:rsidR="00583403" w:rsidRDefault="00583403" w:rsidP="00614785">
      <w:pPr>
        <w:pStyle w:val="ListParagraph"/>
        <w:numPr>
          <w:ilvl w:val="0"/>
          <w:numId w:val="5"/>
        </w:numPr>
        <w:ind w:left="709"/>
      </w:pPr>
      <w:r>
        <w:t>Region</w:t>
      </w:r>
    </w:p>
    <w:p w14:paraId="310966B6" w14:textId="77777777" w:rsidR="00583403" w:rsidRDefault="00583403" w:rsidP="00614785">
      <w:pPr>
        <w:pStyle w:val="ListParagraph"/>
        <w:numPr>
          <w:ilvl w:val="0"/>
          <w:numId w:val="5"/>
        </w:numPr>
        <w:ind w:left="709"/>
      </w:pPr>
      <w:r>
        <w:t>Sub-region</w:t>
      </w:r>
    </w:p>
    <w:p w14:paraId="48727763" w14:textId="77777777" w:rsidR="00583403" w:rsidRDefault="00583403" w:rsidP="00614785">
      <w:pPr>
        <w:pStyle w:val="ListParagraph"/>
        <w:numPr>
          <w:ilvl w:val="0"/>
          <w:numId w:val="5"/>
        </w:numPr>
        <w:ind w:left="709"/>
      </w:pPr>
      <w:r>
        <w:t>Appellation</w:t>
      </w:r>
    </w:p>
    <w:p w14:paraId="6F63309A" w14:textId="7CD095DD" w:rsidR="00614785" w:rsidRDefault="00583403" w:rsidP="00614785">
      <w:pPr>
        <w:pStyle w:val="ListParagraph"/>
        <w:numPr>
          <w:ilvl w:val="0"/>
          <w:numId w:val="5"/>
        </w:numPr>
        <w:ind w:left="709"/>
      </w:pPr>
      <w:r>
        <w:t>Sub-appellation</w:t>
      </w:r>
    </w:p>
    <w:p w14:paraId="58CE63D0" w14:textId="01B42D25" w:rsidR="00614785" w:rsidRDefault="00583403" w:rsidP="00614785">
      <w:r>
        <w:t>The first row in Wine Db file is the header.</w:t>
      </w:r>
    </w:p>
    <w:p w14:paraId="0EC6DC24" w14:textId="2F6A2E39" w:rsidR="00356D03" w:rsidRDefault="00356D03" w:rsidP="00E84B9C">
      <w:pPr>
        <w:pStyle w:val="Heading2"/>
      </w:pPr>
      <w:r>
        <w:t>Producer Indexing</w:t>
      </w:r>
    </w:p>
    <w:p w14:paraId="0BC9046D" w14:textId="46FE4406" w:rsidR="00C4216F" w:rsidRDefault="00C4216F" w:rsidP="00C4216F">
      <w:r>
        <w:t>Producer Indexing file name is “</w:t>
      </w:r>
      <w:r>
        <w:rPr>
          <w:i/>
          <w:iCs/>
        </w:rPr>
        <w:t>producer-indexing</w:t>
      </w:r>
      <w:r w:rsidRPr="00D344E8">
        <w:rPr>
          <w:i/>
          <w:iCs/>
        </w:rPr>
        <w:t>.txt</w:t>
      </w:r>
      <w:r>
        <w:t xml:space="preserve">”.  This file is used to create or update </w:t>
      </w:r>
      <w:proofErr w:type="spellStart"/>
      <w:r w:rsidR="002B1CF2" w:rsidRPr="002B1CF2">
        <w:rPr>
          <w:i/>
          <w:iCs/>
        </w:rPr>
        <w:t>producer_keyword</w:t>
      </w:r>
      <w:proofErr w:type="spellEnd"/>
      <w:r w:rsidR="002B1CF2">
        <w:t xml:space="preserve"> </w:t>
      </w:r>
      <w:r>
        <w:t>table of wine</w:t>
      </w:r>
      <w:r w:rsidR="002B1CF2">
        <w:t xml:space="preserve"> database</w:t>
      </w:r>
      <w:r>
        <w:t xml:space="preserve">. Put this file inside </w:t>
      </w:r>
      <w:r w:rsidR="00105A29" w:rsidRPr="00105A29">
        <w:rPr>
          <w:i/>
          <w:iCs/>
        </w:rPr>
        <w:t>config</w:t>
      </w:r>
      <w:r w:rsidR="00105A29">
        <w:t xml:space="preserve"> </w:t>
      </w:r>
      <w:r>
        <w:t>folder/location (refer to application config section).</w:t>
      </w:r>
    </w:p>
    <w:p w14:paraId="39BB8ED5" w14:textId="77777777" w:rsidR="00C4216F" w:rsidRDefault="00C4216F" w:rsidP="00C4216F">
      <w:r>
        <w:t>Once this file parsed, this file will be moved to “</w:t>
      </w:r>
      <w:r w:rsidRPr="007F1652">
        <w:rPr>
          <w:i/>
          <w:iCs/>
        </w:rPr>
        <w:t>success</w:t>
      </w:r>
      <w:r>
        <w:t>” directory inside config backup location (refer to application config section). If error occur while processing, this file will be moved into “</w:t>
      </w:r>
      <w:r w:rsidRPr="007F1652">
        <w:rPr>
          <w:i/>
          <w:iCs/>
        </w:rPr>
        <w:t>failed</w:t>
      </w:r>
      <w:r>
        <w:t>” directory inside config backup location.</w:t>
      </w:r>
    </w:p>
    <w:p w14:paraId="6B6354EC" w14:textId="77777777" w:rsidR="00C4216F" w:rsidRDefault="00C4216F" w:rsidP="00C4216F">
      <w:r>
        <w:t>The file format is tab separated text with the following fields:</w:t>
      </w:r>
      <w:r w:rsidRPr="00220337">
        <w:t xml:space="preserve"> </w:t>
      </w:r>
    </w:p>
    <w:p w14:paraId="5CBDCFE1" w14:textId="4C46482B" w:rsidR="00C4216F" w:rsidRDefault="006E7CA7" w:rsidP="00C4216F">
      <w:pPr>
        <w:pStyle w:val="ListParagraph"/>
        <w:numPr>
          <w:ilvl w:val="0"/>
          <w:numId w:val="5"/>
        </w:numPr>
        <w:ind w:left="709"/>
      </w:pPr>
      <w:r>
        <w:t xml:space="preserve">Producer </w:t>
      </w:r>
      <w:r w:rsidR="00C4216F">
        <w:t>ID</w:t>
      </w:r>
    </w:p>
    <w:p w14:paraId="78DCC52C" w14:textId="32DCCBA6" w:rsidR="00C4216F" w:rsidRDefault="006E7CA7" w:rsidP="00C4216F">
      <w:pPr>
        <w:pStyle w:val="ListParagraph"/>
        <w:numPr>
          <w:ilvl w:val="0"/>
          <w:numId w:val="5"/>
        </w:numPr>
        <w:ind w:left="709"/>
      </w:pPr>
      <w:r>
        <w:t>Producer Keyword</w:t>
      </w:r>
    </w:p>
    <w:p w14:paraId="177C0498" w14:textId="48853267" w:rsidR="00C4216F" w:rsidRDefault="00C4216F" w:rsidP="00C4216F">
      <w:r>
        <w:t>This file should not contain header.</w:t>
      </w:r>
    </w:p>
    <w:p w14:paraId="62D360C6" w14:textId="34F1EF79" w:rsidR="00E84B9C" w:rsidRDefault="00FE33EC" w:rsidP="00E84B9C">
      <w:pPr>
        <w:pStyle w:val="Heading2"/>
      </w:pPr>
      <w:r>
        <w:t>Wine Aliases</w:t>
      </w:r>
    </w:p>
    <w:p w14:paraId="0BBDA053" w14:textId="30607D28" w:rsidR="006C7084" w:rsidRDefault="003925D6" w:rsidP="006C7084">
      <w:r>
        <w:t>Wine Aliases</w:t>
      </w:r>
      <w:r w:rsidR="006C7084">
        <w:t xml:space="preserve"> file name is “</w:t>
      </w:r>
      <w:r>
        <w:rPr>
          <w:i/>
          <w:iCs/>
        </w:rPr>
        <w:t>wine-aliases</w:t>
      </w:r>
      <w:r w:rsidR="006C7084" w:rsidRPr="00D344E8">
        <w:rPr>
          <w:i/>
          <w:iCs/>
        </w:rPr>
        <w:t>.txt</w:t>
      </w:r>
      <w:r w:rsidR="006C7084">
        <w:t xml:space="preserve">”.  This file is used to create or update </w:t>
      </w:r>
      <w:proofErr w:type="spellStart"/>
      <w:r w:rsidR="00334E80" w:rsidRPr="00334E80">
        <w:rPr>
          <w:i/>
          <w:iCs/>
        </w:rPr>
        <w:t>word_alias</w:t>
      </w:r>
      <w:proofErr w:type="spellEnd"/>
      <w:r w:rsidR="006C7084">
        <w:t xml:space="preserve"> table of wine </w:t>
      </w:r>
      <w:r w:rsidR="00334E80">
        <w:t>alert dashboard database</w:t>
      </w:r>
      <w:r w:rsidR="00FC5E9E">
        <w:t xml:space="preserve"> with type equals to “WINE”</w:t>
      </w:r>
      <w:r w:rsidR="006C7084">
        <w:t xml:space="preserve">. Put this file inside </w:t>
      </w:r>
      <w:r w:rsidR="006C7084" w:rsidRPr="00105A29">
        <w:rPr>
          <w:i/>
          <w:iCs/>
        </w:rPr>
        <w:t>config</w:t>
      </w:r>
      <w:r w:rsidR="006C7084">
        <w:t xml:space="preserve"> folder/location (refer to application config section).</w:t>
      </w:r>
    </w:p>
    <w:p w14:paraId="04BC43A2" w14:textId="77777777" w:rsidR="006C7084" w:rsidRDefault="006C7084" w:rsidP="006C7084">
      <w:r>
        <w:t>Once this file parsed, this file will be moved to “</w:t>
      </w:r>
      <w:r w:rsidRPr="007F1652">
        <w:rPr>
          <w:i/>
          <w:iCs/>
        </w:rPr>
        <w:t>success</w:t>
      </w:r>
      <w:r>
        <w:t>” directory inside config backup location (refer to application config section). If error occur while processing, this file will be moved into “</w:t>
      </w:r>
      <w:r w:rsidRPr="007F1652">
        <w:rPr>
          <w:i/>
          <w:iCs/>
        </w:rPr>
        <w:t>failed</w:t>
      </w:r>
      <w:r>
        <w:t>” directory inside config backup location.</w:t>
      </w:r>
    </w:p>
    <w:p w14:paraId="372DBEF3" w14:textId="77777777" w:rsidR="005514BC" w:rsidRDefault="005514BC" w:rsidP="005514BC">
      <w:r>
        <w:t>The file format is pipe (“|”) separated text with the following fields:</w:t>
      </w:r>
      <w:r w:rsidRPr="00220337">
        <w:t xml:space="preserve"> </w:t>
      </w:r>
    </w:p>
    <w:p w14:paraId="71033BE1" w14:textId="3DD64407" w:rsidR="005514BC" w:rsidRDefault="005514BC" w:rsidP="005514BC">
      <w:pPr>
        <w:pStyle w:val="ListParagraph"/>
        <w:numPr>
          <w:ilvl w:val="0"/>
          <w:numId w:val="5"/>
        </w:numPr>
        <w:ind w:left="709"/>
      </w:pPr>
      <w:r>
        <w:t>Original Word</w:t>
      </w:r>
    </w:p>
    <w:p w14:paraId="09414D35" w14:textId="293B97AA" w:rsidR="005514BC" w:rsidRDefault="005514BC" w:rsidP="005514BC">
      <w:pPr>
        <w:pStyle w:val="ListParagraph"/>
        <w:numPr>
          <w:ilvl w:val="0"/>
          <w:numId w:val="5"/>
        </w:numPr>
        <w:ind w:left="709"/>
      </w:pPr>
      <w:r>
        <w:t>~ the rest fields are alias ~</w:t>
      </w:r>
    </w:p>
    <w:p w14:paraId="407CB878" w14:textId="59BECD0E" w:rsidR="006C7084" w:rsidRDefault="006C7084" w:rsidP="006C7084">
      <w:r>
        <w:t>This file should not contain header.</w:t>
      </w:r>
    </w:p>
    <w:p w14:paraId="338CAE94" w14:textId="3BB051C6" w:rsidR="00FE33EC" w:rsidRDefault="00356D03" w:rsidP="00E84B9C">
      <w:pPr>
        <w:pStyle w:val="Heading2"/>
      </w:pPr>
      <w:r>
        <w:t>Mass Changes</w:t>
      </w:r>
    </w:p>
    <w:p w14:paraId="3DE2ABEB" w14:textId="68D7EECB" w:rsidR="0080144F" w:rsidRDefault="0080144F" w:rsidP="0080144F">
      <w:r>
        <w:lastRenderedPageBreak/>
        <w:t>Mass Changes file name is “</w:t>
      </w:r>
      <w:r>
        <w:rPr>
          <w:i/>
          <w:iCs/>
        </w:rPr>
        <w:t>mass-changes</w:t>
      </w:r>
      <w:r w:rsidRPr="00D344E8">
        <w:rPr>
          <w:i/>
          <w:iCs/>
        </w:rPr>
        <w:t>.txt</w:t>
      </w:r>
      <w:r>
        <w:t xml:space="preserve">”.  This file is used to create or update </w:t>
      </w:r>
      <w:proofErr w:type="spellStart"/>
      <w:r w:rsidRPr="00334E80">
        <w:rPr>
          <w:i/>
          <w:iCs/>
        </w:rPr>
        <w:t>word_alias</w:t>
      </w:r>
      <w:proofErr w:type="spellEnd"/>
      <w:r>
        <w:t xml:space="preserve"> table of wine alert dashboard database with </w:t>
      </w:r>
      <w:r w:rsidR="009A7475">
        <w:t xml:space="preserve">alias </w:t>
      </w:r>
      <w:r>
        <w:t>type equals to “</w:t>
      </w:r>
      <w:r w:rsidR="009F2E38">
        <w:t>MASS_CHANGES</w:t>
      </w:r>
      <w:r>
        <w:t xml:space="preserve">”. Put this file inside </w:t>
      </w:r>
      <w:r w:rsidR="00EC5028">
        <w:t>“</w:t>
      </w:r>
      <w:r w:rsidR="00EC5028">
        <w:rPr>
          <w:i/>
          <w:iCs/>
        </w:rPr>
        <w:t>CONFIG_LOCATION</w:t>
      </w:r>
      <w:r w:rsidR="009F2E38">
        <w:rPr>
          <w:i/>
          <w:iCs/>
        </w:rPr>
        <w:t>/keyword</w:t>
      </w:r>
      <w:r w:rsidR="00EC5028">
        <w:rPr>
          <w:i/>
          <w:iCs/>
        </w:rPr>
        <w:t>”</w:t>
      </w:r>
      <w:r>
        <w:t xml:space="preserve"> (refer to application config section).</w:t>
      </w:r>
    </w:p>
    <w:p w14:paraId="3BEA1AA2" w14:textId="06B56B55" w:rsidR="0080144F" w:rsidRDefault="0080144F" w:rsidP="0080144F">
      <w:r>
        <w:t>Once this file parsed, this file will be moved to “</w:t>
      </w:r>
      <w:r w:rsidR="00F87746">
        <w:rPr>
          <w:i/>
          <w:iCs/>
        </w:rPr>
        <w:t>CONFIG_BACKUP</w:t>
      </w:r>
      <w:r w:rsidR="00512114">
        <w:rPr>
          <w:i/>
          <w:iCs/>
        </w:rPr>
        <w:t>_</w:t>
      </w:r>
      <w:r w:rsidR="00F87746">
        <w:rPr>
          <w:i/>
          <w:iCs/>
        </w:rPr>
        <w:t>LOCATION/</w:t>
      </w:r>
      <w:r w:rsidRPr="007F1652">
        <w:rPr>
          <w:i/>
          <w:iCs/>
        </w:rPr>
        <w:t>success</w:t>
      </w:r>
      <w:r w:rsidR="00512114">
        <w:rPr>
          <w:i/>
          <w:iCs/>
        </w:rPr>
        <w:t>/keyword</w:t>
      </w:r>
      <w:r>
        <w:t>” (refer to application config section). If error occur while processing, this file will be moved into “</w:t>
      </w:r>
      <w:r w:rsidR="00512114">
        <w:rPr>
          <w:i/>
          <w:iCs/>
        </w:rPr>
        <w:t>CONFIG_BACKUP_LOCATION/</w:t>
      </w:r>
      <w:r w:rsidRPr="007F1652">
        <w:rPr>
          <w:i/>
          <w:iCs/>
        </w:rPr>
        <w:t>failed</w:t>
      </w:r>
      <w:r w:rsidR="00512114">
        <w:rPr>
          <w:i/>
          <w:iCs/>
        </w:rPr>
        <w:t>/keyword</w:t>
      </w:r>
      <w:r>
        <w:t>”.</w:t>
      </w:r>
    </w:p>
    <w:p w14:paraId="1F0C7E8A" w14:textId="77777777" w:rsidR="0080144F" w:rsidRDefault="0080144F" w:rsidP="0080144F">
      <w:r>
        <w:t>The file format is pipe (“|”) separated text with the following fields:</w:t>
      </w:r>
      <w:r w:rsidRPr="00220337">
        <w:t xml:space="preserve"> </w:t>
      </w:r>
    </w:p>
    <w:p w14:paraId="3D5F24C3" w14:textId="12D99873" w:rsidR="0080144F" w:rsidRDefault="0080144F" w:rsidP="0080144F">
      <w:pPr>
        <w:pStyle w:val="ListParagraph"/>
        <w:numPr>
          <w:ilvl w:val="0"/>
          <w:numId w:val="5"/>
        </w:numPr>
        <w:ind w:left="709"/>
      </w:pPr>
      <w:r>
        <w:t>Word</w:t>
      </w:r>
    </w:p>
    <w:p w14:paraId="06122243" w14:textId="424EDCD5" w:rsidR="0080144F" w:rsidRDefault="00D137E0" w:rsidP="0080144F">
      <w:pPr>
        <w:pStyle w:val="ListParagraph"/>
        <w:numPr>
          <w:ilvl w:val="0"/>
          <w:numId w:val="5"/>
        </w:numPr>
        <w:ind w:left="709"/>
      </w:pPr>
      <w:r>
        <w:t>Replacement</w:t>
      </w:r>
    </w:p>
    <w:p w14:paraId="763DDA0A" w14:textId="00B91A84" w:rsidR="0080144F" w:rsidRDefault="0080144F" w:rsidP="0080144F">
      <w:r>
        <w:t>This file should not contain header.</w:t>
      </w:r>
    </w:p>
    <w:p w14:paraId="767E1D90" w14:textId="54C67439" w:rsidR="00356D03" w:rsidRDefault="00356D03" w:rsidP="00E84B9C">
      <w:pPr>
        <w:pStyle w:val="Heading2"/>
      </w:pPr>
      <w:r>
        <w:t>Custom Changes</w:t>
      </w:r>
    </w:p>
    <w:p w14:paraId="594B5D26" w14:textId="02D458B9" w:rsidR="00CF4034" w:rsidRDefault="00CF4034" w:rsidP="00CF4034">
      <w:r>
        <w:t>Custom Changes file name is “</w:t>
      </w:r>
      <w:r>
        <w:rPr>
          <w:i/>
          <w:iCs/>
        </w:rPr>
        <w:t>custom-changes</w:t>
      </w:r>
      <w:r w:rsidRPr="00D344E8">
        <w:rPr>
          <w:i/>
          <w:iCs/>
        </w:rPr>
        <w:t>.txt</w:t>
      </w:r>
      <w:r>
        <w:t xml:space="preserve">”.  This file is used to create or update </w:t>
      </w:r>
      <w:proofErr w:type="spellStart"/>
      <w:r w:rsidRPr="00334E80">
        <w:rPr>
          <w:i/>
          <w:iCs/>
        </w:rPr>
        <w:t>word_alias</w:t>
      </w:r>
      <w:proofErr w:type="spellEnd"/>
      <w:r>
        <w:t xml:space="preserve"> table of wine alert dashboard database with</w:t>
      </w:r>
      <w:r w:rsidR="009A7475">
        <w:t xml:space="preserve"> alias</w:t>
      </w:r>
      <w:r>
        <w:t xml:space="preserve"> type equals to “CUSTOM_CHANGES”. Put this file inside “</w:t>
      </w:r>
      <w:r>
        <w:rPr>
          <w:i/>
          <w:iCs/>
        </w:rPr>
        <w:t>CONFIG_LOCATION/keyword”</w:t>
      </w:r>
      <w:r>
        <w:t xml:space="preserve"> (refer to application config section).</w:t>
      </w:r>
    </w:p>
    <w:p w14:paraId="3B415300" w14:textId="77777777" w:rsidR="00CF4034" w:rsidRDefault="00CF4034" w:rsidP="00CF4034">
      <w:r>
        <w:t>Once this file parsed, this file will be moved to “</w:t>
      </w:r>
      <w:r>
        <w:rPr>
          <w:i/>
          <w:iCs/>
        </w:rPr>
        <w:t>CONFIG_BACKUP_LOCATION/</w:t>
      </w:r>
      <w:r w:rsidRPr="007F1652">
        <w:rPr>
          <w:i/>
          <w:iCs/>
        </w:rPr>
        <w:t>success</w:t>
      </w:r>
      <w:r>
        <w:rPr>
          <w:i/>
          <w:iCs/>
        </w:rPr>
        <w:t>/keyword</w:t>
      </w:r>
      <w:r>
        <w:t>” (refer to application config section). If error occur while processing, this file will be moved into “</w:t>
      </w:r>
      <w:r>
        <w:rPr>
          <w:i/>
          <w:iCs/>
        </w:rPr>
        <w:t>CONFIG_BACKUP_LOCATION/</w:t>
      </w:r>
      <w:r w:rsidRPr="007F1652">
        <w:rPr>
          <w:i/>
          <w:iCs/>
        </w:rPr>
        <w:t>failed</w:t>
      </w:r>
      <w:r>
        <w:rPr>
          <w:i/>
          <w:iCs/>
        </w:rPr>
        <w:t>/keyword</w:t>
      </w:r>
      <w:r>
        <w:t>”.</w:t>
      </w:r>
    </w:p>
    <w:p w14:paraId="5419E976" w14:textId="77777777" w:rsidR="00CF4034" w:rsidRDefault="00CF4034" w:rsidP="00CF4034">
      <w:r>
        <w:t>The file format is pipe (“|”) separated text with the following fields:</w:t>
      </w:r>
      <w:r w:rsidRPr="00220337">
        <w:t xml:space="preserve"> </w:t>
      </w:r>
    </w:p>
    <w:p w14:paraId="011E3222" w14:textId="1AC9C904" w:rsidR="00CF4034" w:rsidRDefault="00C370B6" w:rsidP="00CF4034">
      <w:pPr>
        <w:pStyle w:val="ListParagraph"/>
        <w:numPr>
          <w:ilvl w:val="0"/>
          <w:numId w:val="5"/>
        </w:numPr>
        <w:ind w:left="709"/>
      </w:pPr>
      <w:r>
        <w:t>Keyword</w:t>
      </w:r>
    </w:p>
    <w:p w14:paraId="7E75E2CB" w14:textId="06F37671" w:rsidR="00CF4034" w:rsidRDefault="00F43AD3" w:rsidP="00CF4034">
      <w:pPr>
        <w:pStyle w:val="ListParagraph"/>
        <w:numPr>
          <w:ilvl w:val="0"/>
          <w:numId w:val="5"/>
        </w:numPr>
        <w:ind w:left="709"/>
      </w:pPr>
      <w:r>
        <w:t xml:space="preserve">Keyword </w:t>
      </w:r>
      <w:r w:rsidR="00CF4034">
        <w:t>Replacement</w:t>
      </w:r>
    </w:p>
    <w:p w14:paraId="6AA818C8" w14:textId="77777777" w:rsidR="006960E8" w:rsidRDefault="00CF4034" w:rsidP="006960E8">
      <w:r>
        <w:t>This file should not contain header.</w:t>
      </w:r>
    </w:p>
    <w:p w14:paraId="3E53AE05" w14:textId="345A6F7F" w:rsidR="00356D03" w:rsidRDefault="00356D03" w:rsidP="00CF4034">
      <w:pPr>
        <w:pStyle w:val="Heading2"/>
      </w:pPr>
      <w:r>
        <w:t>Producer Eliminations</w:t>
      </w:r>
    </w:p>
    <w:p w14:paraId="5EB4486D" w14:textId="188F2365" w:rsidR="00092968" w:rsidRDefault="00092968" w:rsidP="00092968">
      <w:r>
        <w:t>Producer Elimination</w:t>
      </w:r>
      <w:r w:rsidR="009A7475">
        <w:t>s</w:t>
      </w:r>
      <w:r>
        <w:t xml:space="preserve"> file name is “</w:t>
      </w:r>
      <w:r w:rsidR="009D7E52">
        <w:rPr>
          <w:i/>
          <w:iCs/>
        </w:rPr>
        <w:t>producer-elims</w:t>
      </w:r>
      <w:r w:rsidRPr="00D344E8">
        <w:rPr>
          <w:i/>
          <w:iCs/>
        </w:rPr>
        <w:t>.txt</w:t>
      </w:r>
      <w:r>
        <w:t xml:space="preserve">”.  This file is used to create or update </w:t>
      </w:r>
      <w:proofErr w:type="spellStart"/>
      <w:r w:rsidRPr="00334E80">
        <w:rPr>
          <w:i/>
          <w:iCs/>
        </w:rPr>
        <w:t>word_</w:t>
      </w:r>
      <w:r w:rsidR="009D7E52">
        <w:rPr>
          <w:i/>
          <w:iCs/>
        </w:rPr>
        <w:t>elimination</w:t>
      </w:r>
      <w:proofErr w:type="spellEnd"/>
      <w:r>
        <w:t xml:space="preserve"> table of wine alert dashboard database with </w:t>
      </w:r>
      <w:r w:rsidR="009D7E52">
        <w:t xml:space="preserve">elimination </w:t>
      </w:r>
      <w:r>
        <w:t>type equals to “</w:t>
      </w:r>
      <w:r w:rsidR="009D7E52">
        <w:t>PRODUCER</w:t>
      </w:r>
      <w:r>
        <w:t xml:space="preserve">”. </w:t>
      </w:r>
      <w:r w:rsidR="009D7E52">
        <w:t>Put this file inside “</w:t>
      </w:r>
      <w:r w:rsidR="009D7E52">
        <w:rPr>
          <w:i/>
          <w:iCs/>
        </w:rPr>
        <w:t>CONFIG_LOCATION/keyword”</w:t>
      </w:r>
      <w:r w:rsidR="009D7E52">
        <w:t xml:space="preserve"> (refer to application config section).</w:t>
      </w:r>
    </w:p>
    <w:p w14:paraId="454B5EC8" w14:textId="25845329" w:rsidR="00092968" w:rsidRDefault="009D7E52" w:rsidP="00092968">
      <w:r>
        <w:t>Once this file parsed, this file will be moved to “</w:t>
      </w:r>
      <w:r>
        <w:rPr>
          <w:i/>
          <w:iCs/>
        </w:rPr>
        <w:t>CONFIG_BACKUP_LOCATION/</w:t>
      </w:r>
      <w:r w:rsidRPr="007F1652">
        <w:rPr>
          <w:i/>
          <w:iCs/>
        </w:rPr>
        <w:t>success</w:t>
      </w:r>
      <w:r>
        <w:rPr>
          <w:i/>
          <w:iCs/>
        </w:rPr>
        <w:t>/keyword</w:t>
      </w:r>
      <w:r>
        <w:t>” (refer to application config section). If error occur while processing, this file will be moved into “</w:t>
      </w:r>
      <w:r>
        <w:rPr>
          <w:i/>
          <w:iCs/>
        </w:rPr>
        <w:t>CONFIG_BACKUP_LOCATION/</w:t>
      </w:r>
      <w:r w:rsidRPr="007F1652">
        <w:rPr>
          <w:i/>
          <w:iCs/>
        </w:rPr>
        <w:t>failed</w:t>
      </w:r>
      <w:r>
        <w:rPr>
          <w:i/>
          <w:iCs/>
        </w:rPr>
        <w:t>/keyword</w:t>
      </w:r>
      <w:r>
        <w:t>”.</w:t>
      </w:r>
    </w:p>
    <w:p w14:paraId="777FE8AF" w14:textId="77777777" w:rsidR="00092968" w:rsidRDefault="00092968" w:rsidP="00092968">
      <w:r>
        <w:t>The file format is pipe (“|”) separated text with the following fields:</w:t>
      </w:r>
      <w:r w:rsidRPr="00220337">
        <w:t xml:space="preserve"> </w:t>
      </w:r>
    </w:p>
    <w:p w14:paraId="010E6D1A" w14:textId="77777777" w:rsidR="00092968" w:rsidRDefault="00092968" w:rsidP="00092968">
      <w:pPr>
        <w:pStyle w:val="ListParagraph"/>
        <w:numPr>
          <w:ilvl w:val="0"/>
          <w:numId w:val="5"/>
        </w:numPr>
        <w:ind w:left="709"/>
      </w:pPr>
      <w:r>
        <w:t>Original Word</w:t>
      </w:r>
    </w:p>
    <w:p w14:paraId="217C24BC" w14:textId="3D881AC8" w:rsidR="00092968" w:rsidRDefault="009D7E52" w:rsidP="00092968">
      <w:pPr>
        <w:pStyle w:val="ListParagraph"/>
        <w:numPr>
          <w:ilvl w:val="0"/>
          <w:numId w:val="5"/>
        </w:numPr>
        <w:ind w:left="709"/>
      </w:pPr>
      <w:r>
        <w:t>Empty string</w:t>
      </w:r>
    </w:p>
    <w:p w14:paraId="0C7424CB" w14:textId="329A132B" w:rsidR="00092968" w:rsidRDefault="00092968" w:rsidP="00092968">
      <w:r>
        <w:lastRenderedPageBreak/>
        <w:t>This file should not contain header.</w:t>
      </w:r>
    </w:p>
    <w:p w14:paraId="13FB0728" w14:textId="0C3216AC" w:rsidR="00356D03" w:rsidRDefault="00356D03" w:rsidP="00E84B9C">
      <w:pPr>
        <w:pStyle w:val="Heading2"/>
      </w:pPr>
      <w:r>
        <w:t>Wine Eliminations</w:t>
      </w:r>
    </w:p>
    <w:p w14:paraId="24A4B633" w14:textId="464D8B85" w:rsidR="009D7E52" w:rsidRDefault="009A7475" w:rsidP="009D7E52">
      <w:r>
        <w:t>Wine</w:t>
      </w:r>
      <w:r w:rsidR="009D7E52">
        <w:t xml:space="preserve"> Elimination</w:t>
      </w:r>
      <w:r>
        <w:t>s</w:t>
      </w:r>
      <w:r w:rsidR="009D7E52">
        <w:t xml:space="preserve"> file name is “</w:t>
      </w:r>
      <w:r w:rsidR="009D7E52">
        <w:rPr>
          <w:i/>
          <w:iCs/>
        </w:rPr>
        <w:t>wine-elims</w:t>
      </w:r>
      <w:r w:rsidR="009D7E52" w:rsidRPr="00D344E8">
        <w:rPr>
          <w:i/>
          <w:iCs/>
        </w:rPr>
        <w:t>.txt</w:t>
      </w:r>
      <w:r w:rsidR="009D7E52">
        <w:t xml:space="preserve">”.  This file is used to create or update </w:t>
      </w:r>
      <w:proofErr w:type="spellStart"/>
      <w:r w:rsidR="009D7E52" w:rsidRPr="00334E80">
        <w:rPr>
          <w:i/>
          <w:iCs/>
        </w:rPr>
        <w:t>word_</w:t>
      </w:r>
      <w:r w:rsidR="009D7E52">
        <w:rPr>
          <w:i/>
          <w:iCs/>
        </w:rPr>
        <w:t>elimination</w:t>
      </w:r>
      <w:proofErr w:type="spellEnd"/>
      <w:r w:rsidR="009D7E52">
        <w:t xml:space="preserve"> table of wine alert dashboard database with elimination type equals to “WINE”. Put this file inside “</w:t>
      </w:r>
      <w:r w:rsidR="009D7E52">
        <w:rPr>
          <w:i/>
          <w:iCs/>
        </w:rPr>
        <w:t>CONFIG_LOCATION/keyword”</w:t>
      </w:r>
      <w:r w:rsidR="009D7E52">
        <w:t xml:space="preserve"> (refer to application config section).</w:t>
      </w:r>
    </w:p>
    <w:p w14:paraId="5DEE794C" w14:textId="77777777" w:rsidR="009D7E52" w:rsidRDefault="009D7E52" w:rsidP="009D7E52">
      <w:r>
        <w:t>Once this file parsed, this file will be moved to “</w:t>
      </w:r>
      <w:r>
        <w:rPr>
          <w:i/>
          <w:iCs/>
        </w:rPr>
        <w:t>CONFIG_BACKUP_LOCATION/</w:t>
      </w:r>
      <w:r w:rsidRPr="007F1652">
        <w:rPr>
          <w:i/>
          <w:iCs/>
        </w:rPr>
        <w:t>success</w:t>
      </w:r>
      <w:r>
        <w:rPr>
          <w:i/>
          <w:iCs/>
        </w:rPr>
        <w:t>/keyword</w:t>
      </w:r>
      <w:r>
        <w:t>” (refer to application config section). If error occur while processing, this file will be moved into “</w:t>
      </w:r>
      <w:r>
        <w:rPr>
          <w:i/>
          <w:iCs/>
        </w:rPr>
        <w:t>CONFIG_BACKUP_LOCATION/</w:t>
      </w:r>
      <w:r w:rsidRPr="007F1652">
        <w:rPr>
          <w:i/>
          <w:iCs/>
        </w:rPr>
        <w:t>failed</w:t>
      </w:r>
      <w:r>
        <w:rPr>
          <w:i/>
          <w:iCs/>
        </w:rPr>
        <w:t>/keyword</w:t>
      </w:r>
      <w:r>
        <w:t>”.</w:t>
      </w:r>
    </w:p>
    <w:p w14:paraId="20B05059" w14:textId="77777777" w:rsidR="009D7E52" w:rsidRDefault="009D7E52" w:rsidP="009D7E52">
      <w:r>
        <w:t>The file format is pipe (“|”) separated text with the following fields:</w:t>
      </w:r>
      <w:r w:rsidRPr="00220337">
        <w:t xml:space="preserve"> </w:t>
      </w:r>
    </w:p>
    <w:p w14:paraId="270723DA" w14:textId="77777777" w:rsidR="009D7E52" w:rsidRDefault="009D7E52" w:rsidP="009D7E52">
      <w:pPr>
        <w:pStyle w:val="ListParagraph"/>
        <w:numPr>
          <w:ilvl w:val="0"/>
          <w:numId w:val="5"/>
        </w:numPr>
        <w:ind w:left="709"/>
      </w:pPr>
      <w:r>
        <w:t>Original Word</w:t>
      </w:r>
    </w:p>
    <w:p w14:paraId="57F71A8A" w14:textId="77777777" w:rsidR="009D7E52" w:rsidRDefault="009D7E52" w:rsidP="009D7E52">
      <w:pPr>
        <w:pStyle w:val="ListParagraph"/>
        <w:numPr>
          <w:ilvl w:val="0"/>
          <w:numId w:val="5"/>
        </w:numPr>
        <w:ind w:left="709"/>
      </w:pPr>
      <w:r>
        <w:t>Empty string</w:t>
      </w:r>
    </w:p>
    <w:p w14:paraId="789C70EA" w14:textId="59096FD0" w:rsidR="009D7E52" w:rsidRDefault="009D7E52" w:rsidP="009D7E52">
      <w:r>
        <w:t>This file should not contain header.</w:t>
      </w:r>
    </w:p>
    <w:p w14:paraId="60CE7B84" w14:textId="39E4A3B6" w:rsidR="00356D03" w:rsidRDefault="00356D03" w:rsidP="00E84B9C">
      <w:pPr>
        <w:pStyle w:val="Heading2"/>
      </w:pPr>
      <w:r>
        <w:t>Color Substitution</w:t>
      </w:r>
      <w:r w:rsidR="00676432">
        <w:t>s</w:t>
      </w:r>
    </w:p>
    <w:p w14:paraId="61DCB0FA" w14:textId="4473CA85" w:rsidR="009A7475" w:rsidRDefault="009A7475" w:rsidP="009A7475">
      <w:r>
        <w:t>Color Substitution</w:t>
      </w:r>
      <w:r w:rsidR="00676432">
        <w:t>s</w:t>
      </w:r>
      <w:r>
        <w:t xml:space="preserve"> file name is “</w:t>
      </w:r>
      <w:r w:rsidR="00676432">
        <w:rPr>
          <w:i/>
          <w:iCs/>
        </w:rPr>
        <w:t>color</w:t>
      </w:r>
      <w:r>
        <w:rPr>
          <w:i/>
          <w:iCs/>
        </w:rPr>
        <w:t>-</w:t>
      </w:r>
      <w:r w:rsidR="00676432">
        <w:rPr>
          <w:i/>
          <w:iCs/>
        </w:rPr>
        <w:t>substitutions</w:t>
      </w:r>
      <w:r w:rsidRPr="00D344E8">
        <w:rPr>
          <w:i/>
          <w:iCs/>
        </w:rPr>
        <w:t>.txt</w:t>
      </w:r>
      <w:r>
        <w:t xml:space="preserve">”.  This file is used to create or update </w:t>
      </w:r>
      <w:proofErr w:type="spellStart"/>
      <w:r w:rsidR="005931D9">
        <w:rPr>
          <w:i/>
          <w:iCs/>
        </w:rPr>
        <w:t>keyword_substitution</w:t>
      </w:r>
      <w:proofErr w:type="spellEnd"/>
      <w:r>
        <w:t xml:space="preserve"> table of wine alert dashboard database with </w:t>
      </w:r>
      <w:r w:rsidR="005931D9">
        <w:t xml:space="preserve">substitution </w:t>
      </w:r>
      <w:r>
        <w:t>type equals to “</w:t>
      </w:r>
      <w:r w:rsidR="005931D9">
        <w:t>COLOR</w:t>
      </w:r>
      <w:r>
        <w:t>”. Put this file inside “</w:t>
      </w:r>
      <w:r>
        <w:rPr>
          <w:i/>
          <w:iCs/>
        </w:rPr>
        <w:t>CONFIG_LOCATION/keyword”</w:t>
      </w:r>
      <w:r>
        <w:t xml:space="preserve"> (refer to application config section).</w:t>
      </w:r>
    </w:p>
    <w:p w14:paraId="6A7E59D5" w14:textId="77777777" w:rsidR="009A7475" w:rsidRDefault="009A7475" w:rsidP="009A7475">
      <w:r>
        <w:t>Once this file parsed, this file will be moved to “</w:t>
      </w:r>
      <w:r>
        <w:rPr>
          <w:i/>
          <w:iCs/>
        </w:rPr>
        <w:t>CONFIG_BACKUP_LOCATION/</w:t>
      </w:r>
      <w:r w:rsidRPr="007F1652">
        <w:rPr>
          <w:i/>
          <w:iCs/>
        </w:rPr>
        <w:t>success</w:t>
      </w:r>
      <w:r>
        <w:rPr>
          <w:i/>
          <w:iCs/>
        </w:rPr>
        <w:t>/keyword</w:t>
      </w:r>
      <w:r>
        <w:t>” (refer to application config section). If error occur while processing, this file will be moved into “</w:t>
      </w:r>
      <w:r>
        <w:rPr>
          <w:i/>
          <w:iCs/>
        </w:rPr>
        <w:t>CONFIG_BACKUP_LOCATION/</w:t>
      </w:r>
      <w:r w:rsidRPr="007F1652">
        <w:rPr>
          <w:i/>
          <w:iCs/>
        </w:rPr>
        <w:t>failed</w:t>
      </w:r>
      <w:r>
        <w:rPr>
          <w:i/>
          <w:iCs/>
        </w:rPr>
        <w:t>/keyword</w:t>
      </w:r>
      <w:r>
        <w:t>”.</w:t>
      </w:r>
    </w:p>
    <w:p w14:paraId="0C49399E" w14:textId="6759D2C4" w:rsidR="009A7475" w:rsidRDefault="009A7475" w:rsidP="009A7475">
      <w:r>
        <w:t xml:space="preserve">The file format is </w:t>
      </w:r>
      <w:r w:rsidR="002157D0">
        <w:t>tab</w:t>
      </w:r>
      <w:r>
        <w:t xml:space="preserve"> separated text with the following fields:</w:t>
      </w:r>
      <w:r w:rsidRPr="00220337">
        <w:t xml:space="preserve"> </w:t>
      </w:r>
    </w:p>
    <w:p w14:paraId="703411D3" w14:textId="77777777" w:rsidR="009A7475" w:rsidRDefault="009A7475" w:rsidP="009A7475">
      <w:pPr>
        <w:pStyle w:val="ListParagraph"/>
        <w:numPr>
          <w:ilvl w:val="0"/>
          <w:numId w:val="5"/>
        </w:numPr>
        <w:ind w:left="709"/>
      </w:pPr>
      <w:r>
        <w:t>Keyword</w:t>
      </w:r>
    </w:p>
    <w:p w14:paraId="189CCB08" w14:textId="77777777" w:rsidR="009A7475" w:rsidRDefault="009A7475" w:rsidP="009A7475">
      <w:pPr>
        <w:pStyle w:val="ListParagraph"/>
        <w:numPr>
          <w:ilvl w:val="0"/>
          <w:numId w:val="5"/>
        </w:numPr>
        <w:ind w:left="709"/>
      </w:pPr>
      <w:r>
        <w:t>Keyword Replacement</w:t>
      </w:r>
    </w:p>
    <w:p w14:paraId="79F9090A" w14:textId="0DCFBE07" w:rsidR="009A7475" w:rsidRDefault="009A7475" w:rsidP="009A7475">
      <w:r>
        <w:t>This file should not contain header.</w:t>
      </w:r>
    </w:p>
    <w:p w14:paraId="78C85F10" w14:textId="79BD7A6C" w:rsidR="00357EBB" w:rsidRDefault="00356D03" w:rsidP="00357EBB">
      <w:pPr>
        <w:pStyle w:val="Heading2"/>
      </w:pPr>
      <w:r>
        <w:t xml:space="preserve">Color Not </w:t>
      </w:r>
      <w:r w:rsidR="00357EBB">
        <w:t xml:space="preserve">Strings / Color Not </w:t>
      </w:r>
      <w:r>
        <w:t>Substitution</w:t>
      </w:r>
      <w:r w:rsidR="00357EBB" w:rsidRPr="00357EBB">
        <w:t xml:space="preserve"> </w:t>
      </w:r>
    </w:p>
    <w:p w14:paraId="39F3D695" w14:textId="1A35292A" w:rsidR="00357EBB" w:rsidRDefault="00357EBB" w:rsidP="00357EBB">
      <w:r>
        <w:t>Color Not Strings file name is “</w:t>
      </w:r>
      <w:r>
        <w:rPr>
          <w:i/>
          <w:iCs/>
        </w:rPr>
        <w:t>color-not-strings</w:t>
      </w:r>
      <w:r w:rsidRPr="00D344E8">
        <w:rPr>
          <w:i/>
          <w:iCs/>
        </w:rPr>
        <w:t>.txt</w:t>
      </w:r>
      <w:r>
        <w:t xml:space="preserve">”.  This file is used to create or update </w:t>
      </w:r>
      <w:proofErr w:type="spellStart"/>
      <w:r>
        <w:rPr>
          <w:i/>
          <w:iCs/>
        </w:rPr>
        <w:t>keyword_substitution</w:t>
      </w:r>
      <w:proofErr w:type="spellEnd"/>
      <w:r>
        <w:t xml:space="preserve"> table of wine alert dashboard database with substitution type equals to “COLOR</w:t>
      </w:r>
      <w:r w:rsidR="004B2E66">
        <w:t>_NOT</w:t>
      </w:r>
      <w:r>
        <w:t>”. Put this file inside “</w:t>
      </w:r>
      <w:r>
        <w:rPr>
          <w:i/>
          <w:iCs/>
        </w:rPr>
        <w:t>CONFIG_LOCATION/keyword”</w:t>
      </w:r>
      <w:r>
        <w:t xml:space="preserve"> (refer to application config section).</w:t>
      </w:r>
    </w:p>
    <w:p w14:paraId="5A7BF003" w14:textId="77777777" w:rsidR="00357EBB" w:rsidRDefault="00357EBB" w:rsidP="00357EBB">
      <w:r>
        <w:t>Once this file parsed, this file will be moved to “</w:t>
      </w:r>
      <w:r>
        <w:rPr>
          <w:i/>
          <w:iCs/>
        </w:rPr>
        <w:t>CONFIG_BACKUP_LOCATION/</w:t>
      </w:r>
      <w:r w:rsidRPr="007F1652">
        <w:rPr>
          <w:i/>
          <w:iCs/>
        </w:rPr>
        <w:t>success</w:t>
      </w:r>
      <w:r>
        <w:rPr>
          <w:i/>
          <w:iCs/>
        </w:rPr>
        <w:t>/keyword</w:t>
      </w:r>
      <w:r>
        <w:t>” (refer to application config section). If error occur while processing, this file will be moved into “</w:t>
      </w:r>
      <w:r>
        <w:rPr>
          <w:i/>
          <w:iCs/>
        </w:rPr>
        <w:t>CONFIG_BACKUP_LOCATION/</w:t>
      </w:r>
      <w:r w:rsidRPr="007F1652">
        <w:rPr>
          <w:i/>
          <w:iCs/>
        </w:rPr>
        <w:t>failed</w:t>
      </w:r>
      <w:r>
        <w:rPr>
          <w:i/>
          <w:iCs/>
        </w:rPr>
        <w:t>/keyword</w:t>
      </w:r>
      <w:r>
        <w:t>”.</w:t>
      </w:r>
    </w:p>
    <w:p w14:paraId="5FB393C8" w14:textId="77777777" w:rsidR="00357EBB" w:rsidRDefault="00357EBB" w:rsidP="00357EBB">
      <w:r>
        <w:t>The file format is tab separated text with the following fields:</w:t>
      </w:r>
      <w:r w:rsidRPr="00220337">
        <w:t xml:space="preserve"> </w:t>
      </w:r>
    </w:p>
    <w:p w14:paraId="073940B1" w14:textId="77777777" w:rsidR="00357EBB" w:rsidRDefault="00357EBB" w:rsidP="00357EBB">
      <w:pPr>
        <w:pStyle w:val="ListParagraph"/>
        <w:numPr>
          <w:ilvl w:val="0"/>
          <w:numId w:val="5"/>
        </w:numPr>
        <w:ind w:left="709"/>
      </w:pPr>
      <w:r>
        <w:lastRenderedPageBreak/>
        <w:t>Keyword</w:t>
      </w:r>
    </w:p>
    <w:p w14:paraId="3A738265" w14:textId="77777777" w:rsidR="00357EBB" w:rsidRDefault="00357EBB" w:rsidP="00357EBB">
      <w:pPr>
        <w:pStyle w:val="ListParagraph"/>
        <w:numPr>
          <w:ilvl w:val="0"/>
          <w:numId w:val="5"/>
        </w:numPr>
        <w:ind w:left="709"/>
      </w:pPr>
      <w:r>
        <w:t>Keyword Replacement</w:t>
      </w:r>
    </w:p>
    <w:p w14:paraId="6E325279" w14:textId="5FDF1BCE" w:rsidR="00356D03" w:rsidRDefault="00357EBB" w:rsidP="00357EBB">
      <w:r>
        <w:t>This file should not contain header.</w:t>
      </w:r>
    </w:p>
    <w:p w14:paraId="2F9C0D93" w14:textId="0CD7B8BF" w:rsidR="00356D03" w:rsidRDefault="00356D03" w:rsidP="00E84B9C">
      <w:pPr>
        <w:pStyle w:val="Heading2"/>
      </w:pPr>
      <w:r>
        <w:t>Red Opposite</w:t>
      </w:r>
      <w:r w:rsidR="00453BB8">
        <w:t>s</w:t>
      </w:r>
    </w:p>
    <w:p w14:paraId="5E17E3F5" w14:textId="1E707E40" w:rsidR="00453BB8" w:rsidRDefault="00453BB8" w:rsidP="00453BB8">
      <w:r>
        <w:t>Red Opposites file name is “</w:t>
      </w:r>
      <w:r>
        <w:rPr>
          <w:i/>
          <w:iCs/>
        </w:rPr>
        <w:t>red-opposites</w:t>
      </w:r>
      <w:r w:rsidRPr="00D344E8">
        <w:rPr>
          <w:i/>
          <w:iCs/>
        </w:rPr>
        <w:t>.txt</w:t>
      </w:r>
      <w:r>
        <w:t xml:space="preserve">”.  This file is used to create or update </w:t>
      </w:r>
      <w:proofErr w:type="spellStart"/>
      <w:r>
        <w:rPr>
          <w:i/>
          <w:iCs/>
        </w:rPr>
        <w:t>word_reserved</w:t>
      </w:r>
      <w:proofErr w:type="spellEnd"/>
      <w:r>
        <w:t xml:space="preserve"> table of wine alert dashboard database with reserved type equals to “RED_OPPOSITE”. Put this file inside “</w:t>
      </w:r>
      <w:r>
        <w:rPr>
          <w:i/>
          <w:iCs/>
        </w:rPr>
        <w:t>CONFIG_LOCATION/keyword”</w:t>
      </w:r>
      <w:r>
        <w:t xml:space="preserve"> (refer to application config section).</w:t>
      </w:r>
    </w:p>
    <w:p w14:paraId="55911D59" w14:textId="77777777" w:rsidR="00453BB8" w:rsidRDefault="00453BB8" w:rsidP="00453BB8">
      <w:r>
        <w:t>Once this file parsed, this file will be moved to “</w:t>
      </w:r>
      <w:r>
        <w:rPr>
          <w:i/>
          <w:iCs/>
        </w:rPr>
        <w:t>CONFIG_BACKUP_LOCATION/</w:t>
      </w:r>
      <w:r w:rsidRPr="007F1652">
        <w:rPr>
          <w:i/>
          <w:iCs/>
        </w:rPr>
        <w:t>success</w:t>
      </w:r>
      <w:r>
        <w:rPr>
          <w:i/>
          <w:iCs/>
        </w:rPr>
        <w:t>/keyword</w:t>
      </w:r>
      <w:r>
        <w:t>” (refer to application config section). If error occur while processing, this file will be moved into “</w:t>
      </w:r>
      <w:r>
        <w:rPr>
          <w:i/>
          <w:iCs/>
        </w:rPr>
        <w:t>CONFIG_BACKUP_LOCATION/</w:t>
      </w:r>
      <w:r w:rsidRPr="007F1652">
        <w:rPr>
          <w:i/>
          <w:iCs/>
        </w:rPr>
        <w:t>failed</w:t>
      </w:r>
      <w:r>
        <w:rPr>
          <w:i/>
          <w:iCs/>
        </w:rPr>
        <w:t>/keyword</w:t>
      </w:r>
      <w:r>
        <w:t>”.</w:t>
      </w:r>
    </w:p>
    <w:p w14:paraId="348B4662" w14:textId="47479DAE" w:rsidR="00453BB8" w:rsidRDefault="00453BB8" w:rsidP="006451A3">
      <w:r>
        <w:t xml:space="preserve">The file format is text with </w:t>
      </w:r>
      <w:r w:rsidR="006451A3">
        <w:t xml:space="preserve">single field </w:t>
      </w:r>
      <w:r w:rsidR="00D62A50">
        <w:t xml:space="preserve">and </w:t>
      </w:r>
      <w:r w:rsidR="006451A3">
        <w:t>doesn’</w:t>
      </w:r>
      <w:r>
        <w:t>t contain</w:t>
      </w:r>
      <w:r w:rsidR="006451A3">
        <w:t>s</w:t>
      </w:r>
      <w:r>
        <w:t xml:space="preserve"> header.</w:t>
      </w:r>
    </w:p>
    <w:p w14:paraId="4728452B" w14:textId="0865246B" w:rsidR="00356D03" w:rsidRDefault="00356D03" w:rsidP="00E84B9C">
      <w:pPr>
        <w:pStyle w:val="Heading2"/>
      </w:pPr>
      <w:r>
        <w:t>Reserve Words</w:t>
      </w:r>
    </w:p>
    <w:p w14:paraId="59FC3AA5" w14:textId="3DE1E22C" w:rsidR="00DA19F1" w:rsidRDefault="00DA19F1" w:rsidP="00DA19F1">
      <w:r>
        <w:t>Reserve Words file name is “</w:t>
      </w:r>
      <w:r>
        <w:rPr>
          <w:i/>
          <w:iCs/>
        </w:rPr>
        <w:t>reserve-words</w:t>
      </w:r>
      <w:r w:rsidRPr="00D344E8">
        <w:rPr>
          <w:i/>
          <w:iCs/>
        </w:rPr>
        <w:t>.txt</w:t>
      </w:r>
      <w:r>
        <w:t xml:space="preserve">”.  This file is used to create or update </w:t>
      </w:r>
      <w:proofErr w:type="spellStart"/>
      <w:r>
        <w:rPr>
          <w:i/>
          <w:iCs/>
        </w:rPr>
        <w:t>word_reserved</w:t>
      </w:r>
      <w:proofErr w:type="spellEnd"/>
      <w:r>
        <w:t xml:space="preserve"> table of wine alert dashboard database with reserved type equals to “RESERVE_WORD”. Put this file inside “</w:t>
      </w:r>
      <w:r>
        <w:rPr>
          <w:i/>
          <w:iCs/>
        </w:rPr>
        <w:t>CONFIG_LOCATION/keyword”</w:t>
      </w:r>
      <w:r>
        <w:t xml:space="preserve"> (refer to application config section).</w:t>
      </w:r>
    </w:p>
    <w:p w14:paraId="3C62BCEF" w14:textId="77777777" w:rsidR="00DA19F1" w:rsidRDefault="00DA19F1" w:rsidP="00DA19F1">
      <w:r>
        <w:t>Once this file parsed, this file will be moved to “</w:t>
      </w:r>
      <w:r>
        <w:rPr>
          <w:i/>
          <w:iCs/>
        </w:rPr>
        <w:t>CONFIG_BACKUP_LOCATION/</w:t>
      </w:r>
      <w:r w:rsidRPr="007F1652">
        <w:rPr>
          <w:i/>
          <w:iCs/>
        </w:rPr>
        <w:t>success</w:t>
      </w:r>
      <w:r>
        <w:rPr>
          <w:i/>
          <w:iCs/>
        </w:rPr>
        <w:t>/keyword</w:t>
      </w:r>
      <w:r>
        <w:t>” (refer to application config section). If error occur while processing, this file will be moved into “</w:t>
      </w:r>
      <w:r>
        <w:rPr>
          <w:i/>
          <w:iCs/>
        </w:rPr>
        <w:t>CONFIG_BACKUP_LOCATION/</w:t>
      </w:r>
      <w:r w:rsidRPr="007F1652">
        <w:rPr>
          <w:i/>
          <w:iCs/>
        </w:rPr>
        <w:t>failed</w:t>
      </w:r>
      <w:r>
        <w:rPr>
          <w:i/>
          <w:iCs/>
        </w:rPr>
        <w:t>/keyword</w:t>
      </w:r>
      <w:r>
        <w:t>”.</w:t>
      </w:r>
    </w:p>
    <w:p w14:paraId="2B32E15B" w14:textId="5F92A121" w:rsidR="00DA19F1" w:rsidRDefault="00DA19F1" w:rsidP="00DA19F1">
      <w:r>
        <w:t xml:space="preserve">The file format is text with single field </w:t>
      </w:r>
      <w:r w:rsidR="00D62A50">
        <w:t xml:space="preserve">and </w:t>
      </w:r>
      <w:r>
        <w:t>doesn’t contains header.</w:t>
      </w:r>
    </w:p>
    <w:p w14:paraId="555FA04E" w14:textId="37D5521B" w:rsidR="00356D03" w:rsidRDefault="00356D03" w:rsidP="00E84B9C">
      <w:pPr>
        <w:pStyle w:val="Heading2"/>
      </w:pPr>
      <w:r>
        <w:t>Rose Opposite</w:t>
      </w:r>
      <w:r w:rsidR="00DA19F1">
        <w:t>s</w:t>
      </w:r>
    </w:p>
    <w:p w14:paraId="4E257DC1" w14:textId="5CFB12BB" w:rsidR="00DA19F1" w:rsidRDefault="00DA19F1" w:rsidP="00DA19F1">
      <w:r>
        <w:t>Rose Opposites file name is “</w:t>
      </w:r>
      <w:r>
        <w:rPr>
          <w:i/>
          <w:iCs/>
        </w:rPr>
        <w:t>rose-opposites</w:t>
      </w:r>
      <w:r w:rsidRPr="00D344E8">
        <w:rPr>
          <w:i/>
          <w:iCs/>
        </w:rPr>
        <w:t>.txt</w:t>
      </w:r>
      <w:r>
        <w:t xml:space="preserve">”.  This file is used to create or update </w:t>
      </w:r>
      <w:proofErr w:type="spellStart"/>
      <w:r>
        <w:rPr>
          <w:i/>
          <w:iCs/>
        </w:rPr>
        <w:t>word_reserved</w:t>
      </w:r>
      <w:proofErr w:type="spellEnd"/>
      <w:r>
        <w:t xml:space="preserve"> table of wine alert dashboard database with reserved type equals to “ROSE_OPPOSITE”. Put this file inside “</w:t>
      </w:r>
      <w:r>
        <w:rPr>
          <w:i/>
          <w:iCs/>
        </w:rPr>
        <w:t>CONFIG_LOCATION/keyword”</w:t>
      </w:r>
      <w:r>
        <w:t xml:space="preserve"> (refer to application config section).</w:t>
      </w:r>
    </w:p>
    <w:p w14:paraId="0F563CE4" w14:textId="77777777" w:rsidR="00DA19F1" w:rsidRDefault="00DA19F1" w:rsidP="00DA19F1">
      <w:r>
        <w:t>Once this file parsed, this file will be moved to “</w:t>
      </w:r>
      <w:r>
        <w:rPr>
          <w:i/>
          <w:iCs/>
        </w:rPr>
        <w:t>CONFIG_BACKUP_LOCATION/</w:t>
      </w:r>
      <w:r w:rsidRPr="007F1652">
        <w:rPr>
          <w:i/>
          <w:iCs/>
        </w:rPr>
        <w:t>success</w:t>
      </w:r>
      <w:r>
        <w:rPr>
          <w:i/>
          <w:iCs/>
        </w:rPr>
        <w:t>/keyword</w:t>
      </w:r>
      <w:r>
        <w:t>” (refer to application config section). If error occur while processing, this file will be moved into “</w:t>
      </w:r>
      <w:r>
        <w:rPr>
          <w:i/>
          <w:iCs/>
        </w:rPr>
        <w:t>CONFIG_BACKUP_LOCATION/</w:t>
      </w:r>
      <w:r w:rsidRPr="007F1652">
        <w:rPr>
          <w:i/>
          <w:iCs/>
        </w:rPr>
        <w:t>failed</w:t>
      </w:r>
      <w:r>
        <w:rPr>
          <w:i/>
          <w:iCs/>
        </w:rPr>
        <w:t>/keyword</w:t>
      </w:r>
      <w:r>
        <w:t>”.</w:t>
      </w:r>
    </w:p>
    <w:p w14:paraId="20148455" w14:textId="5EB10112" w:rsidR="00DA19F1" w:rsidRDefault="00DA19F1" w:rsidP="00DA19F1">
      <w:r>
        <w:t xml:space="preserve">The file format is text with single field </w:t>
      </w:r>
      <w:r w:rsidR="00D62A50">
        <w:t xml:space="preserve">and </w:t>
      </w:r>
      <w:r>
        <w:t>doesn’t contains header.</w:t>
      </w:r>
    </w:p>
    <w:p w14:paraId="4F1A5363" w14:textId="0DBBAFF3" w:rsidR="00356D03" w:rsidRDefault="00356D03" w:rsidP="00E84B9C">
      <w:pPr>
        <w:pStyle w:val="Heading2"/>
      </w:pPr>
      <w:r>
        <w:t>White Opposite</w:t>
      </w:r>
      <w:r w:rsidR="00DA19F1">
        <w:t>s</w:t>
      </w:r>
    </w:p>
    <w:p w14:paraId="32D2ABC6" w14:textId="723635A8" w:rsidR="00DA19F1" w:rsidRDefault="00DA19F1" w:rsidP="00DA19F1">
      <w:r>
        <w:t>White Opposites file name is “</w:t>
      </w:r>
      <w:r>
        <w:rPr>
          <w:i/>
          <w:iCs/>
        </w:rPr>
        <w:t>white-opposites</w:t>
      </w:r>
      <w:r w:rsidRPr="00D344E8">
        <w:rPr>
          <w:i/>
          <w:iCs/>
        </w:rPr>
        <w:t>.txt</w:t>
      </w:r>
      <w:r>
        <w:t xml:space="preserve">”.  This file is used to create or update </w:t>
      </w:r>
      <w:proofErr w:type="spellStart"/>
      <w:r>
        <w:rPr>
          <w:i/>
          <w:iCs/>
        </w:rPr>
        <w:t>word_reserved</w:t>
      </w:r>
      <w:proofErr w:type="spellEnd"/>
      <w:r>
        <w:t xml:space="preserve"> table of wine alert dashboard database with reserved type equals to </w:t>
      </w:r>
      <w:r>
        <w:lastRenderedPageBreak/>
        <w:t>“WHITE_OPPOSITE”. Put this file inside “</w:t>
      </w:r>
      <w:r>
        <w:rPr>
          <w:i/>
          <w:iCs/>
        </w:rPr>
        <w:t>CONFIG_LOCATION/keyword”</w:t>
      </w:r>
      <w:r>
        <w:t xml:space="preserve"> (refer to application config section).</w:t>
      </w:r>
    </w:p>
    <w:p w14:paraId="57149ABA" w14:textId="77777777" w:rsidR="00DA19F1" w:rsidRDefault="00DA19F1" w:rsidP="00DA19F1">
      <w:r>
        <w:t>Once this file parsed, this file will be moved to “</w:t>
      </w:r>
      <w:r>
        <w:rPr>
          <w:i/>
          <w:iCs/>
        </w:rPr>
        <w:t>CONFIG_BACKUP_LOCATION/</w:t>
      </w:r>
      <w:r w:rsidRPr="007F1652">
        <w:rPr>
          <w:i/>
          <w:iCs/>
        </w:rPr>
        <w:t>success</w:t>
      </w:r>
      <w:r>
        <w:rPr>
          <w:i/>
          <w:iCs/>
        </w:rPr>
        <w:t>/keyword</w:t>
      </w:r>
      <w:r>
        <w:t>” (refer to application config section). If error occur while processing, this file will be moved into “</w:t>
      </w:r>
      <w:r>
        <w:rPr>
          <w:i/>
          <w:iCs/>
        </w:rPr>
        <w:t>CONFIG_BACKUP_LOCATION/</w:t>
      </w:r>
      <w:r w:rsidRPr="007F1652">
        <w:rPr>
          <w:i/>
          <w:iCs/>
        </w:rPr>
        <w:t>failed</w:t>
      </w:r>
      <w:r>
        <w:rPr>
          <w:i/>
          <w:iCs/>
        </w:rPr>
        <w:t>/keyword</w:t>
      </w:r>
      <w:r>
        <w:t>”.</w:t>
      </w:r>
    </w:p>
    <w:p w14:paraId="7459C475" w14:textId="1E9D637F" w:rsidR="00DA19F1" w:rsidRDefault="00DA19F1" w:rsidP="00DA19F1">
      <w:r>
        <w:t xml:space="preserve">The file format is text with single field </w:t>
      </w:r>
      <w:r w:rsidR="00D62A50">
        <w:t xml:space="preserve">and </w:t>
      </w:r>
      <w:r>
        <w:t>doesn’t contains header.</w:t>
      </w:r>
    </w:p>
    <w:p w14:paraId="0955F0FC" w14:textId="522E9511" w:rsidR="00356D03" w:rsidRDefault="00356D03" w:rsidP="00E84B9C">
      <w:pPr>
        <w:pStyle w:val="Heading2"/>
      </w:pPr>
      <w:r>
        <w:t>Spread Tables</w:t>
      </w:r>
    </w:p>
    <w:p w14:paraId="50741E12" w14:textId="3F5FED49" w:rsidR="00E5615B" w:rsidRDefault="004E3AB2" w:rsidP="00E5615B">
      <w:r>
        <w:t>Valid Spread Tables file name consists of 2 chars region code and 1digit keyword indicator (1 = Base Keyword, 2 = Appellation Keyword, 3 = Color Keyword, 4 = Common Modifier).</w:t>
      </w:r>
      <w:r w:rsidR="00AE153D">
        <w:t xml:space="preserve"> Records are stored in </w:t>
      </w:r>
      <w:proofErr w:type="spellStart"/>
      <w:r w:rsidR="00AE153D" w:rsidRPr="00AE153D">
        <w:rPr>
          <w:i/>
          <w:iCs/>
        </w:rPr>
        <w:t>keyword_spread</w:t>
      </w:r>
      <w:proofErr w:type="spellEnd"/>
      <w:r w:rsidR="00AE153D">
        <w:t xml:space="preserve"> table of wine match dashboard database.</w:t>
      </w:r>
      <w:r w:rsidR="0077674E">
        <w:t xml:space="preserve"> Put this file inside “</w:t>
      </w:r>
      <w:r w:rsidR="0077674E">
        <w:rPr>
          <w:i/>
          <w:iCs/>
        </w:rPr>
        <w:t>CONFIG_LOCATION/keyword/</w:t>
      </w:r>
      <w:proofErr w:type="spellStart"/>
      <w:r w:rsidR="0077674E">
        <w:rPr>
          <w:i/>
          <w:iCs/>
        </w:rPr>
        <w:t>spread_tables</w:t>
      </w:r>
      <w:proofErr w:type="spellEnd"/>
      <w:r w:rsidR="0077674E">
        <w:rPr>
          <w:i/>
          <w:iCs/>
        </w:rPr>
        <w:t>”</w:t>
      </w:r>
      <w:r w:rsidR="0077674E">
        <w:t xml:space="preserve"> (refer to application config section). File name sample is “</w:t>
      </w:r>
      <w:r w:rsidR="0077674E" w:rsidRPr="00AE153D">
        <w:rPr>
          <w:i/>
          <w:iCs/>
        </w:rPr>
        <w:t>al1.txt</w:t>
      </w:r>
      <w:r w:rsidR="0077674E">
        <w:t>”.</w:t>
      </w:r>
    </w:p>
    <w:p w14:paraId="11B272AE" w14:textId="399C0DAC" w:rsidR="00E5615B" w:rsidRDefault="00E5615B" w:rsidP="00E5615B">
      <w:r>
        <w:t>Once this file parsed, this file will be moved to “</w:t>
      </w:r>
      <w:r>
        <w:rPr>
          <w:i/>
          <w:iCs/>
        </w:rPr>
        <w:t>CONFIG_BACKUP_LOCATION/</w:t>
      </w:r>
      <w:r w:rsidRPr="007F1652">
        <w:rPr>
          <w:i/>
          <w:iCs/>
        </w:rPr>
        <w:t>success</w:t>
      </w:r>
      <w:r>
        <w:rPr>
          <w:i/>
          <w:iCs/>
        </w:rPr>
        <w:t>/keyword</w:t>
      </w:r>
      <w:r w:rsidR="0077674E">
        <w:rPr>
          <w:i/>
          <w:iCs/>
        </w:rPr>
        <w:t>/</w:t>
      </w:r>
      <w:proofErr w:type="spellStart"/>
      <w:r w:rsidR="0077674E">
        <w:rPr>
          <w:i/>
          <w:iCs/>
        </w:rPr>
        <w:t>spread_tables</w:t>
      </w:r>
      <w:proofErr w:type="spellEnd"/>
      <w:r>
        <w:t>” (refer to application config section). If error occur while processing, this file will be moved into “</w:t>
      </w:r>
      <w:r>
        <w:rPr>
          <w:i/>
          <w:iCs/>
        </w:rPr>
        <w:t>CONFIG_BACKUP_LOCATION/</w:t>
      </w:r>
      <w:r w:rsidRPr="007F1652">
        <w:rPr>
          <w:i/>
          <w:iCs/>
        </w:rPr>
        <w:t>failed</w:t>
      </w:r>
      <w:r>
        <w:rPr>
          <w:i/>
          <w:iCs/>
        </w:rPr>
        <w:t>/keyword</w:t>
      </w:r>
      <w:r w:rsidR="0077674E">
        <w:rPr>
          <w:i/>
          <w:iCs/>
        </w:rPr>
        <w:t>/</w:t>
      </w:r>
      <w:proofErr w:type="spellStart"/>
      <w:r w:rsidR="0077674E">
        <w:rPr>
          <w:i/>
          <w:iCs/>
        </w:rPr>
        <w:t>spread_tables</w:t>
      </w:r>
      <w:proofErr w:type="spellEnd"/>
      <w:r>
        <w:t>”.</w:t>
      </w:r>
    </w:p>
    <w:p w14:paraId="601994F3" w14:textId="5EC3DAC1" w:rsidR="00E5615B" w:rsidRDefault="00E5615B" w:rsidP="00E5615B">
      <w:r>
        <w:t>The file format is text with single field</w:t>
      </w:r>
      <w:r w:rsidR="00F0709E">
        <w:t xml:space="preserve"> and</w:t>
      </w:r>
      <w:r>
        <w:t xml:space="preserve"> doesn’t contains header.</w:t>
      </w:r>
    </w:p>
    <w:p w14:paraId="16379F69" w14:textId="3D17E2CC" w:rsidR="0098742B" w:rsidRDefault="0098742B" w:rsidP="00ED7ACB">
      <w:pPr>
        <w:pStyle w:val="Heading1"/>
      </w:pPr>
      <w:r>
        <w:t>Cron Jobs</w:t>
      </w:r>
    </w:p>
    <w:p w14:paraId="2AA70D89" w14:textId="05B31301" w:rsidR="00D32236" w:rsidRDefault="00D32236" w:rsidP="00BE51D0">
      <w:pPr>
        <w:pStyle w:val="Heading2"/>
      </w:pPr>
      <w:r>
        <w:t>Archive Job</w:t>
      </w:r>
    </w:p>
    <w:p w14:paraId="343B77EE" w14:textId="305298BD" w:rsidR="00D6337B" w:rsidRDefault="00D6337B" w:rsidP="00D6337B">
      <w:r>
        <w:t xml:space="preserve">Archive Job is a scheduler to archive backup files inside backup directory. This scheduler run </w:t>
      </w:r>
      <w:r w:rsidR="00894BF0">
        <w:t>every Saturday at 22</w:t>
      </w:r>
      <w:r w:rsidR="007F6467">
        <w:t xml:space="preserve"> GMT+0</w:t>
      </w:r>
      <w:r>
        <w:t>.</w:t>
      </w:r>
    </w:p>
    <w:p w14:paraId="41ECCB2E" w14:textId="5821ED15" w:rsidR="00D6337B" w:rsidRDefault="00D6337B" w:rsidP="00D6337B">
      <w:r>
        <w:t xml:space="preserve">This scheduler is controlled by </w:t>
      </w:r>
      <w:r>
        <w:rPr>
          <w:i/>
          <w:iCs/>
        </w:rPr>
        <w:t>PROJECT_ROOT</w:t>
      </w:r>
      <w:r w:rsidRPr="00044995">
        <w:rPr>
          <w:i/>
          <w:iCs/>
        </w:rPr>
        <w:t>/jobs/wine/alert/</w:t>
      </w:r>
      <w:proofErr w:type="spellStart"/>
      <w:r>
        <w:rPr>
          <w:i/>
          <w:iCs/>
        </w:rPr>
        <w:t>ArchiveJ</w:t>
      </w:r>
      <w:r w:rsidRPr="00044995">
        <w:rPr>
          <w:i/>
          <w:iCs/>
        </w:rPr>
        <w:t>ob.groo</w:t>
      </w:r>
      <w:r w:rsidR="00171A51">
        <w:rPr>
          <w:i/>
          <w:iCs/>
        </w:rPr>
        <w:t>v</w:t>
      </w:r>
      <w:r>
        <w:rPr>
          <w:i/>
          <w:iCs/>
        </w:rPr>
        <w:t>y</w:t>
      </w:r>
      <w:proofErr w:type="spellEnd"/>
      <w:r>
        <w:rPr>
          <w:i/>
          <w:iCs/>
        </w:rPr>
        <w:t>.</w:t>
      </w:r>
    </w:p>
    <w:p w14:paraId="7ED74839" w14:textId="744D6E80" w:rsidR="00382EA4" w:rsidRDefault="00382EA4" w:rsidP="00BE51D0">
      <w:pPr>
        <w:pStyle w:val="Heading2"/>
      </w:pPr>
      <w:r>
        <w:t>Clear Logs Job</w:t>
      </w:r>
    </w:p>
    <w:p w14:paraId="47049DDD" w14:textId="56E8DA08" w:rsidR="00382EA4" w:rsidRDefault="00382EA4" w:rsidP="00382EA4">
      <w:r>
        <w:t>Clear Logs Job is a scheduler to delete old processing logs from wine match dashboard database. This scheduler run every day at 1 am GMT+0.</w:t>
      </w:r>
    </w:p>
    <w:p w14:paraId="599512F1" w14:textId="44F0776A" w:rsidR="00382EA4" w:rsidRDefault="00382EA4" w:rsidP="00382EA4">
      <w:r>
        <w:t xml:space="preserve">This scheduler is controlled by </w:t>
      </w:r>
      <w:r w:rsidRPr="00382EA4">
        <w:rPr>
          <w:i/>
          <w:iCs/>
        </w:rPr>
        <w:t>PROJECT_ROOT/jobs/wine/alert/</w:t>
      </w:r>
      <w:proofErr w:type="spellStart"/>
      <w:r>
        <w:rPr>
          <w:i/>
          <w:iCs/>
        </w:rPr>
        <w:t>ClearLogs</w:t>
      </w:r>
      <w:r w:rsidRPr="00382EA4">
        <w:rPr>
          <w:i/>
          <w:iCs/>
        </w:rPr>
        <w:t>Job.groo</w:t>
      </w:r>
      <w:r w:rsidR="00171A51">
        <w:rPr>
          <w:i/>
          <w:iCs/>
        </w:rPr>
        <w:t>v</w:t>
      </w:r>
      <w:r w:rsidRPr="00382EA4">
        <w:rPr>
          <w:i/>
          <w:iCs/>
        </w:rPr>
        <w:t>y</w:t>
      </w:r>
      <w:proofErr w:type="spellEnd"/>
      <w:r w:rsidRPr="00382EA4">
        <w:rPr>
          <w:i/>
          <w:iCs/>
        </w:rPr>
        <w:t>.</w:t>
      </w:r>
    </w:p>
    <w:p w14:paraId="58647E28" w14:textId="0B84C070" w:rsidR="00BE51D0" w:rsidRDefault="008F0D3F" w:rsidP="00BE51D0">
      <w:pPr>
        <w:pStyle w:val="Heading2"/>
      </w:pPr>
      <w:r>
        <w:t>Config Files Watcher</w:t>
      </w:r>
      <w:r w:rsidR="00D6337B">
        <w:t xml:space="preserve"> Job</w:t>
      </w:r>
    </w:p>
    <w:p w14:paraId="52194B99" w14:textId="62B5C3D7" w:rsidR="00E06896" w:rsidRDefault="00695415" w:rsidP="00695415">
      <w:r>
        <w:t>Config Files Watcher</w:t>
      </w:r>
      <w:r w:rsidR="00D6337B">
        <w:t xml:space="preserve"> Job</w:t>
      </w:r>
      <w:r>
        <w:t xml:space="preserve"> is </w:t>
      </w:r>
      <w:r w:rsidR="004F45AC">
        <w:t>a scheduler to wat</w:t>
      </w:r>
      <w:r w:rsidR="00D6337B">
        <w:t>ch and pars</w:t>
      </w:r>
      <w:r w:rsidR="004F45AC">
        <w:t>e new config files (refer to Config File Section). This scheduler run every 15 minutes.</w:t>
      </w:r>
    </w:p>
    <w:p w14:paraId="627072F4" w14:textId="647A5A8B" w:rsidR="004F45AC" w:rsidRPr="00025ACE" w:rsidRDefault="004F45AC" w:rsidP="00695415">
      <w:r>
        <w:t>This scheduler is controlled by</w:t>
      </w:r>
      <w:r w:rsidR="00025ACE">
        <w:t xml:space="preserve"> </w:t>
      </w:r>
      <w:r w:rsidR="00025ACE">
        <w:rPr>
          <w:i/>
          <w:iCs/>
        </w:rPr>
        <w:t>PROJECT_ROOT</w:t>
      </w:r>
      <w:r w:rsidR="00025ACE" w:rsidRPr="00044995">
        <w:rPr>
          <w:i/>
          <w:iCs/>
        </w:rPr>
        <w:t>/jobs/wine/alert/</w:t>
      </w:r>
      <w:proofErr w:type="spellStart"/>
      <w:r w:rsidR="00025ACE">
        <w:rPr>
          <w:i/>
          <w:iCs/>
        </w:rPr>
        <w:t>ConfigFilesWatherJ</w:t>
      </w:r>
      <w:r w:rsidR="00025ACE" w:rsidRPr="00044995">
        <w:rPr>
          <w:i/>
          <w:iCs/>
        </w:rPr>
        <w:t>ob.groo</w:t>
      </w:r>
      <w:r w:rsidR="00171A51">
        <w:rPr>
          <w:i/>
          <w:iCs/>
        </w:rPr>
        <w:t>v</w:t>
      </w:r>
      <w:r w:rsidR="00025ACE">
        <w:rPr>
          <w:i/>
          <w:iCs/>
        </w:rPr>
        <w:t>y</w:t>
      </w:r>
      <w:proofErr w:type="spellEnd"/>
      <w:r w:rsidR="00D6337B">
        <w:rPr>
          <w:i/>
          <w:iCs/>
        </w:rPr>
        <w:t>.</w:t>
      </w:r>
    </w:p>
    <w:p w14:paraId="4821F2E3" w14:textId="0BA72331" w:rsidR="00BE51D0" w:rsidRDefault="00383899" w:rsidP="00BE51D0">
      <w:pPr>
        <w:pStyle w:val="Heading2"/>
      </w:pPr>
      <w:r>
        <w:t>Crawl All Job</w:t>
      </w:r>
    </w:p>
    <w:p w14:paraId="16406ADE" w14:textId="0F691E7D" w:rsidR="00DC157A" w:rsidRDefault="00497187" w:rsidP="00DC157A">
      <w:r>
        <w:t xml:space="preserve">Crawl All </w:t>
      </w:r>
      <w:r w:rsidR="00DC157A">
        <w:t xml:space="preserve">Job is a scheduler </w:t>
      </w:r>
      <w:r>
        <w:t>for crawler. This scheduler run every day at 0</w:t>
      </w:r>
      <w:r w:rsidR="00171A51">
        <w:t>0</w:t>
      </w:r>
      <w:r>
        <w:t>:59</w:t>
      </w:r>
      <w:r w:rsidR="00171A51">
        <w:t xml:space="preserve"> GMT+0</w:t>
      </w:r>
      <w:r w:rsidR="00DC157A">
        <w:t>.</w:t>
      </w:r>
    </w:p>
    <w:p w14:paraId="0042EB69" w14:textId="199AAB7B" w:rsidR="00DC157A" w:rsidRDefault="00DC157A" w:rsidP="00DC157A">
      <w:r>
        <w:lastRenderedPageBreak/>
        <w:t xml:space="preserve">This scheduler is controlled by </w:t>
      </w:r>
      <w:r>
        <w:rPr>
          <w:i/>
          <w:iCs/>
        </w:rPr>
        <w:t>PROJECT_ROOT</w:t>
      </w:r>
      <w:r w:rsidRPr="00044995">
        <w:rPr>
          <w:i/>
          <w:iCs/>
        </w:rPr>
        <w:t>/jobs/wine/alert/</w:t>
      </w:r>
      <w:proofErr w:type="spellStart"/>
      <w:r w:rsidR="00171A51">
        <w:rPr>
          <w:i/>
          <w:iCs/>
        </w:rPr>
        <w:t>CrawlAll</w:t>
      </w:r>
      <w:r>
        <w:rPr>
          <w:i/>
          <w:iCs/>
        </w:rPr>
        <w:t>J</w:t>
      </w:r>
      <w:r w:rsidRPr="00044995">
        <w:rPr>
          <w:i/>
          <w:iCs/>
        </w:rPr>
        <w:t>ob.groo</w:t>
      </w:r>
      <w:r w:rsidR="00171A51">
        <w:rPr>
          <w:i/>
          <w:iCs/>
        </w:rPr>
        <w:t>v</w:t>
      </w:r>
      <w:r>
        <w:rPr>
          <w:i/>
          <w:iCs/>
        </w:rPr>
        <w:t>y</w:t>
      </w:r>
      <w:proofErr w:type="spellEnd"/>
      <w:r>
        <w:rPr>
          <w:i/>
          <w:iCs/>
        </w:rPr>
        <w:t>.</w:t>
      </w:r>
    </w:p>
    <w:p w14:paraId="02C4F5CE" w14:textId="48AC93F5" w:rsidR="00E06896" w:rsidRDefault="00171A51" w:rsidP="00BE51D0">
      <w:pPr>
        <w:pStyle w:val="Heading2"/>
      </w:pPr>
      <w:r>
        <w:t>Currency Rate Job</w:t>
      </w:r>
    </w:p>
    <w:p w14:paraId="7F580B53" w14:textId="089C7A23" w:rsidR="00171A51" w:rsidRDefault="00171A51" w:rsidP="00171A51">
      <w:r>
        <w:t>Currency Rate Job is a scheduler to update currency rate (</w:t>
      </w:r>
      <w:proofErr w:type="spellStart"/>
      <w:r w:rsidRPr="00171A51">
        <w:rPr>
          <w:i/>
          <w:iCs/>
        </w:rPr>
        <w:t>currency_rate</w:t>
      </w:r>
      <w:proofErr w:type="spellEnd"/>
      <w:r>
        <w:t xml:space="preserve"> table of wine match dashboard database). This scheduler run every day at 02:59 GMT+0.</w:t>
      </w:r>
    </w:p>
    <w:p w14:paraId="1FB50A47" w14:textId="6C43149A" w:rsidR="00171A51" w:rsidRDefault="00171A51" w:rsidP="00171A51">
      <w:r>
        <w:t xml:space="preserve">This scheduler is controlled by </w:t>
      </w:r>
      <w:r>
        <w:rPr>
          <w:i/>
          <w:iCs/>
        </w:rPr>
        <w:t>PROJECT_ROOT</w:t>
      </w:r>
      <w:r w:rsidRPr="00044995">
        <w:rPr>
          <w:i/>
          <w:iCs/>
        </w:rPr>
        <w:t>/jobs/wine/alert/</w:t>
      </w:r>
      <w:proofErr w:type="spellStart"/>
      <w:r>
        <w:rPr>
          <w:i/>
          <w:iCs/>
        </w:rPr>
        <w:t>CurrencyRateJ</w:t>
      </w:r>
      <w:r w:rsidRPr="00044995">
        <w:rPr>
          <w:i/>
          <w:iCs/>
        </w:rPr>
        <w:t>ob.groo</w:t>
      </w:r>
      <w:r>
        <w:rPr>
          <w:i/>
          <w:iCs/>
        </w:rPr>
        <w:t>vy</w:t>
      </w:r>
      <w:proofErr w:type="spellEnd"/>
      <w:r>
        <w:rPr>
          <w:i/>
          <w:iCs/>
        </w:rPr>
        <w:t>.</w:t>
      </w:r>
    </w:p>
    <w:p w14:paraId="034F82E3" w14:textId="54FFEC23" w:rsidR="00E06896" w:rsidRDefault="00113A28" w:rsidP="00BE51D0">
      <w:pPr>
        <w:pStyle w:val="Heading2"/>
      </w:pPr>
      <w:r>
        <w:t>History File Update</w:t>
      </w:r>
      <w:r w:rsidR="00E6174B">
        <w:t>r</w:t>
      </w:r>
      <w:r>
        <w:t xml:space="preserve"> Job</w:t>
      </w:r>
    </w:p>
    <w:p w14:paraId="119B191A" w14:textId="7912DBF8" w:rsidR="00113A28" w:rsidRDefault="00113A28" w:rsidP="00113A28">
      <w:r>
        <w:t>History File Update</w:t>
      </w:r>
      <w:r w:rsidR="00E6174B">
        <w:t>r</w:t>
      </w:r>
      <w:r>
        <w:t xml:space="preserve"> Job is a scheduler to process validated match draft and merge wines. This scheduler run every 15 minutes.</w:t>
      </w:r>
    </w:p>
    <w:p w14:paraId="0094DC90" w14:textId="31947FE7" w:rsidR="00113A28" w:rsidRDefault="00113A28" w:rsidP="00113A28">
      <w:r>
        <w:t xml:space="preserve">Validated match drafts are in </w:t>
      </w:r>
      <w:r>
        <w:rPr>
          <w:i/>
          <w:iCs/>
        </w:rPr>
        <w:t>matched</w:t>
      </w:r>
      <w:r>
        <w:t xml:space="preserve"> table of wine match dashboard table. These records will be written into the history files (based on retailer code and retailer history file).</w:t>
      </w:r>
    </w:p>
    <w:p w14:paraId="28FB8E2C" w14:textId="44D68357" w:rsidR="00113A28" w:rsidRDefault="00113A28" w:rsidP="00113A28">
      <w:r>
        <w:t xml:space="preserve">Merge wines are in </w:t>
      </w:r>
      <w:proofErr w:type="spellStart"/>
      <w:r w:rsidRPr="00113A28">
        <w:rPr>
          <w:i/>
          <w:iCs/>
        </w:rPr>
        <w:t>wine_merge</w:t>
      </w:r>
      <w:proofErr w:type="spellEnd"/>
      <w:r>
        <w:t xml:space="preserve"> table of wine match database. Scheduler will pull all merged wines and update all history files. Merged wines id </w:t>
      </w:r>
      <w:r w:rsidR="002E2092">
        <w:t xml:space="preserve">in history files </w:t>
      </w:r>
      <w:r>
        <w:t>will be replaced</w:t>
      </w:r>
      <w:r w:rsidR="002E2092">
        <w:t xml:space="preserve"> by the target wine id.</w:t>
      </w:r>
    </w:p>
    <w:p w14:paraId="135009CE" w14:textId="638DB074" w:rsidR="00113A28" w:rsidRDefault="00113A28" w:rsidP="00113A28">
      <w:r>
        <w:t xml:space="preserve">This scheduler is controlled by </w:t>
      </w:r>
      <w:r>
        <w:rPr>
          <w:i/>
          <w:iCs/>
        </w:rPr>
        <w:t>PROJECT_ROOT</w:t>
      </w:r>
      <w:r w:rsidRPr="00044995">
        <w:rPr>
          <w:i/>
          <w:iCs/>
        </w:rPr>
        <w:t>/jobs/wine/alert/</w:t>
      </w:r>
      <w:proofErr w:type="spellStart"/>
      <w:r>
        <w:rPr>
          <w:i/>
          <w:iCs/>
        </w:rPr>
        <w:t>HistoryFileUpdate</w:t>
      </w:r>
      <w:r w:rsidR="00E6174B">
        <w:rPr>
          <w:i/>
          <w:iCs/>
        </w:rPr>
        <w:t>r</w:t>
      </w:r>
      <w:r>
        <w:rPr>
          <w:i/>
          <w:iCs/>
        </w:rPr>
        <w:t>J</w:t>
      </w:r>
      <w:r w:rsidRPr="00044995">
        <w:rPr>
          <w:i/>
          <w:iCs/>
        </w:rPr>
        <w:t>ob.groo</w:t>
      </w:r>
      <w:r>
        <w:rPr>
          <w:i/>
          <w:iCs/>
        </w:rPr>
        <w:t>vy</w:t>
      </w:r>
      <w:proofErr w:type="spellEnd"/>
      <w:r>
        <w:rPr>
          <w:i/>
          <w:iCs/>
        </w:rPr>
        <w:t>.</w:t>
      </w:r>
    </w:p>
    <w:p w14:paraId="32AE3413" w14:textId="328807F3" w:rsidR="00E06896" w:rsidRDefault="001D69C9" w:rsidP="00BE51D0">
      <w:pPr>
        <w:pStyle w:val="Heading2"/>
      </w:pPr>
      <w:r>
        <w:t>History Match Job</w:t>
      </w:r>
    </w:p>
    <w:p w14:paraId="1B1690F7" w14:textId="5EBCF068" w:rsidR="001D69C9" w:rsidRDefault="001D69C9" w:rsidP="001D69C9">
      <w:r>
        <w:t>History Match Job is a scheduler for history match. This scheduler run every day at 01:29 GMT+0. This scheduler will run history match for retailers with disable history (</w:t>
      </w:r>
      <w:proofErr w:type="spellStart"/>
      <w:r w:rsidRPr="001D69C9">
        <w:rPr>
          <w:i/>
          <w:iCs/>
        </w:rPr>
        <w:t>web_</w:t>
      </w:r>
      <w:proofErr w:type="gramStart"/>
      <w:r w:rsidRPr="001D69C9">
        <w:rPr>
          <w:i/>
          <w:iCs/>
        </w:rPr>
        <w:t>crawler.disable</w:t>
      </w:r>
      <w:proofErr w:type="gramEnd"/>
      <w:r w:rsidRPr="001D69C9">
        <w:rPr>
          <w:i/>
          <w:iCs/>
        </w:rPr>
        <w:t>_history</w:t>
      </w:r>
      <w:proofErr w:type="spellEnd"/>
      <w:r>
        <w:t>) equals to false.</w:t>
      </w:r>
    </w:p>
    <w:p w14:paraId="27A5B4D1" w14:textId="2AD8E82F" w:rsidR="001D69C9" w:rsidRDefault="001D69C9" w:rsidP="001D69C9">
      <w:r>
        <w:t xml:space="preserve">This scheduler is controlled by </w:t>
      </w:r>
      <w:r>
        <w:rPr>
          <w:i/>
          <w:iCs/>
        </w:rPr>
        <w:t>PROJECT_ROOT</w:t>
      </w:r>
      <w:r w:rsidRPr="00044995">
        <w:rPr>
          <w:i/>
          <w:iCs/>
        </w:rPr>
        <w:t>/jobs/wine/alert/</w:t>
      </w:r>
      <w:proofErr w:type="spellStart"/>
      <w:r>
        <w:rPr>
          <w:i/>
          <w:iCs/>
        </w:rPr>
        <w:t>HistoryMatchJ</w:t>
      </w:r>
      <w:r w:rsidRPr="00044995">
        <w:rPr>
          <w:i/>
          <w:iCs/>
        </w:rPr>
        <w:t>ob.groo</w:t>
      </w:r>
      <w:r>
        <w:rPr>
          <w:i/>
          <w:iCs/>
        </w:rPr>
        <w:t>vy</w:t>
      </w:r>
      <w:proofErr w:type="spellEnd"/>
      <w:r>
        <w:rPr>
          <w:i/>
          <w:iCs/>
        </w:rPr>
        <w:t>.</w:t>
      </w:r>
    </w:p>
    <w:p w14:paraId="1BE5EF29" w14:textId="011DAC51" w:rsidR="001D69C9" w:rsidRDefault="001D69C9" w:rsidP="00BE51D0">
      <w:pPr>
        <w:pStyle w:val="Heading2"/>
      </w:pPr>
      <w:r>
        <w:t>Keyword Match Job</w:t>
      </w:r>
    </w:p>
    <w:p w14:paraId="6A78F088" w14:textId="7028494D" w:rsidR="001D69C9" w:rsidRDefault="001D69C9" w:rsidP="001D69C9">
      <w:r>
        <w:t xml:space="preserve">Keyword Match Job is a scheduler for keyword match. This scheduler run every day at 02:59 GMT+0. This scheduler will run </w:t>
      </w:r>
      <w:r w:rsidR="00B62F20">
        <w:t>keyword</w:t>
      </w:r>
      <w:r>
        <w:t xml:space="preserve"> match for retailers with disable keyword (</w:t>
      </w:r>
      <w:proofErr w:type="spellStart"/>
      <w:r w:rsidRPr="001D69C9">
        <w:rPr>
          <w:i/>
          <w:iCs/>
        </w:rPr>
        <w:t>web_</w:t>
      </w:r>
      <w:proofErr w:type="gramStart"/>
      <w:r w:rsidRPr="001D69C9">
        <w:rPr>
          <w:i/>
          <w:iCs/>
        </w:rPr>
        <w:t>crawler.disable</w:t>
      </w:r>
      <w:proofErr w:type="gramEnd"/>
      <w:r w:rsidRPr="001D69C9">
        <w:rPr>
          <w:i/>
          <w:iCs/>
        </w:rPr>
        <w:t>_</w:t>
      </w:r>
      <w:r>
        <w:rPr>
          <w:i/>
          <w:iCs/>
        </w:rPr>
        <w:t>keyword</w:t>
      </w:r>
      <w:proofErr w:type="spellEnd"/>
      <w:r>
        <w:t>) equals to false.</w:t>
      </w:r>
    </w:p>
    <w:p w14:paraId="6A6846E9" w14:textId="682E6921" w:rsidR="001D69C9" w:rsidRDefault="001D69C9" w:rsidP="001D69C9">
      <w:r>
        <w:t xml:space="preserve">This scheduler is controlled by </w:t>
      </w:r>
      <w:r>
        <w:rPr>
          <w:i/>
          <w:iCs/>
        </w:rPr>
        <w:t>PROJECT_ROOT</w:t>
      </w:r>
      <w:r w:rsidRPr="00044995">
        <w:rPr>
          <w:i/>
          <w:iCs/>
        </w:rPr>
        <w:t>/jobs/wine/alert/</w:t>
      </w:r>
      <w:proofErr w:type="spellStart"/>
      <w:r>
        <w:rPr>
          <w:i/>
          <w:iCs/>
        </w:rPr>
        <w:t>KeywordMatchJ</w:t>
      </w:r>
      <w:r w:rsidRPr="00044995">
        <w:rPr>
          <w:i/>
          <w:iCs/>
        </w:rPr>
        <w:t>ob.groo</w:t>
      </w:r>
      <w:r>
        <w:rPr>
          <w:i/>
          <w:iCs/>
        </w:rPr>
        <w:t>vy</w:t>
      </w:r>
      <w:proofErr w:type="spellEnd"/>
      <w:r>
        <w:rPr>
          <w:i/>
          <w:iCs/>
        </w:rPr>
        <w:t>.</w:t>
      </w:r>
    </w:p>
    <w:p w14:paraId="092A3652" w14:textId="3B4245DE" w:rsidR="00E6174B" w:rsidRDefault="00E6174B" w:rsidP="00BE51D0">
      <w:pPr>
        <w:pStyle w:val="Heading2"/>
      </w:pPr>
      <w:r>
        <w:t>Notes Uploader Job</w:t>
      </w:r>
    </w:p>
    <w:p w14:paraId="1BC9624C" w14:textId="7044B153" w:rsidR="00E6174B" w:rsidRDefault="00E6174B" w:rsidP="00E6174B">
      <w:r>
        <w:t xml:space="preserve">Notes Uploader Job is a scheduler to </w:t>
      </w:r>
      <w:r w:rsidR="00611065">
        <w:t xml:space="preserve">copy </w:t>
      </w:r>
      <w:proofErr w:type="spellStart"/>
      <w:r w:rsidR="00611065">
        <w:t>RobertParker’s</w:t>
      </w:r>
      <w:proofErr w:type="spellEnd"/>
      <w:r w:rsidR="00611065">
        <w:t xml:space="preserve"> tasting notes for particular retailer from </w:t>
      </w:r>
      <w:proofErr w:type="spellStart"/>
      <w:r w:rsidR="00611065">
        <w:t>RobertParker’s</w:t>
      </w:r>
      <w:proofErr w:type="spellEnd"/>
      <w:r w:rsidR="00611065">
        <w:t xml:space="preserve"> Cron Server to Wine Alert SFTP Server</w:t>
      </w:r>
      <w:r>
        <w:t xml:space="preserve">. This scheduler run </w:t>
      </w:r>
      <w:r w:rsidR="00611065">
        <w:t>every</w:t>
      </w:r>
      <w:r>
        <w:t xml:space="preserve"> day </w:t>
      </w:r>
      <w:r w:rsidR="00611065">
        <w:t>at 05:59 GMT+0</w:t>
      </w:r>
      <w:r>
        <w:t>.</w:t>
      </w:r>
    </w:p>
    <w:p w14:paraId="787F242C" w14:textId="31AD6AA2" w:rsidR="00E6174B" w:rsidRDefault="00E6174B" w:rsidP="00E6174B">
      <w:r>
        <w:t xml:space="preserve">This scheduler is controlled by </w:t>
      </w:r>
      <w:r>
        <w:rPr>
          <w:i/>
          <w:iCs/>
        </w:rPr>
        <w:t>PROJECT_ROOT</w:t>
      </w:r>
      <w:r w:rsidRPr="00044995">
        <w:rPr>
          <w:i/>
          <w:iCs/>
        </w:rPr>
        <w:t>/jobs/wine/alert/</w:t>
      </w:r>
      <w:proofErr w:type="spellStart"/>
      <w:r w:rsidR="00611065">
        <w:rPr>
          <w:i/>
          <w:iCs/>
        </w:rPr>
        <w:t>NotesUploader</w:t>
      </w:r>
      <w:r>
        <w:rPr>
          <w:i/>
          <w:iCs/>
        </w:rPr>
        <w:t>J</w:t>
      </w:r>
      <w:r w:rsidRPr="00044995">
        <w:rPr>
          <w:i/>
          <w:iCs/>
        </w:rPr>
        <w:t>ob.groo</w:t>
      </w:r>
      <w:r>
        <w:rPr>
          <w:i/>
          <w:iCs/>
        </w:rPr>
        <w:t>vy</w:t>
      </w:r>
      <w:proofErr w:type="spellEnd"/>
      <w:r>
        <w:rPr>
          <w:i/>
          <w:iCs/>
        </w:rPr>
        <w:t>.</w:t>
      </w:r>
    </w:p>
    <w:p w14:paraId="318853AB" w14:textId="50A83AA5" w:rsidR="00F53BE7" w:rsidRDefault="00F53BE7" w:rsidP="00BE51D0">
      <w:pPr>
        <w:pStyle w:val="Heading2"/>
      </w:pPr>
      <w:r>
        <w:t>Remap Keyword Job</w:t>
      </w:r>
    </w:p>
    <w:p w14:paraId="5AC9A176" w14:textId="388CABDA" w:rsidR="00F53BE7" w:rsidRDefault="00F53BE7" w:rsidP="00F53BE7">
      <w:r>
        <w:lastRenderedPageBreak/>
        <w:t>Remap Keyword Job is a scheduler to refresh all required in memory data for keyword match. This scheduler run every day at 02:45 GMT+0.</w:t>
      </w:r>
    </w:p>
    <w:p w14:paraId="60DEB4C4" w14:textId="6183D7AF" w:rsidR="00F53BE7" w:rsidRDefault="00F53BE7" w:rsidP="00F53BE7">
      <w:r>
        <w:t xml:space="preserve">This scheduler is controlled by </w:t>
      </w:r>
      <w:r>
        <w:rPr>
          <w:i/>
          <w:iCs/>
        </w:rPr>
        <w:t>PROJECT_ROOT</w:t>
      </w:r>
      <w:r w:rsidRPr="00044995">
        <w:rPr>
          <w:i/>
          <w:iCs/>
        </w:rPr>
        <w:t>/jobs/wine/alert/</w:t>
      </w:r>
      <w:proofErr w:type="spellStart"/>
      <w:r>
        <w:rPr>
          <w:i/>
          <w:iCs/>
        </w:rPr>
        <w:t>RemapKeywordJ</w:t>
      </w:r>
      <w:r w:rsidRPr="00044995">
        <w:rPr>
          <w:i/>
          <w:iCs/>
        </w:rPr>
        <w:t>ob.groo</w:t>
      </w:r>
      <w:r>
        <w:rPr>
          <w:i/>
          <w:iCs/>
        </w:rPr>
        <w:t>vy</w:t>
      </w:r>
      <w:proofErr w:type="spellEnd"/>
      <w:r>
        <w:rPr>
          <w:i/>
          <w:iCs/>
        </w:rPr>
        <w:t>.</w:t>
      </w:r>
    </w:p>
    <w:p w14:paraId="3BEA0D11" w14:textId="7C324691" w:rsidR="005541FA" w:rsidRDefault="005541FA" w:rsidP="00BE51D0">
      <w:pPr>
        <w:pStyle w:val="Heading2"/>
      </w:pPr>
      <w:r>
        <w:t>Rollup Job</w:t>
      </w:r>
    </w:p>
    <w:p w14:paraId="2B59DDAD" w14:textId="5D29ECCC" w:rsidR="005541FA" w:rsidRDefault="005541FA" w:rsidP="005541FA">
      <w:r>
        <w:t xml:space="preserve">Rollup Job is a scheduler to create </w:t>
      </w:r>
      <w:proofErr w:type="spellStart"/>
      <w:r>
        <w:t>RobertParker’s</w:t>
      </w:r>
      <w:proofErr w:type="spellEnd"/>
      <w:r>
        <w:t xml:space="preserve"> Rollup. This scheduler run after History Match Job.</w:t>
      </w:r>
    </w:p>
    <w:p w14:paraId="2FCA1D57" w14:textId="2872A514" w:rsidR="005541FA" w:rsidRDefault="005541FA" w:rsidP="005541FA">
      <w:r>
        <w:t xml:space="preserve">This scheduler is controlled by </w:t>
      </w:r>
      <w:r>
        <w:rPr>
          <w:i/>
          <w:iCs/>
        </w:rPr>
        <w:t>PROJECT_ROOT</w:t>
      </w:r>
      <w:r w:rsidRPr="00044995">
        <w:rPr>
          <w:i/>
          <w:iCs/>
        </w:rPr>
        <w:t>/jobs/wine/alert/</w:t>
      </w:r>
      <w:proofErr w:type="spellStart"/>
      <w:r>
        <w:rPr>
          <w:i/>
          <w:iCs/>
        </w:rPr>
        <w:t>RollupJ</w:t>
      </w:r>
      <w:r w:rsidRPr="00044995">
        <w:rPr>
          <w:i/>
          <w:iCs/>
        </w:rPr>
        <w:t>ob.groo</w:t>
      </w:r>
      <w:r>
        <w:rPr>
          <w:i/>
          <w:iCs/>
        </w:rPr>
        <w:t>vy</w:t>
      </w:r>
      <w:proofErr w:type="spellEnd"/>
      <w:r>
        <w:rPr>
          <w:i/>
          <w:iCs/>
        </w:rPr>
        <w:t>.</w:t>
      </w:r>
    </w:p>
    <w:p w14:paraId="6D457DD1" w14:textId="6748677C" w:rsidR="00CE43F8" w:rsidRDefault="00CE43F8" w:rsidP="00BE51D0">
      <w:pPr>
        <w:pStyle w:val="Heading2"/>
      </w:pPr>
      <w:r>
        <w:t>Separate Crawl Job</w:t>
      </w:r>
    </w:p>
    <w:p w14:paraId="2842FAA7" w14:textId="7A3322FA" w:rsidR="00CE43F8" w:rsidRDefault="00CE43F8" w:rsidP="00CE43F8">
      <w:r>
        <w:t>Separate Crawl Job is a scheduler for crawler</w:t>
      </w:r>
      <w:r w:rsidR="00272907">
        <w:t xml:space="preserve"> that run only retailers with option crawl separately (</w:t>
      </w:r>
      <w:proofErr w:type="spellStart"/>
      <w:r w:rsidR="00272907" w:rsidRPr="00272907">
        <w:rPr>
          <w:i/>
          <w:iCs/>
        </w:rPr>
        <w:t>web_</w:t>
      </w:r>
      <w:proofErr w:type="gramStart"/>
      <w:r w:rsidR="00272907" w:rsidRPr="00272907">
        <w:rPr>
          <w:i/>
          <w:iCs/>
        </w:rPr>
        <w:t>crawler.crawl</w:t>
      </w:r>
      <w:proofErr w:type="gramEnd"/>
      <w:r w:rsidR="00272907" w:rsidRPr="00272907">
        <w:rPr>
          <w:i/>
          <w:iCs/>
        </w:rPr>
        <w:t>_separately</w:t>
      </w:r>
      <w:proofErr w:type="spellEnd"/>
      <w:r w:rsidR="00272907">
        <w:t>) equals to true</w:t>
      </w:r>
      <w:r>
        <w:t>. This scheduler run every day at 0</w:t>
      </w:r>
      <w:r w:rsidR="00272907">
        <w:t>1</w:t>
      </w:r>
      <w:r>
        <w:t>:59 GMT+0.</w:t>
      </w:r>
    </w:p>
    <w:p w14:paraId="5FB6F3F6" w14:textId="332FB906" w:rsidR="00CE43F8" w:rsidRDefault="00CE43F8" w:rsidP="00CE43F8">
      <w:r>
        <w:t xml:space="preserve">This scheduler is controlled by </w:t>
      </w:r>
      <w:r>
        <w:rPr>
          <w:i/>
          <w:iCs/>
        </w:rPr>
        <w:t>PROJECT_ROOT</w:t>
      </w:r>
      <w:r w:rsidRPr="00044995">
        <w:rPr>
          <w:i/>
          <w:iCs/>
        </w:rPr>
        <w:t>/jobs/wine/alert/</w:t>
      </w:r>
      <w:proofErr w:type="spellStart"/>
      <w:r w:rsidR="00834FDB">
        <w:rPr>
          <w:i/>
          <w:iCs/>
        </w:rPr>
        <w:t>SeparateCrawl</w:t>
      </w:r>
      <w:r>
        <w:rPr>
          <w:i/>
          <w:iCs/>
        </w:rPr>
        <w:t>J</w:t>
      </w:r>
      <w:r w:rsidRPr="00044995">
        <w:rPr>
          <w:i/>
          <w:iCs/>
        </w:rPr>
        <w:t>ob.groo</w:t>
      </w:r>
      <w:r>
        <w:rPr>
          <w:i/>
          <w:iCs/>
        </w:rPr>
        <w:t>vy</w:t>
      </w:r>
      <w:proofErr w:type="spellEnd"/>
      <w:r>
        <w:rPr>
          <w:i/>
          <w:iCs/>
        </w:rPr>
        <w:t>.</w:t>
      </w:r>
    </w:p>
    <w:p w14:paraId="12567182" w14:textId="6ACD10D5" w:rsidR="001D69C9" w:rsidRDefault="00312CAE" w:rsidP="00BE51D0">
      <w:pPr>
        <w:pStyle w:val="Heading2"/>
      </w:pPr>
      <w:r>
        <w:t>Wine Match Job</w:t>
      </w:r>
    </w:p>
    <w:p w14:paraId="40A0988B" w14:textId="4909EB42" w:rsidR="00312CAE" w:rsidRDefault="00312CAE" w:rsidP="00312CAE">
      <w:r>
        <w:t xml:space="preserve">Wine Match Job is a scheduler to run history match or keyword match. This scheduler is triggered manually from </w:t>
      </w:r>
      <w:proofErr w:type="spellStart"/>
      <w:r>
        <w:t>WineMatchController</w:t>
      </w:r>
      <w:proofErr w:type="spellEnd"/>
      <w:r>
        <w:t>.</w:t>
      </w:r>
    </w:p>
    <w:p w14:paraId="580BA45A" w14:textId="54FCFFD2" w:rsidR="00312CAE" w:rsidRDefault="00312CAE" w:rsidP="00312CAE">
      <w:r>
        <w:t xml:space="preserve">This scheduler is controlled by </w:t>
      </w:r>
      <w:r>
        <w:rPr>
          <w:i/>
          <w:iCs/>
        </w:rPr>
        <w:t>PROJECT_ROOT</w:t>
      </w:r>
      <w:r w:rsidRPr="00044995">
        <w:rPr>
          <w:i/>
          <w:iCs/>
        </w:rPr>
        <w:t>/jobs/wine/alert/</w:t>
      </w:r>
      <w:proofErr w:type="spellStart"/>
      <w:r>
        <w:rPr>
          <w:i/>
          <w:iCs/>
        </w:rPr>
        <w:t>WineMatchJ</w:t>
      </w:r>
      <w:r w:rsidRPr="00044995">
        <w:rPr>
          <w:i/>
          <w:iCs/>
        </w:rPr>
        <w:t>ob.groo</w:t>
      </w:r>
      <w:r>
        <w:rPr>
          <w:i/>
          <w:iCs/>
        </w:rPr>
        <w:t>vy</w:t>
      </w:r>
      <w:proofErr w:type="spellEnd"/>
      <w:r>
        <w:rPr>
          <w:i/>
          <w:iCs/>
        </w:rPr>
        <w:t>.</w:t>
      </w:r>
    </w:p>
    <w:p w14:paraId="58231F95" w14:textId="6F1FEEF4" w:rsidR="00F910C2" w:rsidRDefault="00312CAE" w:rsidP="00BE51D0">
      <w:pPr>
        <w:pStyle w:val="Heading2"/>
      </w:pPr>
      <w:r>
        <w:t>Dump Job</w:t>
      </w:r>
    </w:p>
    <w:p w14:paraId="39375919" w14:textId="4425280D" w:rsidR="00312CAE" w:rsidRDefault="00312CAE" w:rsidP="00312CAE">
      <w:r>
        <w:t>Dump Job is a scheduler to create dump files for some tables</w:t>
      </w:r>
      <w:r w:rsidR="00B144AA">
        <w:t xml:space="preserve"> of wine database</w:t>
      </w:r>
      <w:r>
        <w:t xml:space="preserve">. This scheduler is triggered manually from </w:t>
      </w:r>
      <w:proofErr w:type="spellStart"/>
      <w:r>
        <w:t>DownloadController</w:t>
      </w:r>
      <w:proofErr w:type="spellEnd"/>
      <w:r>
        <w:t>.</w:t>
      </w:r>
    </w:p>
    <w:p w14:paraId="562CD765" w14:textId="4BA39AB0" w:rsidR="00312CAE" w:rsidRDefault="00312CAE" w:rsidP="00BA5FF1">
      <w:r>
        <w:t xml:space="preserve">This scheduler is controlled by </w:t>
      </w:r>
      <w:r>
        <w:rPr>
          <w:i/>
          <w:iCs/>
        </w:rPr>
        <w:t>PROJECT_ROOT</w:t>
      </w:r>
      <w:r w:rsidRPr="00044995">
        <w:rPr>
          <w:i/>
          <w:iCs/>
        </w:rPr>
        <w:t>/jobs/wine/</w:t>
      </w:r>
      <w:proofErr w:type="spellStart"/>
      <w:r w:rsidR="00E54FE3">
        <w:rPr>
          <w:i/>
          <w:iCs/>
        </w:rPr>
        <w:t>db</w:t>
      </w:r>
      <w:proofErr w:type="spellEnd"/>
      <w:r w:rsidRPr="00044995">
        <w:rPr>
          <w:i/>
          <w:iCs/>
        </w:rPr>
        <w:t>/</w:t>
      </w:r>
      <w:proofErr w:type="spellStart"/>
      <w:r w:rsidR="00E54FE3">
        <w:rPr>
          <w:i/>
          <w:iCs/>
        </w:rPr>
        <w:t>Dump</w:t>
      </w:r>
      <w:r>
        <w:rPr>
          <w:i/>
          <w:iCs/>
        </w:rPr>
        <w:t>J</w:t>
      </w:r>
      <w:r w:rsidRPr="00044995">
        <w:rPr>
          <w:i/>
          <w:iCs/>
        </w:rPr>
        <w:t>ob.groo</w:t>
      </w:r>
      <w:r>
        <w:rPr>
          <w:i/>
          <w:iCs/>
        </w:rPr>
        <w:t>vy</w:t>
      </w:r>
      <w:proofErr w:type="spellEnd"/>
      <w:r>
        <w:rPr>
          <w:i/>
          <w:iCs/>
        </w:rPr>
        <w:t>.</w:t>
      </w:r>
    </w:p>
    <w:p w14:paraId="537DA003" w14:textId="665E2470" w:rsidR="00ED7ACB" w:rsidRDefault="0040032F" w:rsidP="00ED7ACB">
      <w:pPr>
        <w:pStyle w:val="Heading1"/>
      </w:pPr>
      <w:r>
        <w:t>BUILD</w:t>
      </w:r>
      <w:r w:rsidR="00E85A45">
        <w:t xml:space="preserve"> WAR FOR DEPLOYMENT</w:t>
      </w:r>
    </w:p>
    <w:p w14:paraId="15707519" w14:textId="77777777" w:rsidR="0040032F" w:rsidRDefault="0040032F" w:rsidP="00ED7ACB">
      <w:r>
        <w:t>Before build war, make sure that grails build directory is clean by run the following command:</w:t>
      </w:r>
    </w:p>
    <w:p w14:paraId="16490A0A" w14:textId="77777777" w:rsidR="0040032F" w:rsidRDefault="0040032F" w:rsidP="0040032F">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grails clean</w:t>
      </w:r>
    </w:p>
    <w:p w14:paraId="0B12DFD4" w14:textId="77777777" w:rsidR="0040032F" w:rsidRDefault="0040032F" w:rsidP="0040032F">
      <w:pPr>
        <w:ind w:left="0"/>
      </w:pPr>
    </w:p>
    <w:p w14:paraId="6E217259" w14:textId="77777777" w:rsidR="0040032F" w:rsidRDefault="0040032F" w:rsidP="0040032F">
      <w:r>
        <w:t>Here are steps to build in production environment:</w:t>
      </w:r>
    </w:p>
    <w:p w14:paraId="142CB23A" w14:textId="5F4E5561" w:rsidR="0040032F" w:rsidRDefault="0040032F" w:rsidP="0040032F">
      <w:pPr>
        <w:pStyle w:val="ListParagraph"/>
        <w:numPr>
          <w:ilvl w:val="0"/>
          <w:numId w:val="6"/>
        </w:numPr>
      </w:pPr>
      <w:r>
        <w:t>Create production environment config file “application-</w:t>
      </w:r>
      <w:proofErr w:type="spellStart"/>
      <w:r>
        <w:t>production.yml</w:t>
      </w:r>
      <w:proofErr w:type="spellEnd"/>
      <w:r>
        <w:t>”</w:t>
      </w:r>
      <w:r w:rsidR="00D27CB2">
        <w:t xml:space="preserve"> in “</w:t>
      </w:r>
      <w:r w:rsidR="00D20D97">
        <w:rPr>
          <w:i/>
          <w:iCs/>
        </w:rPr>
        <w:t>PROJECT_ROOT</w:t>
      </w:r>
      <w:r w:rsidR="00D27CB2" w:rsidRPr="00D27CB2">
        <w:rPr>
          <w:i/>
          <w:iCs/>
        </w:rPr>
        <w:t>/conf</w:t>
      </w:r>
      <w:r w:rsidR="00D27CB2">
        <w:t>"</w:t>
      </w:r>
    </w:p>
    <w:p w14:paraId="11BE1225" w14:textId="77777777" w:rsidR="0040032F" w:rsidRDefault="00D27CB2" w:rsidP="00D27CB2">
      <w:pPr>
        <w:pStyle w:val="ListParagraph"/>
        <w:numPr>
          <w:ilvl w:val="0"/>
          <w:numId w:val="6"/>
        </w:numPr>
      </w:pPr>
      <w:r>
        <w:t>Run grails war command</w:t>
      </w:r>
    </w:p>
    <w:p w14:paraId="43CADC53" w14:textId="18CB66E1" w:rsidR="00ED7ACB" w:rsidRDefault="00ED7ACB" w:rsidP="00ED7ACB">
      <w:r>
        <w:t xml:space="preserve">To </w:t>
      </w:r>
      <w:r w:rsidR="00E85A45">
        <w:t>create war</w:t>
      </w:r>
      <w:r w:rsidR="0040032F">
        <w:t xml:space="preserve"> for production environment</w:t>
      </w:r>
      <w:r w:rsidR="00E85A45">
        <w:t>, u</w:t>
      </w:r>
      <w:r>
        <w:t xml:space="preserve">se the following command from </w:t>
      </w:r>
      <w:r w:rsidR="00D20D97">
        <w:rPr>
          <w:i/>
          <w:iCs/>
        </w:rPr>
        <w:t>PROJECT_ROOT</w:t>
      </w:r>
      <w:r>
        <w:t xml:space="preserve"> location:</w:t>
      </w:r>
    </w:p>
    <w:p w14:paraId="58732F8C" w14:textId="77777777" w:rsidR="0040032F" w:rsidRDefault="0040032F" w:rsidP="0040032F">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lastRenderedPageBreak/>
        <w:t>$ grails war</w:t>
      </w:r>
    </w:p>
    <w:p w14:paraId="55F3EE11" w14:textId="77777777" w:rsidR="0040032F" w:rsidRDefault="0040032F" w:rsidP="0040032F">
      <w:r>
        <w:t xml:space="preserve"> </w:t>
      </w:r>
    </w:p>
    <w:p w14:paraId="0A00E4B6" w14:textId="77777777" w:rsidR="00D27CB2" w:rsidRDefault="00D27CB2" w:rsidP="00D27CB2">
      <w:r>
        <w:t>For custom environment, use the following command. Environment: staging</w:t>
      </w:r>
    </w:p>
    <w:p w14:paraId="5F52C81F" w14:textId="77777777" w:rsidR="00D27CB2" w:rsidRDefault="00D27CB2" w:rsidP="00D27CB2">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grails -</w:t>
      </w:r>
      <w:proofErr w:type="spellStart"/>
      <w:r>
        <w:rPr>
          <w:rFonts w:ascii="Menlo" w:eastAsia="Times New Roman" w:hAnsi="Menlo" w:cs="Menlo"/>
          <w:color w:val="FFFFFF" w:themeColor="background1"/>
          <w:sz w:val="24"/>
          <w:szCs w:val="24"/>
          <w:lang w:val="en-ID" w:eastAsia="en-US"/>
        </w:rPr>
        <w:t>Dgrails.env</w:t>
      </w:r>
      <w:proofErr w:type="spellEnd"/>
      <w:r>
        <w:rPr>
          <w:rFonts w:ascii="Menlo" w:eastAsia="Times New Roman" w:hAnsi="Menlo" w:cs="Menlo"/>
          <w:color w:val="FFFFFF" w:themeColor="background1"/>
          <w:sz w:val="24"/>
          <w:szCs w:val="24"/>
          <w:lang w:val="en-ID" w:eastAsia="en-US"/>
        </w:rPr>
        <w:t>=staging war</w:t>
      </w:r>
    </w:p>
    <w:p w14:paraId="05D43B56" w14:textId="77777777" w:rsidR="00ED7ACB" w:rsidRDefault="00ED7ACB" w:rsidP="00ED7ACB"/>
    <w:p w14:paraId="39F4FF33" w14:textId="77777777" w:rsidR="00D27CB2" w:rsidRDefault="00D27CB2" w:rsidP="00ED7ACB">
      <w:r>
        <w:t xml:space="preserve">Please refer to </w:t>
      </w:r>
      <w:hyperlink r:id="rId21" w:history="1">
        <w:r w:rsidRPr="00700CFC">
          <w:rPr>
            <w:rStyle w:val="Hyperlink"/>
          </w:rPr>
          <w:t>http://docs.grails.org/3.1.3/ref/Command%20Line/war.html</w:t>
        </w:r>
      </w:hyperlink>
      <w:r>
        <w:t xml:space="preserve"> for more information.</w:t>
      </w:r>
    </w:p>
    <w:p w14:paraId="06EF20C5" w14:textId="1A597AE9" w:rsidR="00ED7ACB" w:rsidRDefault="00EB4DEA" w:rsidP="00E55192">
      <w:pPr>
        <w:pStyle w:val="Heading1"/>
      </w:pPr>
      <w:r>
        <w:t>Deployment</w:t>
      </w:r>
    </w:p>
    <w:p w14:paraId="1EC8E5DB" w14:textId="0D675B4E" w:rsidR="00FC0C2F" w:rsidRDefault="0025533F" w:rsidP="00FC0C2F">
      <w:r>
        <w:t xml:space="preserve">Upload/put the generated war file in to the tomcat </w:t>
      </w:r>
      <w:proofErr w:type="spellStart"/>
      <w:r>
        <w:t>webapp</w:t>
      </w:r>
      <w:proofErr w:type="spellEnd"/>
      <w:r>
        <w:t xml:space="preserve"> folder with the correct </w:t>
      </w:r>
      <w:r w:rsidR="0016182A">
        <w:t xml:space="preserve">application </w:t>
      </w:r>
      <w:r>
        <w:t xml:space="preserve">context. </w:t>
      </w:r>
      <w:proofErr w:type="spellStart"/>
      <w:r>
        <w:t>ROOT.war</w:t>
      </w:r>
      <w:proofErr w:type="spellEnd"/>
      <w:r>
        <w:t xml:space="preserve"> is the default/root context.</w:t>
      </w:r>
    </w:p>
    <w:p w14:paraId="14509B3A" w14:textId="4E6BD3E9" w:rsidR="00124F70" w:rsidRDefault="00124F70" w:rsidP="00124F70">
      <w:pPr>
        <w:pStyle w:val="Heading1"/>
      </w:pPr>
      <w:r>
        <w:t>Generate Groovy &amp; Java Docs</w:t>
      </w:r>
    </w:p>
    <w:p w14:paraId="735FC2C1" w14:textId="5B7E8A9F" w:rsidR="00124F70" w:rsidRDefault="0055097E" w:rsidP="00124F70">
      <w:r>
        <w:t>To generate groove &amp; java d</w:t>
      </w:r>
      <w:r w:rsidR="00124F70">
        <w:t>ocs</w:t>
      </w:r>
      <w:r>
        <w:t>, run the following command:</w:t>
      </w:r>
    </w:p>
    <w:p w14:paraId="219A9608" w14:textId="1CE39B49" w:rsidR="0055097E" w:rsidRDefault="0055097E" w:rsidP="0055097E">
      <w:pPr>
        <w:shd w:val="clear" w:color="auto" w:fill="2B2B2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Menlo" w:eastAsia="Times New Roman" w:hAnsi="Menlo" w:cs="Menlo"/>
          <w:color w:val="FFFFFF" w:themeColor="background1"/>
          <w:sz w:val="24"/>
          <w:szCs w:val="24"/>
          <w:lang w:val="en-ID" w:eastAsia="en-US"/>
        </w:rPr>
      </w:pPr>
      <w:r>
        <w:rPr>
          <w:rFonts w:ascii="Menlo" w:eastAsia="Times New Roman" w:hAnsi="Menlo" w:cs="Menlo"/>
          <w:color w:val="FFFFFF" w:themeColor="background1"/>
          <w:sz w:val="24"/>
          <w:szCs w:val="24"/>
          <w:lang w:val="en-ID" w:eastAsia="en-US"/>
        </w:rPr>
        <w:t xml:space="preserve">$ </w:t>
      </w:r>
      <w:proofErr w:type="spellStart"/>
      <w:r>
        <w:rPr>
          <w:rFonts w:ascii="Menlo" w:eastAsia="Times New Roman" w:hAnsi="Menlo" w:cs="Menlo"/>
          <w:color w:val="FFFFFF" w:themeColor="background1"/>
          <w:sz w:val="24"/>
          <w:szCs w:val="24"/>
          <w:lang w:val="en-ID" w:eastAsia="en-US"/>
        </w:rPr>
        <w:t>gradle</w:t>
      </w:r>
      <w:proofErr w:type="spellEnd"/>
      <w:r>
        <w:rPr>
          <w:rFonts w:ascii="Menlo" w:eastAsia="Times New Roman" w:hAnsi="Menlo" w:cs="Menlo"/>
          <w:color w:val="FFFFFF" w:themeColor="background1"/>
          <w:sz w:val="24"/>
          <w:szCs w:val="24"/>
          <w:lang w:val="en-ID" w:eastAsia="en-US"/>
        </w:rPr>
        <w:t xml:space="preserve"> docs</w:t>
      </w:r>
    </w:p>
    <w:p w14:paraId="6D245340" w14:textId="77777777" w:rsidR="00CF52C2" w:rsidRDefault="00CF52C2" w:rsidP="00CF52C2"/>
    <w:p w14:paraId="3F6E5579" w14:textId="4B52DFDA" w:rsidR="00CF52C2" w:rsidRDefault="00CF52C2" w:rsidP="00CF52C2">
      <w:r>
        <w:t>The generated documentations are stored in “PROJECT_ROOT/build/docs”.</w:t>
      </w:r>
    </w:p>
    <w:p w14:paraId="2098D11A" w14:textId="77777777" w:rsidR="0055097E" w:rsidRDefault="0055097E" w:rsidP="00124F70"/>
    <w:p w14:paraId="1C26D68E" w14:textId="77777777" w:rsidR="0007273B" w:rsidRDefault="0007273B" w:rsidP="00E55192">
      <w:pPr>
        <w:ind w:left="0"/>
      </w:pPr>
    </w:p>
    <w:sectPr w:rsidR="0007273B">
      <w:footerReference w:type="default" r:id="rId22"/>
      <w:pgSz w:w="12240" w:h="15840"/>
      <w:pgMar w:top="1440" w:right="1800" w:bottom="108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DFFFB" w14:textId="77777777" w:rsidR="00016FBC" w:rsidRDefault="00016FBC">
      <w:pPr>
        <w:spacing w:after="0" w:line="240" w:lineRule="auto"/>
      </w:pPr>
      <w:r>
        <w:separator/>
      </w:r>
    </w:p>
    <w:p w14:paraId="56E202CB" w14:textId="77777777" w:rsidR="00016FBC" w:rsidRDefault="00016FBC"/>
  </w:endnote>
  <w:endnote w:type="continuationSeparator" w:id="0">
    <w:p w14:paraId="79C7467B" w14:textId="77777777" w:rsidR="00016FBC" w:rsidRDefault="00016FBC">
      <w:pPr>
        <w:spacing w:after="0" w:line="240" w:lineRule="auto"/>
      </w:pPr>
      <w:r>
        <w:continuationSeparator/>
      </w:r>
    </w:p>
    <w:p w14:paraId="6CE7C727" w14:textId="77777777" w:rsidR="00016FBC" w:rsidRDefault="00016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enlo">
    <w:panose1 w:val="020B0609030804020204"/>
    <w:charset w:val="00"/>
    <w:family w:val="modern"/>
    <w:pitch w:val="fixed"/>
    <w:sig w:usb0="E60022FF" w:usb1="D200F9FB" w:usb2="02000028"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40F24" w14:textId="77777777" w:rsidR="00787C52" w:rsidRDefault="00787C52">
    <w:pPr>
      <w:pStyle w:val="Foo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50DAE" w14:textId="77777777" w:rsidR="00016FBC" w:rsidRDefault="00016FBC">
      <w:pPr>
        <w:spacing w:after="0" w:line="240" w:lineRule="auto"/>
      </w:pPr>
      <w:r>
        <w:separator/>
      </w:r>
    </w:p>
    <w:p w14:paraId="0CFABEEE" w14:textId="77777777" w:rsidR="00016FBC" w:rsidRDefault="00016FBC"/>
  </w:footnote>
  <w:footnote w:type="continuationSeparator" w:id="0">
    <w:p w14:paraId="3B3CD9C8" w14:textId="77777777" w:rsidR="00016FBC" w:rsidRDefault="00016FBC">
      <w:pPr>
        <w:spacing w:after="0" w:line="240" w:lineRule="auto"/>
      </w:pPr>
      <w:r>
        <w:continuationSeparator/>
      </w:r>
    </w:p>
    <w:p w14:paraId="287BA52D" w14:textId="77777777" w:rsidR="00016FBC" w:rsidRDefault="00016F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767D"/>
    <w:multiLevelType w:val="multilevel"/>
    <w:tmpl w:val="CBA03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B67352"/>
    <w:multiLevelType w:val="multilevel"/>
    <w:tmpl w:val="9CF60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3069F7"/>
    <w:multiLevelType w:val="multilevel"/>
    <w:tmpl w:val="0F14E97C"/>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3" w15:restartNumberingAfterBreak="0">
    <w:nsid w:val="11AC3372"/>
    <w:multiLevelType w:val="hybridMultilevel"/>
    <w:tmpl w:val="D83880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2FF73C8"/>
    <w:multiLevelType w:val="multilevel"/>
    <w:tmpl w:val="475AA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AC1D51"/>
    <w:multiLevelType w:val="multilevel"/>
    <w:tmpl w:val="BA525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152E15"/>
    <w:multiLevelType w:val="hybridMultilevel"/>
    <w:tmpl w:val="38BA80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8FB0E3A"/>
    <w:multiLevelType w:val="multilevel"/>
    <w:tmpl w:val="D6E81BDE"/>
    <w:lvl w:ilvl="0">
      <w:start w:val="1"/>
      <w:numFmt w:val="decimal"/>
      <w:pStyle w:val="Heading1"/>
      <w:lvlText w:val="%1."/>
      <w:lvlJc w:val="left"/>
      <w:pPr>
        <w:ind w:left="360" w:hanging="360"/>
      </w:pPr>
      <w:rPr>
        <w:rFonts w:hint="default"/>
      </w:rPr>
    </w:lvl>
    <w:lvl w:ilvl="1">
      <w:start w:val="1"/>
      <w:numFmt w:val="upperLetter"/>
      <w:pStyle w:val="Heading2"/>
      <w:lvlText w:val="%2."/>
      <w:lvlJc w:val="left"/>
      <w:pPr>
        <w:ind w:left="720" w:hanging="360"/>
      </w:pPr>
      <w:rPr>
        <w:rFonts w:hint="default"/>
      </w:rPr>
    </w:lvl>
    <w:lvl w:ilvl="2">
      <w:start w:val="1"/>
      <w:numFmt w:val="lowerRoman"/>
      <w:pStyle w:val="Heading3"/>
      <w:lvlText w:val="%3."/>
      <w:lvlJc w:val="righ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righ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right"/>
      <w:pPr>
        <w:ind w:left="3240" w:hanging="360"/>
      </w:pPr>
      <w:rPr>
        <w:rFonts w:hint="default"/>
      </w:rPr>
    </w:lvl>
  </w:abstractNum>
  <w:abstractNum w:abstractNumId="8" w15:restartNumberingAfterBreak="0">
    <w:nsid w:val="4F275016"/>
    <w:multiLevelType w:val="hybridMultilevel"/>
    <w:tmpl w:val="57D0244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52A43712"/>
    <w:multiLevelType w:val="multilevel"/>
    <w:tmpl w:val="EE304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73A13DE"/>
    <w:multiLevelType w:val="hybridMultilevel"/>
    <w:tmpl w:val="B378970E"/>
    <w:lvl w:ilvl="0" w:tplc="7F9604C0">
      <w:start w:val="1"/>
      <w:numFmt w:val="bullet"/>
      <w:lvlText w:val="-"/>
      <w:lvlJc w:val="left"/>
      <w:pPr>
        <w:ind w:left="1080" w:hanging="360"/>
      </w:pPr>
      <w:rPr>
        <w:rFonts w:ascii="Cambria" w:eastAsiaTheme="majorEastAsia" w:hAnsi="Cambria"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9850751"/>
    <w:multiLevelType w:val="hybridMultilevel"/>
    <w:tmpl w:val="9D484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2A52BE7"/>
    <w:multiLevelType w:val="hybridMultilevel"/>
    <w:tmpl w:val="EA2ADC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47F3823"/>
    <w:multiLevelType w:val="multilevel"/>
    <w:tmpl w:val="0F14E97C"/>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14" w15:restartNumberingAfterBreak="0">
    <w:nsid w:val="6CE55409"/>
    <w:multiLevelType w:val="hybridMultilevel"/>
    <w:tmpl w:val="4A60C4B2"/>
    <w:lvl w:ilvl="0" w:tplc="7F9604C0">
      <w:start w:val="1"/>
      <w:numFmt w:val="bullet"/>
      <w:lvlText w:val="-"/>
      <w:lvlJc w:val="left"/>
      <w:pPr>
        <w:ind w:left="2160" w:hanging="360"/>
      </w:pPr>
      <w:rPr>
        <w:rFonts w:ascii="Cambria" w:eastAsiaTheme="majorEastAsia" w:hAnsi="Cambria"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BFE0E13"/>
    <w:multiLevelType w:val="hybridMultilevel"/>
    <w:tmpl w:val="9F8C5032"/>
    <w:lvl w:ilvl="0" w:tplc="7F9604C0">
      <w:start w:val="1"/>
      <w:numFmt w:val="bullet"/>
      <w:lvlText w:val="-"/>
      <w:lvlJc w:val="left"/>
      <w:pPr>
        <w:ind w:left="1800" w:hanging="360"/>
      </w:pPr>
      <w:rPr>
        <w:rFonts w:ascii="Cambria" w:eastAsiaTheme="majorEastAsia" w:hAnsi="Cambria" w:cstheme="maj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7C871DD6"/>
    <w:multiLevelType w:val="hybridMultilevel"/>
    <w:tmpl w:val="B95ED6E2"/>
    <w:lvl w:ilvl="0" w:tplc="7F9604C0">
      <w:start w:val="1"/>
      <w:numFmt w:val="bullet"/>
      <w:lvlText w:val="-"/>
      <w:lvlJc w:val="left"/>
      <w:pPr>
        <w:ind w:left="2160" w:hanging="360"/>
      </w:pPr>
      <w:rPr>
        <w:rFonts w:ascii="Cambria" w:eastAsiaTheme="majorEastAsia" w:hAnsi="Cambria"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E0548C7"/>
    <w:multiLevelType w:val="hybridMultilevel"/>
    <w:tmpl w:val="9F120B9A"/>
    <w:lvl w:ilvl="0" w:tplc="7F9604C0">
      <w:start w:val="1"/>
      <w:numFmt w:val="bullet"/>
      <w:lvlText w:val="-"/>
      <w:lvlJc w:val="left"/>
      <w:pPr>
        <w:ind w:left="1080" w:hanging="360"/>
      </w:pPr>
      <w:rPr>
        <w:rFonts w:ascii="Cambria" w:eastAsiaTheme="majorEastAsia" w:hAnsi="Cambria"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1"/>
  </w:num>
  <w:num w:numId="3">
    <w:abstractNumId w:val="2"/>
  </w:num>
  <w:num w:numId="4">
    <w:abstractNumId w:val="13"/>
  </w:num>
  <w:num w:numId="5">
    <w:abstractNumId w:val="15"/>
  </w:num>
  <w:num w:numId="6">
    <w:abstractNumId w:val="12"/>
  </w:num>
  <w:num w:numId="7">
    <w:abstractNumId w:val="3"/>
  </w:num>
  <w:num w:numId="8">
    <w:abstractNumId w:val="5"/>
  </w:num>
  <w:num w:numId="9">
    <w:abstractNumId w:val="8"/>
  </w:num>
  <w:num w:numId="10">
    <w:abstractNumId w:val="4"/>
  </w:num>
  <w:num w:numId="11">
    <w:abstractNumId w:val="6"/>
  </w:num>
  <w:num w:numId="12">
    <w:abstractNumId w:val="14"/>
  </w:num>
  <w:num w:numId="13">
    <w:abstractNumId w:val="16"/>
  </w:num>
  <w:num w:numId="14">
    <w:abstractNumId w:val="9"/>
  </w:num>
  <w:num w:numId="15">
    <w:abstractNumId w:val="0"/>
  </w:num>
  <w:num w:numId="16">
    <w:abstractNumId w:val="1"/>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AA5"/>
    <w:rsid w:val="00016FBC"/>
    <w:rsid w:val="00025ACE"/>
    <w:rsid w:val="00044995"/>
    <w:rsid w:val="00050642"/>
    <w:rsid w:val="00070AEF"/>
    <w:rsid w:val="0007273B"/>
    <w:rsid w:val="00080AFF"/>
    <w:rsid w:val="00092968"/>
    <w:rsid w:val="000965A6"/>
    <w:rsid w:val="00097BC6"/>
    <w:rsid w:val="000A3AE9"/>
    <w:rsid w:val="000B411E"/>
    <w:rsid w:val="000D2C3C"/>
    <w:rsid w:val="000F4FA4"/>
    <w:rsid w:val="000F52D0"/>
    <w:rsid w:val="00104880"/>
    <w:rsid w:val="00105A29"/>
    <w:rsid w:val="00113A28"/>
    <w:rsid w:val="00120C52"/>
    <w:rsid w:val="00124F70"/>
    <w:rsid w:val="00143491"/>
    <w:rsid w:val="00154E5B"/>
    <w:rsid w:val="00154F47"/>
    <w:rsid w:val="001612B4"/>
    <w:rsid w:val="0016182A"/>
    <w:rsid w:val="00162BC1"/>
    <w:rsid w:val="00171960"/>
    <w:rsid w:val="00171A51"/>
    <w:rsid w:val="00175A53"/>
    <w:rsid w:val="00175AA5"/>
    <w:rsid w:val="00182D1A"/>
    <w:rsid w:val="0018746F"/>
    <w:rsid w:val="001A0B54"/>
    <w:rsid w:val="001A12FC"/>
    <w:rsid w:val="001A2BAD"/>
    <w:rsid w:val="001A4518"/>
    <w:rsid w:val="001D52B0"/>
    <w:rsid w:val="001D69C9"/>
    <w:rsid w:val="001E5890"/>
    <w:rsid w:val="00211271"/>
    <w:rsid w:val="002157D0"/>
    <w:rsid w:val="00220337"/>
    <w:rsid w:val="002439A0"/>
    <w:rsid w:val="0025533F"/>
    <w:rsid w:val="002643B0"/>
    <w:rsid w:val="002679A4"/>
    <w:rsid w:val="00272907"/>
    <w:rsid w:val="00287CCD"/>
    <w:rsid w:val="00297AA8"/>
    <w:rsid w:val="002A0A8A"/>
    <w:rsid w:val="002B1CF2"/>
    <w:rsid w:val="002B6BB0"/>
    <w:rsid w:val="002E2092"/>
    <w:rsid w:val="002E40CC"/>
    <w:rsid w:val="003005CE"/>
    <w:rsid w:val="00312CAE"/>
    <w:rsid w:val="00323D7F"/>
    <w:rsid w:val="0033266C"/>
    <w:rsid w:val="00334E80"/>
    <w:rsid w:val="00356D03"/>
    <w:rsid w:val="00357EBB"/>
    <w:rsid w:val="003732C7"/>
    <w:rsid w:val="00382EA4"/>
    <w:rsid w:val="00383899"/>
    <w:rsid w:val="00391B51"/>
    <w:rsid w:val="003925D6"/>
    <w:rsid w:val="00392B41"/>
    <w:rsid w:val="003C1EAF"/>
    <w:rsid w:val="003D1EB9"/>
    <w:rsid w:val="003E12F8"/>
    <w:rsid w:val="003E1E1D"/>
    <w:rsid w:val="003E2738"/>
    <w:rsid w:val="0040032F"/>
    <w:rsid w:val="00420A5E"/>
    <w:rsid w:val="00425FC8"/>
    <w:rsid w:val="0044002C"/>
    <w:rsid w:val="00453BB8"/>
    <w:rsid w:val="004703E4"/>
    <w:rsid w:val="00487A65"/>
    <w:rsid w:val="00491BE2"/>
    <w:rsid w:val="00497187"/>
    <w:rsid w:val="004A05E3"/>
    <w:rsid w:val="004B2D7D"/>
    <w:rsid w:val="004B2E66"/>
    <w:rsid w:val="004B5378"/>
    <w:rsid w:val="004B6FF4"/>
    <w:rsid w:val="004E1453"/>
    <w:rsid w:val="004E3AB2"/>
    <w:rsid w:val="004F2DDB"/>
    <w:rsid w:val="004F45AC"/>
    <w:rsid w:val="00505F19"/>
    <w:rsid w:val="00512114"/>
    <w:rsid w:val="00520E5C"/>
    <w:rsid w:val="00524721"/>
    <w:rsid w:val="00535656"/>
    <w:rsid w:val="00550768"/>
    <w:rsid w:val="0055097E"/>
    <w:rsid w:val="005514BC"/>
    <w:rsid w:val="005541FA"/>
    <w:rsid w:val="00554861"/>
    <w:rsid w:val="00564631"/>
    <w:rsid w:val="00583403"/>
    <w:rsid w:val="00590A38"/>
    <w:rsid w:val="005931D9"/>
    <w:rsid w:val="00593573"/>
    <w:rsid w:val="00594EC3"/>
    <w:rsid w:val="005A0F0F"/>
    <w:rsid w:val="005A1124"/>
    <w:rsid w:val="005A5983"/>
    <w:rsid w:val="005B7051"/>
    <w:rsid w:val="005C2BA9"/>
    <w:rsid w:val="005C30CC"/>
    <w:rsid w:val="005C33F9"/>
    <w:rsid w:val="005C65D1"/>
    <w:rsid w:val="005D08B9"/>
    <w:rsid w:val="005F3AE1"/>
    <w:rsid w:val="00611065"/>
    <w:rsid w:val="00614785"/>
    <w:rsid w:val="0062047B"/>
    <w:rsid w:val="006451A3"/>
    <w:rsid w:val="006524E7"/>
    <w:rsid w:val="00676432"/>
    <w:rsid w:val="00676B30"/>
    <w:rsid w:val="00695415"/>
    <w:rsid w:val="006960E8"/>
    <w:rsid w:val="006C7084"/>
    <w:rsid w:val="006D5250"/>
    <w:rsid w:val="006E5928"/>
    <w:rsid w:val="006E7CA7"/>
    <w:rsid w:val="0071754E"/>
    <w:rsid w:val="00764D0C"/>
    <w:rsid w:val="0077674E"/>
    <w:rsid w:val="00776857"/>
    <w:rsid w:val="00787C52"/>
    <w:rsid w:val="00797AF8"/>
    <w:rsid w:val="007A0F7B"/>
    <w:rsid w:val="007A2D87"/>
    <w:rsid w:val="007A5B58"/>
    <w:rsid w:val="007A5BAC"/>
    <w:rsid w:val="007C1B3D"/>
    <w:rsid w:val="007F0FAC"/>
    <w:rsid w:val="007F1652"/>
    <w:rsid w:val="007F6467"/>
    <w:rsid w:val="0080144F"/>
    <w:rsid w:val="00810DB4"/>
    <w:rsid w:val="00811B55"/>
    <w:rsid w:val="00834FDB"/>
    <w:rsid w:val="00834FDC"/>
    <w:rsid w:val="00857A51"/>
    <w:rsid w:val="0086145A"/>
    <w:rsid w:val="00864E84"/>
    <w:rsid w:val="008778CD"/>
    <w:rsid w:val="00884714"/>
    <w:rsid w:val="00892E0A"/>
    <w:rsid w:val="00894BF0"/>
    <w:rsid w:val="008D4996"/>
    <w:rsid w:val="008F0D3F"/>
    <w:rsid w:val="008F161F"/>
    <w:rsid w:val="00902466"/>
    <w:rsid w:val="00902E17"/>
    <w:rsid w:val="00902E97"/>
    <w:rsid w:val="009107F2"/>
    <w:rsid w:val="00914ADA"/>
    <w:rsid w:val="00925202"/>
    <w:rsid w:val="009275C7"/>
    <w:rsid w:val="00956669"/>
    <w:rsid w:val="009852BE"/>
    <w:rsid w:val="0098742B"/>
    <w:rsid w:val="009A7475"/>
    <w:rsid w:val="009C07AE"/>
    <w:rsid w:val="009D6359"/>
    <w:rsid w:val="009D7E52"/>
    <w:rsid w:val="009D7EB2"/>
    <w:rsid w:val="009E039D"/>
    <w:rsid w:val="009E2FE7"/>
    <w:rsid w:val="009F2E38"/>
    <w:rsid w:val="00A128B0"/>
    <w:rsid w:val="00A25E5A"/>
    <w:rsid w:val="00A263D4"/>
    <w:rsid w:val="00A4180A"/>
    <w:rsid w:val="00A44F65"/>
    <w:rsid w:val="00A64097"/>
    <w:rsid w:val="00A85125"/>
    <w:rsid w:val="00A87991"/>
    <w:rsid w:val="00AA2CE0"/>
    <w:rsid w:val="00AB50E9"/>
    <w:rsid w:val="00AB7B13"/>
    <w:rsid w:val="00AE153D"/>
    <w:rsid w:val="00AE6680"/>
    <w:rsid w:val="00B144AA"/>
    <w:rsid w:val="00B1481F"/>
    <w:rsid w:val="00B23819"/>
    <w:rsid w:val="00B33B9B"/>
    <w:rsid w:val="00B34676"/>
    <w:rsid w:val="00B378C3"/>
    <w:rsid w:val="00B43C16"/>
    <w:rsid w:val="00B62F20"/>
    <w:rsid w:val="00B6591F"/>
    <w:rsid w:val="00B75D1F"/>
    <w:rsid w:val="00B96320"/>
    <w:rsid w:val="00BA5FF1"/>
    <w:rsid w:val="00BB30F0"/>
    <w:rsid w:val="00BC3E5F"/>
    <w:rsid w:val="00BC5E8E"/>
    <w:rsid w:val="00BC61ED"/>
    <w:rsid w:val="00BE112F"/>
    <w:rsid w:val="00BE51D0"/>
    <w:rsid w:val="00C135D1"/>
    <w:rsid w:val="00C2412B"/>
    <w:rsid w:val="00C3530E"/>
    <w:rsid w:val="00C370B6"/>
    <w:rsid w:val="00C374F7"/>
    <w:rsid w:val="00C4216F"/>
    <w:rsid w:val="00C50CCB"/>
    <w:rsid w:val="00C51512"/>
    <w:rsid w:val="00C519BA"/>
    <w:rsid w:val="00C656FF"/>
    <w:rsid w:val="00C808A4"/>
    <w:rsid w:val="00C82DF7"/>
    <w:rsid w:val="00C943D1"/>
    <w:rsid w:val="00CB7F57"/>
    <w:rsid w:val="00CD3834"/>
    <w:rsid w:val="00CE43F8"/>
    <w:rsid w:val="00CF1767"/>
    <w:rsid w:val="00CF4034"/>
    <w:rsid w:val="00CF4E1B"/>
    <w:rsid w:val="00CF52C2"/>
    <w:rsid w:val="00D04BB6"/>
    <w:rsid w:val="00D137E0"/>
    <w:rsid w:val="00D20D97"/>
    <w:rsid w:val="00D238C8"/>
    <w:rsid w:val="00D27CB2"/>
    <w:rsid w:val="00D32236"/>
    <w:rsid w:val="00D344E8"/>
    <w:rsid w:val="00D34BDF"/>
    <w:rsid w:val="00D5410B"/>
    <w:rsid w:val="00D62A50"/>
    <w:rsid w:val="00D6337B"/>
    <w:rsid w:val="00D65C86"/>
    <w:rsid w:val="00D86191"/>
    <w:rsid w:val="00DA03BF"/>
    <w:rsid w:val="00DA19F1"/>
    <w:rsid w:val="00DC157A"/>
    <w:rsid w:val="00DC4EA0"/>
    <w:rsid w:val="00E04276"/>
    <w:rsid w:val="00E06896"/>
    <w:rsid w:val="00E140C7"/>
    <w:rsid w:val="00E33485"/>
    <w:rsid w:val="00E54FE3"/>
    <w:rsid w:val="00E55192"/>
    <w:rsid w:val="00E5615B"/>
    <w:rsid w:val="00E60483"/>
    <w:rsid w:val="00E6174B"/>
    <w:rsid w:val="00E65213"/>
    <w:rsid w:val="00E77F4D"/>
    <w:rsid w:val="00E84B9C"/>
    <w:rsid w:val="00E85A45"/>
    <w:rsid w:val="00E92D39"/>
    <w:rsid w:val="00E97712"/>
    <w:rsid w:val="00EB27FC"/>
    <w:rsid w:val="00EB4DEA"/>
    <w:rsid w:val="00EC5028"/>
    <w:rsid w:val="00ED7ACB"/>
    <w:rsid w:val="00EE25B8"/>
    <w:rsid w:val="00EE6A66"/>
    <w:rsid w:val="00EF031F"/>
    <w:rsid w:val="00EF0EDB"/>
    <w:rsid w:val="00EF39A2"/>
    <w:rsid w:val="00F068F4"/>
    <w:rsid w:val="00F0709E"/>
    <w:rsid w:val="00F16B85"/>
    <w:rsid w:val="00F264B3"/>
    <w:rsid w:val="00F322B7"/>
    <w:rsid w:val="00F43AD3"/>
    <w:rsid w:val="00F53BE7"/>
    <w:rsid w:val="00F547F5"/>
    <w:rsid w:val="00F55632"/>
    <w:rsid w:val="00F87746"/>
    <w:rsid w:val="00F910C2"/>
    <w:rsid w:val="00FC0C2F"/>
    <w:rsid w:val="00FC3258"/>
    <w:rsid w:val="00FC5E9E"/>
    <w:rsid w:val="00FD032E"/>
    <w:rsid w:val="00FE3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C1F18"/>
  <w15:chartTrackingRefBased/>
  <w15:docId w15:val="{804F2CE0-ED21-3242-A2F3-B8D2DD24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707070" w:themeColor="accent1"/>
        <w:sz w:val="22"/>
        <w:szCs w:val="22"/>
        <w:lang w:val="en-US" w:eastAsia="ja-JP" w:bidi="ar-SA"/>
      </w:rPr>
    </w:rPrDefault>
    <w:pPrDefault>
      <w:pPr>
        <w:spacing w:after="120" w:line="288" w:lineRule="auto"/>
        <w:ind w:left="36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
    <w:qFormat/>
    <w:pPr>
      <w:numPr>
        <w:numId w:val="1"/>
      </w:numPr>
      <w:spacing w:before="600" w:after="60"/>
      <w:outlineLvl w:val="0"/>
    </w:pPr>
    <w:rPr>
      <w:rFonts w:asciiTheme="majorHAnsi" w:hAnsiTheme="majorHAnsi"/>
      <w:caps/>
      <w:color w:val="2E2E2E" w:themeColor="accent2"/>
      <w:spacing w:val="14"/>
      <w:sz w:val="26"/>
      <w:szCs w:val="26"/>
    </w:rPr>
  </w:style>
  <w:style w:type="paragraph" w:styleId="Heading2">
    <w:name w:val="heading 2"/>
    <w:basedOn w:val="Normal"/>
    <w:link w:val="Heading2Char"/>
    <w:uiPriority w:val="9"/>
    <w:unhideWhenUsed/>
    <w:qFormat/>
    <w:pPr>
      <w:numPr>
        <w:ilvl w:val="1"/>
        <w:numId w:val="1"/>
      </w:numPr>
      <w:spacing w:before="40"/>
      <w:outlineLvl w:val="1"/>
    </w:pPr>
    <w:rPr>
      <w:rFonts w:asciiTheme="majorHAnsi" w:eastAsiaTheme="majorEastAsia" w:hAnsiTheme="majorHAnsi" w:cstheme="majorBidi"/>
      <w:color w:val="2E2E2E" w:themeColor="accent2"/>
      <w:szCs w:val="26"/>
    </w:rPr>
  </w:style>
  <w:style w:type="paragraph" w:styleId="Heading3">
    <w:name w:val="heading 3"/>
    <w:basedOn w:val="Normal"/>
    <w:link w:val="Heading3Char"/>
    <w:uiPriority w:val="9"/>
    <w:unhideWhenUsed/>
    <w:qFormat/>
    <w:pPr>
      <w:numPr>
        <w:ilvl w:val="2"/>
        <w:numId w:val="1"/>
      </w:numPr>
      <w:spacing w:before="40" w:after="0"/>
      <w:outlineLvl w:val="2"/>
    </w:pPr>
    <w:rPr>
      <w:rFonts w:asciiTheme="majorHAnsi" w:eastAsiaTheme="majorEastAsia" w:hAnsiTheme="majorHAnsi" w:cstheme="majorBidi"/>
      <w:szCs w:val="24"/>
    </w:rPr>
  </w:style>
  <w:style w:type="paragraph" w:styleId="Heading4">
    <w:name w:val="heading 4"/>
    <w:basedOn w:val="Normal"/>
    <w:link w:val="Heading4Char"/>
    <w:uiPriority w:val="9"/>
    <w:unhideWhenUsed/>
    <w:qFormat/>
    <w:pPr>
      <w:numPr>
        <w:ilvl w:val="3"/>
        <w:numId w:val="1"/>
      </w:numPr>
      <w:spacing w:before="40" w:after="0"/>
      <w:outlineLvl w:val="3"/>
    </w:pPr>
    <w:rPr>
      <w:rFonts w:asciiTheme="majorHAnsi" w:eastAsiaTheme="majorEastAsia" w:hAnsiTheme="majorHAnsi" w:cstheme="majorBidi"/>
      <w:i/>
      <w:iCs/>
      <w:spacing w:val="6"/>
    </w:rPr>
  </w:style>
  <w:style w:type="paragraph" w:styleId="Heading5">
    <w:name w:val="heading 5"/>
    <w:basedOn w:val="Normal"/>
    <w:link w:val="Heading5Char"/>
    <w:uiPriority w:val="9"/>
    <w:semiHidden/>
    <w:unhideWhenUsed/>
    <w:qFormat/>
    <w:pPr>
      <w:numPr>
        <w:ilvl w:val="4"/>
        <w:numId w:val="1"/>
      </w:numPr>
      <w:spacing w:before="40" w:after="0"/>
      <w:outlineLvl w:val="4"/>
    </w:pPr>
    <w:rPr>
      <w:rFonts w:asciiTheme="majorHAnsi" w:eastAsiaTheme="majorEastAsia" w:hAnsiTheme="majorHAnsi" w:cstheme="majorBidi"/>
      <w:i/>
      <w:color w:val="2E2E2E" w:themeColor="accent2"/>
      <w:spacing w:val="6"/>
    </w:rPr>
  </w:style>
  <w:style w:type="paragraph" w:styleId="Heading6">
    <w:name w:val="heading 6"/>
    <w:basedOn w:val="Normal"/>
    <w:link w:val="Heading6Char"/>
    <w:uiPriority w:val="9"/>
    <w:semiHidden/>
    <w:unhideWhenUsed/>
    <w:qFormat/>
    <w:pPr>
      <w:numPr>
        <w:ilvl w:val="5"/>
        <w:numId w:val="1"/>
      </w:numPr>
      <w:spacing w:before="40" w:after="0"/>
      <w:outlineLvl w:val="5"/>
    </w:pPr>
    <w:rPr>
      <w:rFonts w:asciiTheme="majorHAnsi" w:eastAsiaTheme="majorEastAsia" w:hAnsiTheme="majorHAnsi" w:cstheme="majorBidi"/>
      <w:color w:val="2E2E2E" w:themeColor="accent2"/>
      <w:spacing w:val="12"/>
    </w:rPr>
  </w:style>
  <w:style w:type="paragraph" w:styleId="Heading7">
    <w:name w:val="heading 7"/>
    <w:basedOn w:val="Normal"/>
    <w:link w:val="Heading7Char"/>
    <w:uiPriority w:val="9"/>
    <w:semiHidden/>
    <w:unhideWhenUsed/>
    <w:qFormat/>
    <w:pPr>
      <w:numPr>
        <w:ilvl w:val="6"/>
        <w:numId w:val="1"/>
      </w:numPr>
      <w:spacing w:before="40" w:after="0"/>
      <w:outlineLvl w:val="6"/>
    </w:pPr>
    <w:rPr>
      <w:rFonts w:asciiTheme="majorHAnsi" w:eastAsiaTheme="majorEastAsia" w:hAnsiTheme="majorHAnsi" w:cstheme="majorBidi"/>
      <w:iCs/>
      <w:color w:val="2E2E2E" w:themeColor="accent2"/>
    </w:rPr>
  </w:style>
  <w:style w:type="paragraph" w:styleId="Heading8">
    <w:name w:val="heading 8"/>
    <w:basedOn w:val="Normal"/>
    <w:link w:val="Heading8Char"/>
    <w:uiPriority w:val="9"/>
    <w:semiHidden/>
    <w:unhideWhenUsed/>
    <w:qFormat/>
    <w:pPr>
      <w:numPr>
        <w:ilvl w:val="7"/>
        <w:numId w:val="1"/>
      </w:numPr>
      <w:spacing w:before="40" w:after="0"/>
      <w:outlineLvl w:val="7"/>
    </w:pPr>
    <w:rPr>
      <w:rFonts w:asciiTheme="majorHAnsi" w:eastAsiaTheme="majorEastAsia" w:hAnsiTheme="majorHAnsi" w:cstheme="majorBidi"/>
      <w:i/>
      <w:color w:val="626262" w:themeColor="accent2" w:themeTint="BF"/>
      <w:szCs w:val="21"/>
    </w:rPr>
  </w:style>
  <w:style w:type="paragraph" w:styleId="Heading9">
    <w:name w:val="heading 9"/>
    <w:basedOn w:val="Normal"/>
    <w:link w:val="Heading9Char"/>
    <w:uiPriority w:val="9"/>
    <w:semiHidden/>
    <w:unhideWhenUsed/>
    <w:qFormat/>
    <w:pPr>
      <w:numPr>
        <w:ilvl w:val="8"/>
        <w:numId w:val="1"/>
      </w:numPr>
      <w:spacing w:before="40" w:after="0"/>
      <w:outlineLvl w:val="8"/>
    </w:pPr>
    <w:rPr>
      <w:rFonts w:asciiTheme="majorHAnsi" w:eastAsiaTheme="majorEastAsia" w:hAnsiTheme="majorHAnsi" w:cstheme="majorBidi"/>
      <w:iCs/>
      <w:color w:val="626262" w:themeColor="accent2" w:themeTint="BF"/>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aps/>
      <w:color w:val="2E2E2E" w:themeColor="accent2"/>
      <w:spacing w:val="14"/>
      <w:sz w:val="26"/>
      <w:szCs w:val="26"/>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2E2E" w:themeColor="accent2"/>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spacing w:val="6"/>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color w:val="2E2E2E" w:themeColor="accent2"/>
      <w:spacing w:val="6"/>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2E2E2E" w:themeColor="accent2"/>
      <w:spacing w:val="1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Cs/>
      <w:color w:val="2E2E2E" w:themeColor="accen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i/>
      <w:color w:val="626262" w:themeColor="accent2" w:themeTint="BF"/>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Cs/>
      <w:color w:val="626262" w:themeColor="accent2" w:themeTint="BF"/>
      <w:szCs w:val="21"/>
    </w:r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itle">
    <w:name w:val="Title"/>
    <w:basedOn w:val="Normal"/>
    <w:link w:val="TitleChar"/>
    <w:uiPriority w:val="2"/>
    <w:unhideWhenUsed/>
    <w:qFormat/>
    <w:pPr>
      <w:pBdr>
        <w:left w:val="single" w:sz="48" w:space="10" w:color="000000" w:themeColor="text1"/>
      </w:pBdr>
      <w:spacing w:before="240" w:after="0"/>
      <w:ind w:left="0"/>
      <w:contextualSpacing/>
    </w:pPr>
    <w:rPr>
      <w:rFonts w:asciiTheme="majorHAnsi" w:eastAsiaTheme="majorEastAsia" w:hAnsiTheme="majorHAnsi" w:cstheme="majorBidi"/>
      <w:caps/>
      <w:color w:val="2E2E2E" w:themeColor="accent2"/>
      <w:spacing w:val="6"/>
      <w:sz w:val="54"/>
      <w:szCs w:val="56"/>
    </w:rPr>
  </w:style>
  <w:style w:type="character" w:customStyle="1" w:styleId="TitleChar">
    <w:name w:val="Title Char"/>
    <w:basedOn w:val="DefaultParagraphFont"/>
    <w:link w:val="Title"/>
    <w:uiPriority w:val="2"/>
    <w:rPr>
      <w:rFonts w:asciiTheme="majorHAnsi" w:eastAsiaTheme="majorEastAsia" w:hAnsiTheme="majorHAnsi" w:cstheme="majorBidi"/>
      <w:caps/>
      <w:color w:val="2E2E2E" w:themeColor="accent2"/>
      <w:spacing w:val="6"/>
      <w:sz w:val="54"/>
      <w:szCs w:val="56"/>
    </w:rPr>
  </w:style>
  <w:style w:type="paragraph" w:styleId="Subtitle">
    <w:name w:val="Subtitle"/>
    <w:basedOn w:val="Normal"/>
    <w:next w:val="Normal"/>
    <w:link w:val="SubtitleChar"/>
    <w:uiPriority w:val="11"/>
    <w:semiHidden/>
    <w:unhideWhenUsed/>
    <w:qFormat/>
    <w:pPr>
      <w:numPr>
        <w:ilvl w:val="1"/>
      </w:numPr>
      <w:spacing w:after="160"/>
      <w:ind w:left="360"/>
      <w:contextualSpacing/>
    </w:pPr>
    <w:rPr>
      <w:rFonts w:eastAsiaTheme="minorEastAsia"/>
      <w:i/>
      <w:spacing w:val="15"/>
      <w:sz w:val="32"/>
    </w:rPr>
  </w:style>
  <w:style w:type="paragraph" w:styleId="Date">
    <w:name w:val="Date"/>
    <w:basedOn w:val="Normal"/>
    <w:next w:val="Title"/>
    <w:link w:val="DateChar"/>
    <w:uiPriority w:val="2"/>
    <w:qFormat/>
    <w:pPr>
      <w:spacing w:after="360"/>
      <w:ind w:left="0"/>
    </w:pPr>
    <w:rPr>
      <w:sz w:val="28"/>
    </w:rPr>
  </w:style>
  <w:style w:type="character" w:customStyle="1" w:styleId="DateChar">
    <w:name w:val="Date Char"/>
    <w:basedOn w:val="DefaultParagraphFont"/>
    <w:link w:val="Date"/>
    <w:uiPriority w:val="2"/>
    <w:rPr>
      <w:sz w:val="28"/>
    </w:rPr>
  </w:style>
  <w:style w:type="character" w:styleId="IntenseEmphasis">
    <w:name w:val="Intense Emphasis"/>
    <w:basedOn w:val="DefaultParagraphFont"/>
    <w:uiPriority w:val="21"/>
    <w:semiHidden/>
    <w:unhideWhenUsed/>
    <w:qFormat/>
    <w:rPr>
      <w:b/>
      <w:iCs/>
      <w:color w:val="2E2E2E" w:themeColor="accent2"/>
    </w:rPr>
  </w:style>
  <w:style w:type="paragraph" w:styleId="IntenseQuote">
    <w:name w:val="Intense Quote"/>
    <w:basedOn w:val="Normal"/>
    <w:next w:val="Normal"/>
    <w:link w:val="IntenseQuoteChar"/>
    <w:uiPriority w:val="30"/>
    <w:semiHidden/>
    <w:unhideWhenUsed/>
    <w:qFormat/>
    <w:pPr>
      <w:spacing w:before="240"/>
    </w:pPr>
    <w:rPr>
      <w:b/>
      <w:i/>
      <w:iCs/>
      <w:color w:val="2E2E2E" w:themeColor="accent2"/>
    </w:rPr>
  </w:style>
  <w:style w:type="character" w:customStyle="1" w:styleId="IntenseQuoteChar">
    <w:name w:val="Intense Quote Char"/>
    <w:basedOn w:val="DefaultParagraphFont"/>
    <w:link w:val="IntenseQuote"/>
    <w:uiPriority w:val="30"/>
    <w:semiHidden/>
    <w:rPr>
      <w:b/>
      <w:i/>
      <w:iCs/>
      <w:color w:val="2E2E2E" w:themeColor="accent2"/>
    </w:rPr>
  </w:style>
  <w:style w:type="character" w:styleId="IntenseReference">
    <w:name w:val="Intense Reference"/>
    <w:basedOn w:val="DefaultParagraphFont"/>
    <w:uiPriority w:val="32"/>
    <w:semiHidden/>
    <w:unhideWhenUsed/>
    <w:qFormat/>
    <w:rPr>
      <w:b/>
      <w:bCs/>
      <w:caps/>
      <w:smallCaps w:val="0"/>
      <w:color w:val="707070" w:themeColor="accent1"/>
      <w:spacing w:val="0"/>
    </w:rPr>
  </w:style>
  <w:style w:type="paragraph" w:styleId="Quote">
    <w:name w:val="Quote"/>
    <w:basedOn w:val="Normal"/>
    <w:next w:val="Normal"/>
    <w:link w:val="QuoteChar"/>
    <w:uiPriority w:val="29"/>
    <w:semiHidden/>
    <w:unhideWhenUsed/>
    <w:qFormat/>
    <w:pPr>
      <w:spacing w:before="240"/>
    </w:pPr>
    <w:rPr>
      <w:i/>
      <w:iCs/>
    </w:rPr>
  </w:style>
  <w:style w:type="character" w:customStyle="1" w:styleId="QuoteChar">
    <w:name w:val="Quote Char"/>
    <w:basedOn w:val="DefaultParagraphFont"/>
    <w:link w:val="Quote"/>
    <w:uiPriority w:val="29"/>
    <w:semiHidden/>
    <w:rPr>
      <w:i/>
      <w:iCs/>
    </w:rPr>
  </w:style>
  <w:style w:type="character" w:styleId="Strong">
    <w:name w:val="Strong"/>
    <w:basedOn w:val="DefaultParagraphFont"/>
    <w:uiPriority w:val="22"/>
    <w:unhideWhenUsed/>
    <w:qFormat/>
    <w:rPr>
      <w:b/>
      <w:bCs/>
    </w:rPr>
  </w:style>
  <w:style w:type="character" w:styleId="SubtleEmphasis">
    <w:name w:val="Subtle Emphasis"/>
    <w:basedOn w:val="DefaultParagraphFont"/>
    <w:uiPriority w:val="19"/>
    <w:semiHidden/>
    <w:unhideWhenUsed/>
    <w:qFormat/>
    <w:rPr>
      <w:i/>
      <w:iCs/>
      <w:color w:val="707070" w:themeColor="accent1"/>
    </w:rPr>
  </w:style>
  <w:style w:type="character" w:styleId="SubtleReference">
    <w:name w:val="Subtle Reference"/>
    <w:basedOn w:val="DefaultParagraphFont"/>
    <w:uiPriority w:val="31"/>
    <w:semiHidden/>
    <w:unhideWhenUsed/>
    <w:qFormat/>
    <w:rPr>
      <w:caps/>
      <w:smallCaps w:val="0"/>
      <w:color w:val="707070" w:themeColor="accent1"/>
    </w:rPr>
  </w:style>
  <w:style w:type="paragraph" w:styleId="TOCHeading">
    <w:name w:val="TOC Heading"/>
    <w:basedOn w:val="Heading1"/>
    <w:next w:val="Normal"/>
    <w:uiPriority w:val="39"/>
    <w:semiHidden/>
    <w:unhideWhenUsed/>
    <w:qFormat/>
    <w:pPr>
      <w:numPr>
        <w:numId w:val="0"/>
      </w:numPr>
      <w:outlineLvl w:val="9"/>
    </w:pPr>
  </w:style>
  <w:style w:type="character" w:customStyle="1" w:styleId="SubtitleChar">
    <w:name w:val="Subtitle Char"/>
    <w:basedOn w:val="DefaultParagraphFont"/>
    <w:link w:val="Subtitle"/>
    <w:uiPriority w:val="11"/>
    <w:semiHidden/>
    <w:rPr>
      <w:rFonts w:eastAsiaTheme="minorEastAsia"/>
      <w:i/>
      <w:spacing w:val="15"/>
      <w:sz w:val="32"/>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unhideWhenUsed/>
    <w:qFormat/>
    <w:rsid w:val="00175AA5"/>
    <w:pPr>
      <w:ind w:left="720"/>
      <w:contextualSpacing/>
    </w:pPr>
  </w:style>
  <w:style w:type="paragraph" w:styleId="HTMLPreformatted">
    <w:name w:val="HTML Preformatted"/>
    <w:basedOn w:val="Normal"/>
    <w:link w:val="HTMLPreformattedChar"/>
    <w:uiPriority w:val="99"/>
    <w:semiHidden/>
    <w:unhideWhenUsed/>
    <w:rsid w:val="00FC0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rPr>
      <w:rFonts w:ascii="Courier New" w:eastAsia="Times New Roman" w:hAnsi="Courier New" w:cs="Courier New"/>
      <w:color w:val="auto"/>
      <w:sz w:val="20"/>
      <w:szCs w:val="20"/>
      <w:lang w:val="en-ID" w:eastAsia="en-US"/>
    </w:rPr>
  </w:style>
  <w:style w:type="character" w:customStyle="1" w:styleId="HTMLPreformattedChar">
    <w:name w:val="HTML Preformatted Char"/>
    <w:basedOn w:val="DefaultParagraphFont"/>
    <w:link w:val="HTMLPreformatted"/>
    <w:uiPriority w:val="99"/>
    <w:semiHidden/>
    <w:rsid w:val="00FC0C2F"/>
    <w:rPr>
      <w:rFonts w:ascii="Courier New" w:eastAsia="Times New Roman" w:hAnsi="Courier New" w:cs="Courier New"/>
      <w:color w:val="auto"/>
      <w:sz w:val="20"/>
      <w:szCs w:val="20"/>
      <w:lang w:val="en-ID" w:eastAsia="en-US"/>
    </w:rPr>
  </w:style>
  <w:style w:type="character" w:styleId="Hyperlink">
    <w:name w:val="Hyperlink"/>
    <w:basedOn w:val="DefaultParagraphFont"/>
    <w:uiPriority w:val="99"/>
    <w:unhideWhenUsed/>
    <w:rsid w:val="00DA03BF"/>
    <w:rPr>
      <w:color w:val="0000FF"/>
      <w:u w:val="single"/>
    </w:rPr>
  </w:style>
  <w:style w:type="character" w:styleId="FollowedHyperlink">
    <w:name w:val="FollowedHyperlink"/>
    <w:basedOn w:val="DefaultParagraphFont"/>
    <w:uiPriority w:val="99"/>
    <w:semiHidden/>
    <w:unhideWhenUsed/>
    <w:rsid w:val="00A44F65"/>
    <w:rPr>
      <w:color w:val="2B8073" w:themeColor="followedHyperlink"/>
      <w:u w:val="single"/>
    </w:rPr>
  </w:style>
  <w:style w:type="character" w:styleId="UnresolvedMention">
    <w:name w:val="Unresolved Mention"/>
    <w:basedOn w:val="DefaultParagraphFont"/>
    <w:uiPriority w:val="99"/>
    <w:semiHidden/>
    <w:unhideWhenUsed/>
    <w:rsid w:val="00D27CB2"/>
    <w:rPr>
      <w:color w:val="605E5C"/>
      <w:shd w:val="clear" w:color="auto" w:fill="E1DFDD"/>
    </w:rPr>
  </w:style>
  <w:style w:type="paragraph" w:styleId="NormalWeb">
    <w:name w:val="Normal (Web)"/>
    <w:basedOn w:val="Normal"/>
    <w:uiPriority w:val="99"/>
    <w:unhideWhenUsed/>
    <w:rsid w:val="00C374F7"/>
    <w:pPr>
      <w:spacing w:before="100" w:beforeAutospacing="1" w:after="100" w:afterAutospacing="1" w:line="240" w:lineRule="auto"/>
      <w:ind w:left="0"/>
    </w:pPr>
    <w:rPr>
      <w:rFonts w:ascii="Times New Roman" w:eastAsia="Times New Roman" w:hAnsi="Times New Roman" w:cs="Times New Roman"/>
      <w:color w:val="auto"/>
      <w:sz w:val="24"/>
      <w:szCs w:val="24"/>
      <w:lang w:val="en-ID" w:eastAsia="en-US"/>
    </w:rPr>
  </w:style>
  <w:style w:type="character" w:styleId="HTMLCode">
    <w:name w:val="HTML Code"/>
    <w:basedOn w:val="DefaultParagraphFont"/>
    <w:uiPriority w:val="99"/>
    <w:semiHidden/>
    <w:unhideWhenUsed/>
    <w:rsid w:val="00C374F7"/>
    <w:rPr>
      <w:rFonts w:ascii="Courier New" w:eastAsia="Times New Roman" w:hAnsi="Courier New" w:cs="Courier New"/>
      <w:sz w:val="20"/>
      <w:szCs w:val="20"/>
    </w:rPr>
  </w:style>
  <w:style w:type="paragraph" w:customStyle="1" w:styleId="paragraph">
    <w:name w:val="paragraph"/>
    <w:basedOn w:val="Normal"/>
    <w:rsid w:val="00C374F7"/>
    <w:pPr>
      <w:spacing w:before="100" w:beforeAutospacing="1" w:after="100" w:afterAutospacing="1" w:line="240" w:lineRule="auto"/>
      <w:ind w:left="0"/>
    </w:pPr>
    <w:rPr>
      <w:rFonts w:ascii="Times New Roman" w:eastAsia="Times New Roman" w:hAnsi="Times New Roman" w:cs="Times New Roman"/>
      <w:color w:val="auto"/>
      <w:sz w:val="24"/>
      <w:szCs w:val="24"/>
      <w:lang w:val="en-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28037">
      <w:bodyDiv w:val="1"/>
      <w:marLeft w:val="0"/>
      <w:marRight w:val="0"/>
      <w:marTop w:val="0"/>
      <w:marBottom w:val="0"/>
      <w:divBdr>
        <w:top w:val="none" w:sz="0" w:space="0" w:color="auto"/>
        <w:left w:val="none" w:sz="0" w:space="0" w:color="auto"/>
        <w:bottom w:val="none" w:sz="0" w:space="0" w:color="auto"/>
        <w:right w:val="none" w:sz="0" w:space="0" w:color="auto"/>
      </w:divBdr>
    </w:div>
    <w:div w:id="67698722">
      <w:bodyDiv w:val="1"/>
      <w:marLeft w:val="0"/>
      <w:marRight w:val="0"/>
      <w:marTop w:val="0"/>
      <w:marBottom w:val="0"/>
      <w:divBdr>
        <w:top w:val="none" w:sz="0" w:space="0" w:color="auto"/>
        <w:left w:val="none" w:sz="0" w:space="0" w:color="auto"/>
        <w:bottom w:val="none" w:sz="0" w:space="0" w:color="auto"/>
        <w:right w:val="none" w:sz="0" w:space="0" w:color="auto"/>
      </w:divBdr>
    </w:div>
    <w:div w:id="161747162">
      <w:bodyDiv w:val="1"/>
      <w:marLeft w:val="0"/>
      <w:marRight w:val="0"/>
      <w:marTop w:val="0"/>
      <w:marBottom w:val="0"/>
      <w:divBdr>
        <w:top w:val="none" w:sz="0" w:space="0" w:color="auto"/>
        <w:left w:val="none" w:sz="0" w:space="0" w:color="auto"/>
        <w:bottom w:val="none" w:sz="0" w:space="0" w:color="auto"/>
        <w:right w:val="none" w:sz="0" w:space="0" w:color="auto"/>
      </w:divBdr>
    </w:div>
    <w:div w:id="338042778">
      <w:bodyDiv w:val="1"/>
      <w:marLeft w:val="0"/>
      <w:marRight w:val="0"/>
      <w:marTop w:val="0"/>
      <w:marBottom w:val="0"/>
      <w:divBdr>
        <w:top w:val="none" w:sz="0" w:space="0" w:color="auto"/>
        <w:left w:val="none" w:sz="0" w:space="0" w:color="auto"/>
        <w:bottom w:val="none" w:sz="0" w:space="0" w:color="auto"/>
        <w:right w:val="none" w:sz="0" w:space="0" w:color="auto"/>
      </w:divBdr>
    </w:div>
    <w:div w:id="415134037">
      <w:bodyDiv w:val="1"/>
      <w:marLeft w:val="0"/>
      <w:marRight w:val="0"/>
      <w:marTop w:val="0"/>
      <w:marBottom w:val="0"/>
      <w:divBdr>
        <w:top w:val="none" w:sz="0" w:space="0" w:color="auto"/>
        <w:left w:val="none" w:sz="0" w:space="0" w:color="auto"/>
        <w:bottom w:val="none" w:sz="0" w:space="0" w:color="auto"/>
        <w:right w:val="none" w:sz="0" w:space="0" w:color="auto"/>
      </w:divBdr>
      <w:divsChild>
        <w:div w:id="1434131208">
          <w:marLeft w:val="0"/>
          <w:marRight w:val="0"/>
          <w:marTop w:val="0"/>
          <w:marBottom w:val="150"/>
          <w:divBdr>
            <w:top w:val="none" w:sz="0" w:space="0" w:color="auto"/>
            <w:left w:val="none" w:sz="0" w:space="0" w:color="auto"/>
            <w:bottom w:val="none" w:sz="0" w:space="0" w:color="auto"/>
            <w:right w:val="none" w:sz="0" w:space="0" w:color="auto"/>
          </w:divBdr>
        </w:div>
      </w:divsChild>
    </w:div>
    <w:div w:id="474417158">
      <w:bodyDiv w:val="1"/>
      <w:marLeft w:val="0"/>
      <w:marRight w:val="0"/>
      <w:marTop w:val="0"/>
      <w:marBottom w:val="0"/>
      <w:divBdr>
        <w:top w:val="none" w:sz="0" w:space="0" w:color="auto"/>
        <w:left w:val="none" w:sz="0" w:space="0" w:color="auto"/>
        <w:bottom w:val="none" w:sz="0" w:space="0" w:color="auto"/>
        <w:right w:val="none" w:sz="0" w:space="0" w:color="auto"/>
      </w:divBdr>
    </w:div>
    <w:div w:id="613442267">
      <w:bodyDiv w:val="1"/>
      <w:marLeft w:val="0"/>
      <w:marRight w:val="0"/>
      <w:marTop w:val="0"/>
      <w:marBottom w:val="0"/>
      <w:divBdr>
        <w:top w:val="none" w:sz="0" w:space="0" w:color="auto"/>
        <w:left w:val="none" w:sz="0" w:space="0" w:color="auto"/>
        <w:bottom w:val="none" w:sz="0" w:space="0" w:color="auto"/>
        <w:right w:val="none" w:sz="0" w:space="0" w:color="auto"/>
      </w:divBdr>
    </w:div>
    <w:div w:id="758672667">
      <w:bodyDiv w:val="1"/>
      <w:marLeft w:val="0"/>
      <w:marRight w:val="0"/>
      <w:marTop w:val="0"/>
      <w:marBottom w:val="0"/>
      <w:divBdr>
        <w:top w:val="none" w:sz="0" w:space="0" w:color="auto"/>
        <w:left w:val="none" w:sz="0" w:space="0" w:color="auto"/>
        <w:bottom w:val="none" w:sz="0" w:space="0" w:color="auto"/>
        <w:right w:val="none" w:sz="0" w:space="0" w:color="auto"/>
      </w:divBdr>
    </w:div>
    <w:div w:id="844973118">
      <w:bodyDiv w:val="1"/>
      <w:marLeft w:val="0"/>
      <w:marRight w:val="0"/>
      <w:marTop w:val="0"/>
      <w:marBottom w:val="0"/>
      <w:divBdr>
        <w:top w:val="none" w:sz="0" w:space="0" w:color="auto"/>
        <w:left w:val="none" w:sz="0" w:space="0" w:color="auto"/>
        <w:bottom w:val="none" w:sz="0" w:space="0" w:color="auto"/>
        <w:right w:val="none" w:sz="0" w:space="0" w:color="auto"/>
      </w:divBdr>
    </w:div>
    <w:div w:id="1158301030">
      <w:bodyDiv w:val="1"/>
      <w:marLeft w:val="0"/>
      <w:marRight w:val="0"/>
      <w:marTop w:val="0"/>
      <w:marBottom w:val="0"/>
      <w:divBdr>
        <w:top w:val="none" w:sz="0" w:space="0" w:color="auto"/>
        <w:left w:val="none" w:sz="0" w:space="0" w:color="auto"/>
        <w:bottom w:val="none" w:sz="0" w:space="0" w:color="auto"/>
        <w:right w:val="none" w:sz="0" w:space="0" w:color="auto"/>
      </w:divBdr>
    </w:div>
    <w:div w:id="1159923469">
      <w:bodyDiv w:val="1"/>
      <w:marLeft w:val="0"/>
      <w:marRight w:val="0"/>
      <w:marTop w:val="0"/>
      <w:marBottom w:val="0"/>
      <w:divBdr>
        <w:top w:val="none" w:sz="0" w:space="0" w:color="auto"/>
        <w:left w:val="none" w:sz="0" w:space="0" w:color="auto"/>
        <w:bottom w:val="none" w:sz="0" w:space="0" w:color="auto"/>
        <w:right w:val="none" w:sz="0" w:space="0" w:color="auto"/>
      </w:divBdr>
    </w:div>
    <w:div w:id="1221675111">
      <w:bodyDiv w:val="1"/>
      <w:marLeft w:val="0"/>
      <w:marRight w:val="0"/>
      <w:marTop w:val="0"/>
      <w:marBottom w:val="0"/>
      <w:divBdr>
        <w:top w:val="none" w:sz="0" w:space="0" w:color="auto"/>
        <w:left w:val="none" w:sz="0" w:space="0" w:color="auto"/>
        <w:bottom w:val="none" w:sz="0" w:space="0" w:color="auto"/>
        <w:right w:val="none" w:sz="0" w:space="0" w:color="auto"/>
      </w:divBdr>
    </w:div>
    <w:div w:id="1655642585">
      <w:bodyDiv w:val="1"/>
      <w:marLeft w:val="0"/>
      <w:marRight w:val="0"/>
      <w:marTop w:val="0"/>
      <w:marBottom w:val="0"/>
      <w:divBdr>
        <w:top w:val="none" w:sz="0" w:space="0" w:color="auto"/>
        <w:left w:val="none" w:sz="0" w:space="0" w:color="auto"/>
        <w:bottom w:val="none" w:sz="0" w:space="0" w:color="auto"/>
        <w:right w:val="none" w:sz="0" w:space="0" w:color="auto"/>
      </w:divBdr>
    </w:div>
    <w:div w:id="1957905194">
      <w:bodyDiv w:val="1"/>
      <w:marLeft w:val="0"/>
      <w:marRight w:val="0"/>
      <w:marTop w:val="0"/>
      <w:marBottom w:val="0"/>
      <w:divBdr>
        <w:top w:val="none" w:sz="0" w:space="0" w:color="auto"/>
        <w:left w:val="none" w:sz="0" w:space="0" w:color="auto"/>
        <w:bottom w:val="none" w:sz="0" w:space="0" w:color="auto"/>
        <w:right w:val="none" w:sz="0" w:space="0" w:color="auto"/>
      </w:divBdr>
    </w:div>
    <w:div w:id="2058317189">
      <w:bodyDiv w:val="1"/>
      <w:marLeft w:val="0"/>
      <w:marRight w:val="0"/>
      <w:marTop w:val="0"/>
      <w:marBottom w:val="0"/>
      <w:divBdr>
        <w:top w:val="none" w:sz="0" w:space="0" w:color="auto"/>
        <w:left w:val="none" w:sz="0" w:space="0" w:color="auto"/>
        <w:bottom w:val="none" w:sz="0" w:space="0" w:color="auto"/>
        <w:right w:val="none" w:sz="0" w:space="0" w:color="auto"/>
      </w:divBdr>
    </w:div>
    <w:div w:id="209990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grails.org/3.1.3/guide/conf.html" TargetMode="External"/><Relationship Id="rId13" Type="http://schemas.openxmlformats.org/officeDocument/2006/relationships/hyperlink" Target="http://docs.grails.org/3.1.3/guide/single.html" TargetMode="External"/><Relationship Id="rId18" Type="http://schemas.openxmlformats.org/officeDocument/2006/relationships/hyperlink" Target="http://docs.grails.org/3.1.3/guide/single.html" TargetMode="External"/><Relationship Id="rId3" Type="http://schemas.openxmlformats.org/officeDocument/2006/relationships/styles" Target="styles.xml"/><Relationship Id="rId21" Type="http://schemas.openxmlformats.org/officeDocument/2006/relationships/hyperlink" Target="http://docs.grails.org/3.1.3/ref/Command%20Line/war.html" TargetMode="External"/><Relationship Id="rId7" Type="http://schemas.openxmlformats.org/officeDocument/2006/relationships/endnotes" Target="endnotes.xml"/><Relationship Id="rId12" Type="http://schemas.openxmlformats.org/officeDocument/2006/relationships/hyperlink" Target="http://docs.grails.org/3.1.3/guide/single.html" TargetMode="External"/><Relationship Id="rId17" Type="http://schemas.openxmlformats.org/officeDocument/2006/relationships/hyperlink" Target="http://docs.grails.org/3.1.3/guide/single.html" TargetMode="External"/><Relationship Id="rId2" Type="http://schemas.openxmlformats.org/officeDocument/2006/relationships/numbering" Target="numbering.xml"/><Relationship Id="rId16" Type="http://schemas.openxmlformats.org/officeDocument/2006/relationships/hyperlink" Target="http://docs.grails.org/3.1.3/guide/single.html" TargetMode="External"/><Relationship Id="rId20" Type="http://schemas.openxmlformats.org/officeDocument/2006/relationships/hyperlink" Target="http://docs.grails.org/3.1.3/guide/singl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actjs.org/docs/getting-started.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ocs.grails.org/3.1.3/guide/single.html" TargetMode="External"/><Relationship Id="rId23" Type="http://schemas.openxmlformats.org/officeDocument/2006/relationships/fontTable" Target="fontTable.xml"/><Relationship Id="rId10" Type="http://schemas.openxmlformats.org/officeDocument/2006/relationships/hyperlink" Target="https://github.com/bonigarcia/webdrivermanager" TargetMode="External"/><Relationship Id="rId19" Type="http://schemas.openxmlformats.org/officeDocument/2006/relationships/hyperlink" Target="http://docs.grails.org/3.1.3/guide/single.html" TargetMode="External"/><Relationship Id="rId4" Type="http://schemas.openxmlformats.org/officeDocument/2006/relationships/settings" Target="settings.xml"/><Relationship Id="rId9" Type="http://schemas.openxmlformats.org/officeDocument/2006/relationships/hyperlink" Target="https://fixer.io/documentation" TargetMode="External"/><Relationship Id="rId14" Type="http://schemas.openxmlformats.org/officeDocument/2006/relationships/hyperlink" Target="http://docs.grails.org/3.1.3/guide/single.html"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jan/Library/Containers/com.microsoft.Word/Data/Library/Application%20Support/Microsoft/Office/16.0/DTS/en-US%7bAE1E8707-DD14-7E42-864A-58C5D3B6993E%7d/%7b4EF70FE7-88B4-6B40-8DC9-B3DD57DA9DD9%7dtf10002082.dotx" TargetMode="External"/></Relationships>
</file>

<file path=word/theme/theme1.xml><?xml version="1.0" encoding="utf-8"?>
<a:theme xmlns:a="http://schemas.openxmlformats.org/drawingml/2006/main" name="Outline">
  <a:themeElements>
    <a:clrScheme name="Custom 52">
      <a:dk1>
        <a:sysClr val="windowText" lastClr="000000"/>
      </a:dk1>
      <a:lt1>
        <a:sysClr val="window" lastClr="FFFFFF"/>
      </a:lt1>
      <a:dk2>
        <a:srgbClr val="707070"/>
      </a:dk2>
      <a:lt2>
        <a:srgbClr val="E8E8E8"/>
      </a:lt2>
      <a:accent1>
        <a:srgbClr val="707070"/>
      </a:accent1>
      <a:accent2>
        <a:srgbClr val="2E2E2E"/>
      </a:accent2>
      <a:accent3>
        <a:srgbClr val="BF584A"/>
      </a:accent3>
      <a:accent4>
        <a:srgbClr val="5985BD"/>
      </a:accent4>
      <a:accent5>
        <a:srgbClr val="FFBF7B"/>
      </a:accent5>
      <a:accent6>
        <a:srgbClr val="C16F94"/>
      </a:accent6>
      <a:hlink>
        <a:srgbClr val="58A8AD"/>
      </a:hlink>
      <a:folHlink>
        <a:srgbClr val="2B8073"/>
      </a:folHlink>
    </a:clrScheme>
    <a:fontScheme name="Cambria">
      <a:majorFont>
        <a:latin typeface="Cambria" panose="02040503050406030204"/>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8FE24-29B0-884D-B87A-3EED8E468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{4EF70FE7-88B4-6B40-8DC9-B3DD57DA9DD9}tf10002082.dotx</Template>
  <TotalTime>650</TotalTime>
  <Pages>22</Pages>
  <Words>5773</Words>
  <Characters>32910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Ashara</dc:creator>
  <cp:keywords/>
  <dc:description/>
  <cp:lastModifiedBy>Marjan Ashara</cp:lastModifiedBy>
  <cp:revision>281</cp:revision>
  <dcterms:created xsi:type="dcterms:W3CDTF">2019-06-20T04:54:00Z</dcterms:created>
  <dcterms:modified xsi:type="dcterms:W3CDTF">2019-08-19T15:37:00Z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TF10002044</vt:lpwstr>
  </property>
</Properties>
</file>